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4" w:type="dxa"/>
        <w:tblInd w:w="-56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  <w:tblCaption w:val="SIM"/>
      </w:tblPr>
      <w:tblGrid>
        <w:gridCol w:w="618"/>
        <w:gridCol w:w="3402"/>
        <w:gridCol w:w="3969"/>
        <w:gridCol w:w="993"/>
        <w:gridCol w:w="992"/>
      </w:tblGrid>
      <w:tr w:rsidR="003938ED" w:rsidRPr="003938ED" w14:paraId="3FBA0D4C" w14:textId="77777777" w:rsidTr="00EA704F">
        <w:trPr>
          <w:trHeight w:val="284"/>
        </w:trPr>
        <w:tc>
          <w:tcPr>
            <w:tcW w:w="402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72645EEE" w14:textId="77777777" w:rsidR="007415F6" w:rsidRPr="003938ED" w:rsidRDefault="00CC1633" w:rsidP="00DC71E3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/>
                <w:color w:val="auto"/>
                <w:sz w:val="20"/>
                <w:lang w:val="pt-PT"/>
              </w:rPr>
            </w:pP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Identificação</w:t>
            </w:r>
            <w:r w:rsidR="00047A7A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da travessia </w:t>
            </w:r>
            <w:r w:rsidR="00687219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e espe</w:t>
            </w:r>
            <w:r w:rsidR="00982793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cialidade </w:t>
            </w:r>
            <w:r w:rsidR="00047A7A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(</w:t>
            </w:r>
            <w:r w:rsidR="008D1DD2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Linha/</w:t>
            </w:r>
            <w:proofErr w:type="spellStart"/>
            <w:r w:rsidR="008D1DD2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P</w:t>
            </w:r>
            <w:r w:rsidR="00DB267B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k</w:t>
            </w:r>
            <w:proofErr w:type="spellEnd"/>
            <w:r w:rsidR="00982793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/Sinalização/RCT+TP/…</w:t>
            </w:r>
            <w:r w:rsidR="00047A7A"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):</w:t>
            </w:r>
          </w:p>
        </w:tc>
        <w:tc>
          <w:tcPr>
            <w:tcW w:w="595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F9AC667" w14:textId="77777777" w:rsidR="007415F6" w:rsidRPr="003938ED" w:rsidRDefault="007415F6" w:rsidP="00A11D5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E07" w:rsidRPr="003938ED" w14:paraId="4CFFDAF1" w14:textId="77777777" w:rsidTr="001C5195">
        <w:trPr>
          <w:trHeight w:val="284"/>
        </w:trPr>
        <w:tc>
          <w:tcPr>
            <w:tcW w:w="798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5F9CF912" w14:textId="77777777" w:rsidR="00323E07" w:rsidRPr="003938ED" w:rsidRDefault="00611F75" w:rsidP="00611F75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Processo completo</w:t>
            </w:r>
          </w:p>
        </w:tc>
        <w:tc>
          <w:tcPr>
            <w:tcW w:w="9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40C06ED" w14:textId="77777777" w:rsidR="00323E07" w:rsidRPr="00A561B4" w:rsidRDefault="00323E07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-2042658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D40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C726E56" w14:textId="77777777" w:rsidR="00323E07" w:rsidRPr="00A561B4" w:rsidRDefault="00323E07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-1353411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</w:tr>
      <w:tr w:rsidR="005A5296" w:rsidRPr="003938ED" w14:paraId="0CCED65B" w14:textId="77777777" w:rsidTr="001C5195">
        <w:trPr>
          <w:trHeight w:val="284"/>
        </w:trPr>
        <w:tc>
          <w:tcPr>
            <w:tcW w:w="798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0E7F3994" w14:textId="77777777" w:rsidR="005A5296" w:rsidRPr="00611F75" w:rsidRDefault="00611F75" w:rsidP="00611F75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Tem validação da EF</w:t>
            </w:r>
          </w:p>
        </w:tc>
        <w:tc>
          <w:tcPr>
            <w:tcW w:w="9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1D09711" w14:textId="77777777" w:rsidR="005A5296" w:rsidRPr="00A561B4" w:rsidRDefault="005A5296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1537161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A4038C5" w14:textId="77777777" w:rsidR="005A5296" w:rsidRPr="00A561B4" w:rsidRDefault="005A5296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-138602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556114" w:rsidRPr="003938ED" w14:paraId="536415BD" w14:textId="77777777" w:rsidTr="001C5195">
        <w:trPr>
          <w:trHeight w:val="284"/>
        </w:trPr>
        <w:tc>
          <w:tcPr>
            <w:tcW w:w="798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76020D0A" w14:textId="77777777" w:rsidR="00556114" w:rsidRPr="007618F8" w:rsidRDefault="00556114" w:rsidP="00611F75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Medidas adicionais propostas</w:t>
            </w:r>
            <w:r w:rsidRPr="00F822D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pel</w:t>
            </w:r>
            <w:r w:rsidR="00611F7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o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</w:t>
            </w:r>
            <w:r w:rsidR="00611F7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DO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:</w:t>
            </w:r>
          </w:p>
        </w:tc>
        <w:tc>
          <w:tcPr>
            <w:tcW w:w="9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BB2A60" w14:textId="77777777" w:rsidR="00556114" w:rsidRPr="00A561B4" w:rsidRDefault="00556114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-1973592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5B5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557485" w14:textId="77777777" w:rsidR="00556114" w:rsidRPr="00A561B4" w:rsidRDefault="00556114" w:rsidP="00EA704F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-46635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556114" w:rsidRPr="00A7716E" w14:paraId="0F96CCB4" w14:textId="77777777" w:rsidTr="00EA704F">
        <w:trPr>
          <w:trHeight w:val="190"/>
        </w:trPr>
        <w:tc>
          <w:tcPr>
            <w:tcW w:w="618" w:type="dxa"/>
            <w:tcBorders>
              <w:top w:val="single" w:sz="4" w:space="0" w:color="C0C0C0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41A2E494" w14:textId="77777777" w:rsidR="00556114" w:rsidRPr="00556114" w:rsidRDefault="00556114" w:rsidP="00B74243">
            <w:pPr>
              <w:tabs>
                <w:tab w:val="left" w:pos="-1985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5611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356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127D157" w14:textId="77777777" w:rsidR="00556114" w:rsidRPr="00556114" w:rsidRDefault="00556114" w:rsidP="00556114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114" w:rsidRPr="00A7716E" w14:paraId="7806B3AF" w14:textId="77777777" w:rsidTr="00EA704F">
        <w:trPr>
          <w:trHeight w:val="190"/>
        </w:trPr>
        <w:tc>
          <w:tcPr>
            <w:tcW w:w="618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737BD8E" w14:textId="77777777" w:rsidR="00556114" w:rsidRPr="00556114" w:rsidRDefault="00556114" w:rsidP="00B74243">
            <w:pPr>
              <w:tabs>
                <w:tab w:val="left" w:pos="-1985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5611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9356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06FB1DA" w14:textId="77777777" w:rsidR="00556114" w:rsidRPr="00556114" w:rsidRDefault="00556114" w:rsidP="00EA704F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7B1E" w:rsidRPr="003938ED" w14:paraId="0891954D" w14:textId="77777777" w:rsidTr="00ED7B1E">
        <w:trPr>
          <w:trHeight w:val="284"/>
        </w:trPr>
        <w:tc>
          <w:tcPr>
            <w:tcW w:w="997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34284952" w14:textId="77777777" w:rsidR="00ED7B1E" w:rsidRPr="009A25B5" w:rsidRDefault="00ED7B1E" w:rsidP="00ED7B1E">
            <w:pPr>
              <w:pStyle w:val="PargrafodaLista"/>
              <w:numPr>
                <w:ilvl w:val="0"/>
                <w:numId w:val="39"/>
              </w:numPr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</w:pPr>
            <w:r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  <w:t xml:space="preserve">Observações do </w:t>
            </w:r>
            <w:proofErr w:type="spellStart"/>
            <w:r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  <w:t>DO</w:t>
            </w:r>
            <w:proofErr w:type="spellEnd"/>
          </w:p>
        </w:tc>
      </w:tr>
      <w:tr w:rsidR="00ED7B1E" w:rsidRPr="00A7716E" w14:paraId="028D7A6F" w14:textId="77777777" w:rsidTr="00ED7B1E">
        <w:trPr>
          <w:trHeight w:val="577"/>
        </w:trPr>
        <w:tc>
          <w:tcPr>
            <w:tcW w:w="997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4195B86" w14:textId="77777777" w:rsidR="00ED7B1E" w:rsidRDefault="00ED7B1E" w:rsidP="00ED7B1E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14:paraId="6BD9187E" w14:textId="77777777" w:rsidR="00ED7B1E" w:rsidRPr="00A7716E" w:rsidRDefault="00ED7B1E" w:rsidP="00ED7B1E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89EB418" w14:textId="77777777" w:rsidR="00ED7B1E" w:rsidRDefault="00ED7B1E" w:rsidP="001C5195">
      <w:pPr>
        <w:pStyle w:val="PargrafodaLista"/>
        <w:tabs>
          <w:tab w:val="left" w:pos="-1985"/>
        </w:tabs>
        <w:ind w:left="0"/>
        <w:rPr>
          <w:rFonts w:ascii="Arial Narrow" w:hAnsi="Arial Narrow" w:cs="Arial"/>
          <w:sz w:val="12"/>
          <w:szCs w:val="16"/>
        </w:rPr>
      </w:pPr>
    </w:p>
    <w:tbl>
      <w:tblPr>
        <w:tblW w:w="9974" w:type="dxa"/>
        <w:tblInd w:w="-56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  <w:tblCaption w:val="SIM"/>
      </w:tblPr>
      <w:tblGrid>
        <w:gridCol w:w="618"/>
        <w:gridCol w:w="7371"/>
        <w:gridCol w:w="1134"/>
        <w:gridCol w:w="851"/>
      </w:tblGrid>
      <w:tr w:rsidR="001C5195" w:rsidRPr="003938ED" w14:paraId="072FDBD3" w14:textId="77777777" w:rsidTr="001C5195">
        <w:trPr>
          <w:trHeight w:val="56"/>
        </w:trPr>
        <w:tc>
          <w:tcPr>
            <w:tcW w:w="798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4B6F9FF0" w14:textId="77777777" w:rsidR="001C5195" w:rsidRPr="007618F8" w:rsidRDefault="001C5195" w:rsidP="001C5195">
            <w:pPr>
              <w:pStyle w:val="AllCapsHeading"/>
              <w:numPr>
                <w:ilvl w:val="0"/>
                <w:numId w:val="39"/>
              </w:numP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</w:pP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Anexos: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45792E5" w14:textId="77777777" w:rsidR="001C5195" w:rsidRPr="00A561B4" w:rsidRDefault="001C5195" w:rsidP="001C5195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  </w:t>
            </w:r>
            <w:sdt>
              <w:sdtPr>
                <w:rPr>
                  <w:rFonts w:ascii="Arial" w:hAnsi="Arial" w:cs="Arial"/>
                  <w:sz w:val="20"/>
                </w:rPr>
                <w:id w:val="-14236305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D40">
                  <w:rPr>
                    <w:rFonts w:ascii="MS Gothic" w:eastAsia="MS Gothic" w:hAnsi="MS Gothic" w:cs="Arial" w:hint="eastAsia"/>
                    <w:sz w:val="20"/>
                  </w:rPr>
                  <w:t>☒</w:t>
                </w:r>
              </w:sdtContent>
            </w:sdt>
          </w:p>
        </w:tc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AB2824" w14:textId="77777777" w:rsidR="001C5195" w:rsidRPr="00A561B4" w:rsidRDefault="001C5195" w:rsidP="001C5195">
            <w:pPr>
              <w:tabs>
                <w:tab w:val="left" w:pos="-1985"/>
              </w:tabs>
              <w:spacing w:before="60"/>
              <w:contextualSpacing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Não  </w:t>
            </w:r>
            <w:sdt>
              <w:sdtPr>
                <w:rPr>
                  <w:rFonts w:ascii="Arial" w:hAnsi="Arial" w:cs="Arial"/>
                  <w:sz w:val="20"/>
                </w:rPr>
                <w:id w:val="-167540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1C5195" w:rsidRPr="00A7716E" w14:paraId="39ECF28B" w14:textId="77777777" w:rsidTr="001C5195">
        <w:trPr>
          <w:trHeight w:val="190"/>
        </w:trPr>
        <w:tc>
          <w:tcPr>
            <w:tcW w:w="618" w:type="dxa"/>
            <w:tcBorders>
              <w:top w:val="single" w:sz="4" w:space="0" w:color="C0C0C0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5210F31C" w14:textId="77777777" w:rsidR="001C5195" w:rsidRPr="00556114" w:rsidRDefault="00B74243" w:rsidP="00B74243">
            <w:pPr>
              <w:tabs>
                <w:tab w:val="left" w:pos="-1985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1C5195" w:rsidRPr="0055611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356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F4B619F" w14:textId="6D3BF3BF" w:rsidR="001C5195" w:rsidRPr="00556114" w:rsidRDefault="001C5195" w:rsidP="00611F7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Parte </w:t>
            </w:r>
            <w:proofErr w:type="gramStart"/>
            <w:r>
              <w:rPr>
                <w:rFonts w:ascii="Arial" w:hAnsi="Arial" w:cs="Arial"/>
                <w:sz w:val="18"/>
                <w:szCs w:val="16"/>
              </w:rPr>
              <w:t xml:space="preserve">I </w:t>
            </w:r>
            <w:r w:rsidR="00833864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–</w:t>
            </w:r>
            <w:proofErr w:type="gramEnd"/>
            <w:r>
              <w:rPr>
                <w:rFonts w:ascii="Arial" w:hAnsi="Arial" w:cs="Arial"/>
                <w:sz w:val="18"/>
                <w:szCs w:val="16"/>
              </w:rPr>
              <w:t xml:space="preserve"> Pedido da </w:t>
            </w:r>
            <w:r w:rsidR="00611F75">
              <w:rPr>
                <w:rFonts w:ascii="Arial" w:hAnsi="Arial" w:cs="Arial"/>
                <w:sz w:val="18"/>
                <w:szCs w:val="16"/>
              </w:rPr>
              <w:t>EE ref.</w:t>
            </w:r>
            <w:r w:rsidRPr="0082782D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F124C8" w:rsidRPr="00F124C8">
              <w:rPr>
                <w:rFonts w:ascii="Arial" w:hAnsi="Arial" w:cs="Arial"/>
                <w:sz w:val="18"/>
                <w:szCs w:val="16"/>
                <w:highlight w:val="yellow"/>
              </w:rPr>
              <w:t>XXXXX</w:t>
            </w:r>
            <w:r w:rsidR="00250E29" w:rsidRPr="007F21FE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250E29" w:rsidRPr="0082782D">
              <w:rPr>
                <w:rFonts w:ascii="Arial" w:hAnsi="Arial" w:cs="Arial"/>
                <w:sz w:val="18"/>
                <w:szCs w:val="16"/>
              </w:rPr>
              <w:t xml:space="preserve">de </w:t>
            </w:r>
            <w:sdt>
              <w:sdtPr>
                <w:rPr>
                  <w:rFonts w:ascii="Arial" w:hAnsi="Arial" w:cs="Arial"/>
                  <w:sz w:val="18"/>
                  <w:szCs w:val="18"/>
                  <w:highlight w:val="yellow"/>
                </w:rPr>
                <w:id w:val="525448065"/>
                <w:placeholder>
                  <w:docPart w:val="0E277F457CFE4A90BBEF01F25852510B"/>
                </w:placeholder>
                <w:date>
                  <w:dateFormat w:val="yyyy-MM-dd"/>
                  <w:lid w:val="pt-PT"/>
                  <w:storeMappedDataAs w:val="dateTime"/>
                  <w:calendar w:val="gregorian"/>
                </w:date>
              </w:sdtPr>
              <w:sdtEndPr/>
              <w:sdtContent>
                <w:proofErr w:type="spellStart"/>
                <w:r w:rsidR="00250E29" w:rsidRPr="007F21FE">
                  <w:rPr>
                    <w:rFonts w:ascii="Arial" w:hAnsi="Arial" w:cs="Arial"/>
                    <w:sz w:val="18"/>
                    <w:szCs w:val="18"/>
                    <w:highlight w:val="yellow"/>
                  </w:rPr>
                  <w:t>aaaa</w:t>
                </w:r>
                <w:proofErr w:type="spellEnd"/>
                <w:r w:rsidR="00250E29" w:rsidRPr="007F21FE">
                  <w:rPr>
                    <w:rFonts w:ascii="Arial" w:hAnsi="Arial" w:cs="Arial"/>
                    <w:sz w:val="18"/>
                    <w:szCs w:val="18"/>
                    <w:highlight w:val="yellow"/>
                  </w:rPr>
                  <w:t>-mm-</w:t>
                </w:r>
                <w:proofErr w:type="spellStart"/>
                <w:r w:rsidR="00250E29" w:rsidRPr="007F21FE">
                  <w:rPr>
                    <w:rFonts w:ascii="Arial" w:hAnsi="Arial" w:cs="Arial"/>
                    <w:sz w:val="18"/>
                    <w:szCs w:val="18"/>
                    <w:highlight w:val="yellow"/>
                  </w:rPr>
                  <w:t>dd</w:t>
                </w:r>
                <w:proofErr w:type="spellEnd"/>
              </w:sdtContent>
            </w:sdt>
          </w:p>
        </w:tc>
      </w:tr>
      <w:tr w:rsidR="001C5195" w:rsidRPr="00A7716E" w14:paraId="6FE3BFFD" w14:textId="77777777" w:rsidTr="00833864">
        <w:trPr>
          <w:trHeight w:val="190"/>
        </w:trPr>
        <w:tc>
          <w:tcPr>
            <w:tcW w:w="618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522199FC" w14:textId="77777777" w:rsidR="001C5195" w:rsidRPr="00556114" w:rsidRDefault="00B74243" w:rsidP="00B74243">
            <w:pPr>
              <w:tabs>
                <w:tab w:val="left" w:pos="-1985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1C5195" w:rsidRPr="0055611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9356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E1D2A11" w14:textId="27EC5B88" w:rsidR="001C5195" w:rsidRPr="00556114" w:rsidRDefault="00833864" w:rsidP="00611F75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Parte II – </w:t>
            </w:r>
            <w:r w:rsidR="00611F75">
              <w:rPr>
                <w:rFonts w:ascii="Arial" w:hAnsi="Arial" w:cs="Arial"/>
                <w:sz w:val="18"/>
                <w:szCs w:val="16"/>
              </w:rPr>
              <w:t>Análise e Parecer da EF</w:t>
            </w:r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611F75">
              <w:rPr>
                <w:rFonts w:ascii="Arial" w:hAnsi="Arial" w:cs="Arial"/>
                <w:sz w:val="18"/>
                <w:szCs w:val="16"/>
              </w:rPr>
              <w:t>ref.</w:t>
            </w:r>
            <w:r w:rsidRPr="0082782D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F124C8" w:rsidRPr="00F124C8">
              <w:rPr>
                <w:rFonts w:ascii="Arial" w:hAnsi="Arial" w:cs="Arial"/>
                <w:sz w:val="18"/>
                <w:szCs w:val="16"/>
                <w:highlight w:val="yellow"/>
              </w:rPr>
              <w:t>YYYYY</w:t>
            </w:r>
            <w:r w:rsidR="00250E29" w:rsidRPr="007F21FE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250E29" w:rsidRPr="0082782D">
              <w:rPr>
                <w:rFonts w:ascii="Arial" w:hAnsi="Arial" w:cs="Arial"/>
                <w:sz w:val="18"/>
                <w:szCs w:val="16"/>
              </w:rPr>
              <w:t xml:space="preserve">de </w:t>
            </w:r>
            <w:sdt>
              <w:sdtPr>
                <w:rPr>
                  <w:rFonts w:ascii="Arial" w:hAnsi="Arial" w:cs="Arial"/>
                  <w:sz w:val="18"/>
                  <w:szCs w:val="18"/>
                  <w:highlight w:val="yellow"/>
                </w:rPr>
                <w:id w:val="1082414260"/>
                <w:placeholder>
                  <w:docPart w:val="D55D18C54A4343A5931C60EE96583722"/>
                </w:placeholder>
                <w:date>
                  <w:dateFormat w:val="yyyy-MM-dd"/>
                  <w:lid w:val="pt-PT"/>
                  <w:storeMappedDataAs w:val="dateTime"/>
                  <w:calendar w:val="gregorian"/>
                </w:date>
              </w:sdtPr>
              <w:sdtEndPr/>
              <w:sdtContent>
                <w:proofErr w:type="spellStart"/>
                <w:r w:rsidR="00250E29" w:rsidRPr="007F21FE">
                  <w:rPr>
                    <w:rFonts w:ascii="Arial" w:hAnsi="Arial" w:cs="Arial"/>
                    <w:sz w:val="18"/>
                    <w:szCs w:val="18"/>
                    <w:highlight w:val="yellow"/>
                  </w:rPr>
                  <w:t>aaaa</w:t>
                </w:r>
                <w:proofErr w:type="spellEnd"/>
                <w:r w:rsidR="00250E29" w:rsidRPr="007F21FE">
                  <w:rPr>
                    <w:rFonts w:ascii="Arial" w:hAnsi="Arial" w:cs="Arial"/>
                    <w:sz w:val="18"/>
                    <w:szCs w:val="18"/>
                    <w:highlight w:val="yellow"/>
                  </w:rPr>
                  <w:t>-mm-</w:t>
                </w:r>
                <w:proofErr w:type="spellStart"/>
                <w:r w:rsidR="00250E29" w:rsidRPr="007F21FE">
                  <w:rPr>
                    <w:rFonts w:ascii="Arial" w:hAnsi="Arial" w:cs="Arial"/>
                    <w:sz w:val="18"/>
                    <w:szCs w:val="18"/>
                    <w:highlight w:val="yellow"/>
                  </w:rPr>
                  <w:t>dd</w:t>
                </w:r>
                <w:proofErr w:type="spellEnd"/>
              </w:sdtContent>
            </w:sdt>
          </w:p>
        </w:tc>
      </w:tr>
      <w:tr w:rsidR="00833864" w:rsidRPr="00A7716E" w14:paraId="19DC2E54" w14:textId="77777777" w:rsidTr="001C5195">
        <w:trPr>
          <w:trHeight w:val="190"/>
        </w:trPr>
        <w:tc>
          <w:tcPr>
            <w:tcW w:w="618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F4949D2" w14:textId="77777777" w:rsidR="00833864" w:rsidRPr="00556114" w:rsidRDefault="00B74243" w:rsidP="00B74243">
            <w:pPr>
              <w:tabs>
                <w:tab w:val="left" w:pos="-1985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833864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9356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9A1A8FA" w14:textId="77777777" w:rsidR="00833864" w:rsidRPr="00556114" w:rsidRDefault="00833864" w:rsidP="001C5195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EA0623" w14:textId="77777777" w:rsidR="001C5195" w:rsidRPr="001C5195" w:rsidRDefault="001C5195" w:rsidP="001C5195">
      <w:pPr>
        <w:pStyle w:val="PargrafodaLista"/>
        <w:tabs>
          <w:tab w:val="left" w:pos="-1985"/>
        </w:tabs>
        <w:ind w:left="0"/>
        <w:rPr>
          <w:rFonts w:ascii="Arial Narrow" w:hAnsi="Arial Narrow" w:cs="Arial"/>
          <w:sz w:val="12"/>
          <w:szCs w:val="16"/>
        </w:rPr>
      </w:pPr>
    </w:p>
    <w:tbl>
      <w:tblPr>
        <w:tblW w:w="9974" w:type="dxa"/>
        <w:tblInd w:w="-56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  <w:tblCaption w:val="SIM"/>
      </w:tblPr>
      <w:tblGrid>
        <w:gridCol w:w="618"/>
        <w:gridCol w:w="8647"/>
        <w:gridCol w:w="709"/>
      </w:tblGrid>
      <w:tr w:rsidR="001C5195" w:rsidRPr="003938ED" w14:paraId="349CFC57" w14:textId="77777777" w:rsidTr="001C5195">
        <w:trPr>
          <w:trHeight w:val="284"/>
        </w:trPr>
        <w:tc>
          <w:tcPr>
            <w:tcW w:w="997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62FA3A57" w14:textId="77777777" w:rsidR="001C5195" w:rsidRPr="009A25B5" w:rsidRDefault="00611F75" w:rsidP="00611F75">
            <w:pPr>
              <w:pStyle w:val="PargrafodaLista"/>
              <w:numPr>
                <w:ilvl w:val="0"/>
                <w:numId w:val="39"/>
              </w:numPr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</w:pPr>
            <w:r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  <w:t>DECISÃO</w:t>
            </w:r>
            <w:r w:rsidR="001C5195" w:rsidRPr="009A25B5"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  <w:t xml:space="preserve"> </w:t>
            </w:r>
            <w:r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  <w:t xml:space="preserve">DO </w:t>
            </w:r>
            <w:r w:rsidR="001C5195" w:rsidRPr="009A25B5"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  <w:t xml:space="preserve">DONO DA OBRA (DO): </w:t>
            </w:r>
          </w:p>
        </w:tc>
      </w:tr>
      <w:tr w:rsidR="001C5195" w:rsidRPr="00A7716E" w14:paraId="3446F4B8" w14:textId="77777777" w:rsidTr="001C5195">
        <w:trPr>
          <w:trHeight w:val="174"/>
        </w:trPr>
        <w:tc>
          <w:tcPr>
            <w:tcW w:w="618" w:type="dxa"/>
            <w:tcBorders>
              <w:top w:val="single" w:sz="4" w:space="0" w:color="C0C0C0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05895C31" w14:textId="77777777" w:rsidR="001C5195" w:rsidRPr="00EA704F" w:rsidRDefault="001C5195" w:rsidP="00B74243">
            <w:pPr>
              <w:pStyle w:val="PargrafodaLista"/>
              <w:numPr>
                <w:ilvl w:val="0"/>
                <w:numId w:val="46"/>
              </w:num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A27B54" w14:textId="77777777" w:rsidR="001C5195" w:rsidRPr="00556114" w:rsidRDefault="00611F75" w:rsidP="001C5195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1C5195">
              <w:rPr>
                <w:rFonts w:ascii="Arial" w:hAnsi="Arial" w:cs="Arial"/>
                <w:sz w:val="18"/>
                <w:szCs w:val="18"/>
              </w:rPr>
              <w:t xml:space="preserve"> DO </w:t>
            </w:r>
            <w:r>
              <w:rPr>
                <w:rFonts w:ascii="Arial" w:hAnsi="Arial" w:cs="Arial"/>
                <w:sz w:val="18"/>
                <w:szCs w:val="18"/>
              </w:rPr>
              <w:t xml:space="preserve">aprova </w:t>
            </w:r>
            <w:r w:rsidR="001C5195">
              <w:rPr>
                <w:rFonts w:ascii="Arial" w:hAnsi="Arial" w:cs="Arial"/>
                <w:sz w:val="18"/>
                <w:szCs w:val="18"/>
              </w:rPr>
              <w:t>a execução sem ressalv</w:t>
            </w:r>
            <w:r w:rsidR="001C5195" w:rsidRPr="00EA704F">
              <w:rPr>
                <w:rFonts w:ascii="Arial" w:hAnsi="Arial" w:cs="Arial"/>
                <w:sz w:val="18"/>
                <w:szCs w:val="18"/>
              </w:rPr>
              <w:t>as</w:t>
            </w:r>
            <w:r w:rsidR="00ED7B1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161E97B" w14:textId="0A9E3572" w:rsidR="001C5195" w:rsidRPr="00556114" w:rsidRDefault="001C5195" w:rsidP="001C5195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object w:dxaOrig="1440" w:dyaOrig="1440" w14:anchorId="64F503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style="width:10.2pt;height:9.6pt" o:ole="">
                  <v:imagedata r:id="rId9" o:title=""/>
                </v:shape>
                <w:control r:id="rId10" w:name="OptionButton1" w:shapeid="_x0000_i1040"/>
              </w:object>
            </w:r>
          </w:p>
        </w:tc>
      </w:tr>
      <w:tr w:rsidR="001C5195" w:rsidRPr="00A7716E" w14:paraId="5079D59E" w14:textId="77777777" w:rsidTr="001C5195">
        <w:trPr>
          <w:trHeight w:val="284"/>
        </w:trPr>
        <w:tc>
          <w:tcPr>
            <w:tcW w:w="618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2126FE67" w14:textId="77777777" w:rsidR="001C5195" w:rsidRPr="00EA704F" w:rsidRDefault="001C5195" w:rsidP="00B74243">
            <w:pPr>
              <w:pStyle w:val="PargrafodaLista"/>
              <w:numPr>
                <w:ilvl w:val="0"/>
                <w:numId w:val="46"/>
              </w:num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FFA7ACD" w14:textId="77777777" w:rsidR="001C5195" w:rsidRPr="00556114" w:rsidRDefault="00611F75" w:rsidP="00611F75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1C5195">
              <w:rPr>
                <w:rFonts w:ascii="Arial" w:hAnsi="Arial" w:cs="Arial"/>
                <w:sz w:val="18"/>
                <w:szCs w:val="18"/>
              </w:rPr>
              <w:t xml:space="preserve"> DO </w:t>
            </w:r>
            <w:r>
              <w:rPr>
                <w:rFonts w:ascii="Arial" w:hAnsi="Arial" w:cs="Arial"/>
                <w:sz w:val="18"/>
                <w:szCs w:val="18"/>
              </w:rPr>
              <w:t xml:space="preserve">aprova </w:t>
            </w:r>
            <w:r w:rsidR="001C5195">
              <w:rPr>
                <w:rFonts w:ascii="Arial" w:hAnsi="Arial" w:cs="Arial"/>
                <w:sz w:val="18"/>
                <w:szCs w:val="18"/>
              </w:rPr>
              <w:t>a execução com ressalv</w:t>
            </w:r>
            <w:r w:rsidR="001C5195" w:rsidRPr="00EA704F">
              <w:rPr>
                <w:rFonts w:ascii="Arial" w:hAnsi="Arial" w:cs="Arial"/>
                <w:sz w:val="18"/>
                <w:szCs w:val="18"/>
              </w:rPr>
              <w:t>as (</w:t>
            </w:r>
            <w:r w:rsidR="00ED7B1E">
              <w:rPr>
                <w:rFonts w:ascii="Arial" w:hAnsi="Arial" w:cs="Arial"/>
                <w:sz w:val="18"/>
                <w:szCs w:val="18"/>
              </w:rPr>
              <w:t xml:space="preserve">indicadas pela EF </w:t>
            </w:r>
            <w:r>
              <w:rPr>
                <w:rFonts w:ascii="Arial" w:hAnsi="Arial" w:cs="Arial"/>
                <w:sz w:val="18"/>
                <w:szCs w:val="18"/>
              </w:rPr>
              <w:t>na Parte II</w:t>
            </w:r>
            <w:r w:rsidR="001C5195" w:rsidRPr="00EA704F">
              <w:rPr>
                <w:rFonts w:ascii="Arial" w:hAnsi="Arial" w:cs="Arial"/>
                <w:sz w:val="18"/>
                <w:szCs w:val="18"/>
              </w:rPr>
              <w:t>)</w:t>
            </w:r>
            <w:r w:rsidR="00ED7B1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45EBF4" w14:textId="657E3A00" w:rsidR="001C5195" w:rsidRPr="00556114" w:rsidRDefault="001C5195" w:rsidP="001C5195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object w:dxaOrig="1440" w:dyaOrig="1440" w14:anchorId="26A4D97E">
                <v:shape id="_x0000_i1042" type="#_x0000_t75" style="width:10.2pt;height:9.6pt" o:ole="">
                  <v:imagedata r:id="rId11" o:title=""/>
                </v:shape>
                <w:control r:id="rId12" w:name="OptionButton11" w:shapeid="_x0000_i1042"/>
              </w:object>
            </w:r>
          </w:p>
        </w:tc>
      </w:tr>
      <w:tr w:rsidR="001C5195" w:rsidRPr="00A7716E" w14:paraId="7DC6E32B" w14:textId="77777777" w:rsidTr="001C5195">
        <w:trPr>
          <w:trHeight w:val="284"/>
        </w:trPr>
        <w:tc>
          <w:tcPr>
            <w:tcW w:w="618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6D04F07A" w14:textId="77777777" w:rsidR="001C5195" w:rsidRPr="00EA704F" w:rsidRDefault="001C5195" w:rsidP="00B74243">
            <w:pPr>
              <w:pStyle w:val="PargrafodaLista"/>
              <w:numPr>
                <w:ilvl w:val="0"/>
                <w:numId w:val="46"/>
              </w:num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18A6F9A" w14:textId="77777777" w:rsidR="001C5195" w:rsidRPr="00556114" w:rsidRDefault="00ED7B1E" w:rsidP="00ED7B1E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 DO aprova a execução com ressalv</w:t>
            </w:r>
            <w:r w:rsidRPr="00EA704F">
              <w:rPr>
                <w:rFonts w:ascii="Arial" w:hAnsi="Arial" w:cs="Arial"/>
                <w:sz w:val="18"/>
                <w:szCs w:val="18"/>
              </w:rPr>
              <w:t>as (</w:t>
            </w:r>
            <w:r>
              <w:rPr>
                <w:rFonts w:ascii="Arial" w:hAnsi="Arial" w:cs="Arial"/>
                <w:sz w:val="18"/>
                <w:szCs w:val="18"/>
              </w:rPr>
              <w:t>acima indicadas</w:t>
            </w:r>
            <w:r w:rsidR="00577CF5">
              <w:rPr>
                <w:rFonts w:ascii="Arial" w:hAnsi="Arial" w:cs="Arial"/>
                <w:sz w:val="18"/>
                <w:szCs w:val="18"/>
              </w:rPr>
              <w:t xml:space="preserve"> em “observações”</w:t>
            </w:r>
            <w:r w:rsidRPr="00EA704F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6E86DBD" w14:textId="6DD39F82" w:rsidR="001C5195" w:rsidRPr="00556114" w:rsidRDefault="001C5195" w:rsidP="001C5195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object w:dxaOrig="1440" w:dyaOrig="1440" w14:anchorId="1D387F4E">
                <v:shape id="_x0000_i1044" type="#_x0000_t75" style="width:10.2pt;height:9.6pt" o:ole="">
                  <v:imagedata r:id="rId11" o:title=""/>
                </v:shape>
                <w:control r:id="rId13" w:name="OptionButton12" w:shapeid="_x0000_i1044"/>
              </w:object>
            </w:r>
          </w:p>
        </w:tc>
      </w:tr>
      <w:tr w:rsidR="00B74243" w:rsidRPr="00A7716E" w14:paraId="566C061A" w14:textId="77777777" w:rsidTr="001C5195">
        <w:trPr>
          <w:trHeight w:val="284"/>
        </w:trPr>
        <w:tc>
          <w:tcPr>
            <w:tcW w:w="618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5205DDF5" w14:textId="77777777" w:rsidR="00B74243" w:rsidRPr="00EA704F" w:rsidRDefault="00B74243" w:rsidP="00B74243">
            <w:pPr>
              <w:pStyle w:val="PargrafodaLista"/>
              <w:numPr>
                <w:ilvl w:val="0"/>
                <w:numId w:val="46"/>
              </w:num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620EB3A" w14:textId="77777777" w:rsidR="00B74243" w:rsidRDefault="00B74243" w:rsidP="00B74243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EA704F">
              <w:rPr>
                <w:rFonts w:ascii="Arial" w:hAnsi="Arial" w:cs="Arial"/>
                <w:sz w:val="18"/>
                <w:szCs w:val="18"/>
              </w:rPr>
              <w:t xml:space="preserve"> DO não </w:t>
            </w:r>
            <w:r>
              <w:rPr>
                <w:rFonts w:ascii="Arial" w:hAnsi="Arial" w:cs="Arial"/>
                <w:sz w:val="18"/>
                <w:szCs w:val="18"/>
              </w:rPr>
              <w:t xml:space="preserve">aprova a </w:t>
            </w:r>
            <w:r w:rsidRPr="00EA704F">
              <w:rPr>
                <w:rFonts w:ascii="Arial" w:hAnsi="Arial" w:cs="Arial"/>
                <w:sz w:val="18"/>
                <w:szCs w:val="18"/>
              </w:rPr>
              <w:t>execução (</w:t>
            </w:r>
            <w:r>
              <w:rPr>
                <w:rFonts w:ascii="Arial" w:hAnsi="Arial" w:cs="Arial"/>
                <w:sz w:val="18"/>
                <w:szCs w:val="18"/>
              </w:rPr>
              <w:t>justificação</w:t>
            </w:r>
            <w:r w:rsidRPr="00EA704F">
              <w:rPr>
                <w:rFonts w:ascii="Arial" w:hAnsi="Arial" w:cs="Arial"/>
                <w:sz w:val="18"/>
                <w:szCs w:val="18"/>
              </w:rPr>
              <w:t xml:space="preserve"> acima</w:t>
            </w:r>
            <w:r w:rsidR="00577CF5">
              <w:rPr>
                <w:rFonts w:ascii="Arial" w:hAnsi="Arial" w:cs="Arial"/>
                <w:sz w:val="18"/>
                <w:szCs w:val="18"/>
              </w:rPr>
              <w:t xml:space="preserve"> em “observações”)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ECE722" w14:textId="2F11396F" w:rsidR="00B74243" w:rsidRPr="00556114" w:rsidRDefault="00B74243" w:rsidP="00B74243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object w:dxaOrig="1440" w:dyaOrig="1440" w14:anchorId="1B78A695">
                <v:shape id="_x0000_i1046" type="#_x0000_t75" style="width:10.2pt;height:9.6pt" o:ole="">
                  <v:imagedata r:id="rId11" o:title=""/>
                </v:shape>
                <w:control r:id="rId14" w:name="OptionButton121" w:shapeid="_x0000_i1046"/>
              </w:object>
            </w:r>
          </w:p>
        </w:tc>
      </w:tr>
      <w:tr w:rsidR="00B74243" w:rsidRPr="00A7716E" w14:paraId="115A4261" w14:textId="77777777" w:rsidTr="001C5195">
        <w:trPr>
          <w:trHeight w:val="284"/>
        </w:trPr>
        <w:tc>
          <w:tcPr>
            <w:tcW w:w="618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0932EBF0" w14:textId="77777777" w:rsidR="00B74243" w:rsidRPr="00EA704F" w:rsidRDefault="00B74243" w:rsidP="00B74243">
            <w:pPr>
              <w:pStyle w:val="PargrafodaLista"/>
              <w:numPr>
                <w:ilvl w:val="0"/>
                <w:numId w:val="46"/>
              </w:num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921D86" w14:textId="77777777" w:rsidR="00B74243" w:rsidRPr="00556114" w:rsidRDefault="00B74243" w:rsidP="00B74243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 DO devolve o processo à EF para reformulação </w:t>
            </w:r>
            <w:r w:rsidRPr="00EA704F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justificação acima</w:t>
            </w:r>
            <w:r w:rsidR="00577CF5">
              <w:rPr>
                <w:rFonts w:ascii="Arial" w:hAnsi="Arial" w:cs="Arial"/>
                <w:sz w:val="18"/>
                <w:szCs w:val="18"/>
              </w:rPr>
              <w:t xml:space="preserve"> em “observações”</w:t>
            </w:r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70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834E28" w14:textId="2FBB0366" w:rsidR="00B74243" w:rsidRPr="00556114" w:rsidRDefault="00B74243" w:rsidP="00B74243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object w:dxaOrig="1440" w:dyaOrig="1440" w14:anchorId="7E9B7466">
                <v:shape id="_x0000_i1048" type="#_x0000_t75" style="width:10.2pt;height:9.6pt" o:ole="">
                  <v:imagedata r:id="rId11" o:title=""/>
                </v:shape>
                <w:control r:id="rId15" w:name="OptionButton131" w:shapeid="_x0000_i1048"/>
              </w:object>
            </w:r>
          </w:p>
        </w:tc>
      </w:tr>
      <w:tr w:rsidR="00B74243" w:rsidRPr="00A7716E" w14:paraId="5958F1CD" w14:textId="77777777" w:rsidTr="00264719">
        <w:trPr>
          <w:trHeight w:val="284"/>
        </w:trPr>
        <w:tc>
          <w:tcPr>
            <w:tcW w:w="618" w:type="dxa"/>
            <w:tcBorders>
              <w:top w:val="single" w:sz="4" w:space="0" w:color="F2F2F2" w:themeColor="background1" w:themeShade="F2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EB14D1E" w14:textId="77777777" w:rsidR="00B74243" w:rsidRPr="00EA704F" w:rsidRDefault="00B74243" w:rsidP="00B74243">
            <w:pPr>
              <w:pStyle w:val="PargrafodaLista"/>
              <w:numPr>
                <w:ilvl w:val="0"/>
                <w:numId w:val="46"/>
              </w:num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2E8557D" w14:textId="77777777" w:rsidR="00B74243" w:rsidRPr="00556114" w:rsidRDefault="00B74243" w:rsidP="00B74243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 DO …</w:t>
            </w:r>
          </w:p>
        </w:tc>
        <w:tc>
          <w:tcPr>
            <w:tcW w:w="70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6244ADE" w14:textId="466483D0" w:rsidR="00B74243" w:rsidRPr="00556114" w:rsidRDefault="00B74243" w:rsidP="00B74243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object w:dxaOrig="1440" w:dyaOrig="1440" w14:anchorId="2CCD57D4">
                <v:shape id="_x0000_i1050" type="#_x0000_t75" style="width:10.2pt;height:9.6pt" o:ole="">
                  <v:imagedata r:id="rId11" o:title=""/>
                </v:shape>
                <w:control r:id="rId16" w:name="OptionButton13" w:shapeid="_x0000_i1050"/>
              </w:object>
            </w:r>
          </w:p>
        </w:tc>
      </w:tr>
    </w:tbl>
    <w:p w14:paraId="44413D6F" w14:textId="77777777" w:rsidR="00687219" w:rsidRDefault="00687219" w:rsidP="001C5195">
      <w:pPr>
        <w:pStyle w:val="AllCapsHeading"/>
        <w:rPr>
          <w:rFonts w:ascii="Arial" w:hAnsi="Arial" w:cs="Arial"/>
          <w:sz w:val="12"/>
          <w:szCs w:val="12"/>
        </w:rPr>
      </w:pPr>
    </w:p>
    <w:tbl>
      <w:tblPr>
        <w:tblW w:w="9974" w:type="dxa"/>
        <w:tblInd w:w="-56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  <w:tblCaption w:val="SIM"/>
      </w:tblPr>
      <w:tblGrid>
        <w:gridCol w:w="1185"/>
        <w:gridCol w:w="1701"/>
        <w:gridCol w:w="2552"/>
        <w:gridCol w:w="1843"/>
        <w:gridCol w:w="2693"/>
      </w:tblGrid>
      <w:tr w:rsidR="00687219" w:rsidRPr="003938ED" w14:paraId="18567ABC" w14:textId="77777777" w:rsidTr="00611F75">
        <w:trPr>
          <w:trHeight w:val="284"/>
        </w:trPr>
        <w:tc>
          <w:tcPr>
            <w:tcW w:w="997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8F8F8"/>
            <w:vAlign w:val="center"/>
          </w:tcPr>
          <w:p w14:paraId="15DE9DC0" w14:textId="77777777" w:rsidR="00687219" w:rsidRPr="009A25B5" w:rsidRDefault="00611F75" w:rsidP="00687219">
            <w:pPr>
              <w:pStyle w:val="PargrafodaLista"/>
              <w:numPr>
                <w:ilvl w:val="0"/>
                <w:numId w:val="39"/>
              </w:numPr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</w:pPr>
            <w:r>
              <w:rPr>
                <w:rFonts w:ascii="Arial Narrow" w:hAnsi="Arial Narrow" w:cs="Arial"/>
                <w:b/>
                <w:spacing w:val="4"/>
                <w:sz w:val="20"/>
                <w:lang w:bidi="en-US"/>
              </w:rPr>
              <w:t>O Dono da Obra</w:t>
            </w:r>
          </w:p>
        </w:tc>
      </w:tr>
      <w:tr w:rsidR="00687219" w:rsidRPr="00A7716E" w14:paraId="221BD077" w14:textId="77777777" w:rsidTr="00611F75">
        <w:trPr>
          <w:trHeight w:val="284"/>
        </w:trPr>
        <w:tc>
          <w:tcPr>
            <w:tcW w:w="11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8AF49AD" w14:textId="77777777" w:rsidR="00687219" w:rsidRPr="004360E7" w:rsidRDefault="00687219" w:rsidP="00621641">
            <w:pPr>
              <w:tabs>
                <w:tab w:val="left" w:pos="-1985"/>
              </w:tabs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7AA415A" w14:textId="77777777" w:rsidR="00687219" w:rsidRPr="001E6BD6" w:rsidRDefault="00687219" w:rsidP="00621641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Nome</w:t>
            </w:r>
          </w:p>
        </w:tc>
        <w:tc>
          <w:tcPr>
            <w:tcW w:w="2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99C275" w14:textId="77777777" w:rsidR="00687219" w:rsidRPr="001E6BD6" w:rsidRDefault="00687219" w:rsidP="00621641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Função</w:t>
            </w:r>
          </w:p>
        </w:tc>
        <w:tc>
          <w:tcPr>
            <w:tcW w:w="18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AC5D527" w14:textId="77777777" w:rsidR="00687219" w:rsidRPr="001E6BD6" w:rsidRDefault="00687219" w:rsidP="00621641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Data</w:t>
            </w:r>
          </w:p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28EFA0E" w14:textId="0A13BE9C" w:rsidR="00687219" w:rsidRPr="001E6BD6" w:rsidRDefault="00687219" w:rsidP="00621641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Assinatura</w:t>
            </w:r>
            <w:r w:rsidR="00A62D0D">
              <w:rPr>
                <w:rFonts w:ascii="Arial Narrow" w:hAnsi="Arial Narrow" w:cs="Arial"/>
                <w:sz w:val="20"/>
                <w:szCs w:val="16"/>
              </w:rPr>
              <w:t xml:space="preserve"> digital</w:t>
            </w:r>
          </w:p>
        </w:tc>
      </w:tr>
      <w:tr w:rsidR="00687219" w:rsidRPr="00A7716E" w14:paraId="4998E38C" w14:textId="77777777" w:rsidTr="00611F75">
        <w:trPr>
          <w:trHeight w:val="284"/>
        </w:trPr>
        <w:tc>
          <w:tcPr>
            <w:tcW w:w="11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01935DB" w14:textId="77777777" w:rsidR="00687219" w:rsidRPr="001E6BD6" w:rsidRDefault="00687219" w:rsidP="00687219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Elaborou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233D71F" w14:textId="77777777" w:rsidR="00687219" w:rsidRPr="004360E7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9D07B75" w14:textId="77777777" w:rsidR="00687219" w:rsidRPr="004360E7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017537711"/>
              <w:placeholder>
                <w:docPart w:val="CB43C3EC113D4F94B1108161CC92AE5D"/>
              </w:placeholder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6E1CFE03" w14:textId="77777777" w:rsidR="00687219" w:rsidRPr="007A6AE5" w:rsidRDefault="00687219" w:rsidP="00687219">
                <w:pPr>
                  <w:spacing w:before="60" w:after="60" w:line="259" w:lineRule="auto"/>
                  <w:ind w:left="184"/>
                  <w:jc w:val="left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 w:rsidRPr="00332909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949A702" w14:textId="3C39EA5C" w:rsidR="00687219" w:rsidRPr="004360E7" w:rsidRDefault="00F124C8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0FBB4F39">
                <v:shape id="_x0000_i1037" type="#_x0000_t75" alt="Linha de Assinatura do Microsoft Office..." style="width:126.6pt;height:30pt">
                  <v:imagedata r:id="rId17" o:title=""/>
                  <o:lock v:ext="edit" ungrouping="t" rotation="t" cropping="t" verticies="t" text="t" grouping="t"/>
                  <o:signatureline v:ext="edit" id="{562A5C5E-6ACC-4DB6-8056-3DA75C63788C}" provid="{00000000-0000-0000-0000-000000000000}" issignatureline="t"/>
                </v:shape>
              </w:pict>
            </w:r>
          </w:p>
        </w:tc>
      </w:tr>
      <w:tr w:rsidR="00687219" w:rsidRPr="00A7716E" w14:paraId="55CE74A0" w14:textId="77777777" w:rsidTr="00611F75">
        <w:trPr>
          <w:trHeight w:val="284"/>
        </w:trPr>
        <w:tc>
          <w:tcPr>
            <w:tcW w:w="11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95E5A50" w14:textId="77777777" w:rsidR="00687219" w:rsidRPr="001E6BD6" w:rsidRDefault="00687219" w:rsidP="00687219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Verificou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3BB6A7C" w14:textId="77777777" w:rsidR="00687219" w:rsidRPr="004360E7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F0CC19" w14:textId="77777777" w:rsidR="00687219" w:rsidRPr="004360E7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707494742"/>
              <w:placeholder>
                <w:docPart w:val="B962A2F56B5D4B6989984F35A5A50567"/>
              </w:placeholder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7BD2A5A2" w14:textId="77777777" w:rsidR="00687219" w:rsidRPr="007A6AE5" w:rsidRDefault="00687219" w:rsidP="00687219">
                <w:pPr>
                  <w:spacing w:before="60" w:after="60"/>
                  <w:ind w:left="184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</w:sdtContent>
          </w:sdt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292DCA" w14:textId="5BE589A5" w:rsidR="00687219" w:rsidRPr="004360E7" w:rsidRDefault="00F124C8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1B4C5F02">
                <v:shape id="_x0000_i1038" type="#_x0000_t75" alt="Linha de Assinatura do Microsoft Office..." style="width:126.6pt;height:30pt">
                  <v:imagedata r:id="rId17" o:title=""/>
                  <o:lock v:ext="edit" ungrouping="t" rotation="t" cropping="t" verticies="t" text="t" grouping="t"/>
                  <o:signatureline v:ext="edit" id="{4D529D6A-3B51-4A50-9616-7DD6DC137C5E}" provid="{00000000-0000-0000-0000-000000000000}" issignatureline="t"/>
                </v:shape>
              </w:pict>
            </w:r>
          </w:p>
        </w:tc>
      </w:tr>
      <w:tr w:rsidR="00687219" w:rsidRPr="00A7716E" w14:paraId="1FB05EAE" w14:textId="77777777" w:rsidTr="00611F75">
        <w:trPr>
          <w:trHeight w:val="284"/>
        </w:trPr>
        <w:tc>
          <w:tcPr>
            <w:tcW w:w="11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C5CFA96" w14:textId="77777777" w:rsidR="00687219" w:rsidRPr="001E6BD6" w:rsidRDefault="00687219" w:rsidP="00687219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Aprovou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6062BE0" w14:textId="42D8C18F" w:rsidR="00687219" w:rsidRPr="004360E7" w:rsidRDefault="00687219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CE130D" w14:textId="1C7DC4C2" w:rsidR="00687219" w:rsidRPr="004360E7" w:rsidRDefault="00611F75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Gestor de </w:t>
            </w:r>
            <w:r w:rsidR="00250E29">
              <w:rPr>
                <w:rFonts w:ascii="Arial" w:hAnsi="Arial" w:cs="Arial"/>
                <w:sz w:val="18"/>
                <w:szCs w:val="16"/>
              </w:rPr>
              <w:t>Contrato</w:t>
            </w:r>
          </w:p>
        </w:tc>
        <w:tc>
          <w:tcPr>
            <w:tcW w:w="18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246345751"/>
              <w:placeholder>
                <w:docPart w:val="DB1FA48A101A445BAFF414E16A5CD9E8"/>
              </w:placeholder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7DBDE263" w14:textId="77777777" w:rsidR="00687219" w:rsidRPr="00CD14C3" w:rsidRDefault="00687219" w:rsidP="00687219">
                <w:pPr>
                  <w:spacing w:before="60" w:after="60"/>
                  <w:ind w:left="184"/>
                  <w:rPr>
                    <w:rFonts w:ascii="Arial" w:hAnsi="Arial" w:cs="Arial"/>
                    <w:sz w:val="18"/>
                    <w:szCs w:val="18"/>
                  </w:rPr>
                </w:pPr>
                <w:proofErr w:type="spellStart"/>
                <w:r w:rsidRPr="00CD14C3">
                  <w:rPr>
                    <w:rFonts w:ascii="Arial" w:hAnsi="Arial" w:cs="Arial"/>
                    <w:sz w:val="18"/>
                    <w:szCs w:val="18"/>
                  </w:rPr>
                  <w:t>aaaa</w:t>
                </w:r>
                <w:proofErr w:type="spellEnd"/>
                <w:r w:rsidRPr="00CD14C3">
                  <w:rPr>
                    <w:rFonts w:ascii="Arial" w:hAnsi="Arial" w:cs="Arial"/>
                    <w:sz w:val="18"/>
                    <w:szCs w:val="18"/>
                  </w:rPr>
                  <w:t>-mm-</w:t>
                </w:r>
                <w:proofErr w:type="spellStart"/>
                <w:r w:rsidRPr="00CD14C3">
                  <w:rPr>
                    <w:rFonts w:ascii="Arial" w:hAnsi="Arial" w:cs="Arial"/>
                    <w:sz w:val="18"/>
                    <w:szCs w:val="18"/>
                  </w:rPr>
                  <w:t>dd</w:t>
                </w:r>
                <w:proofErr w:type="spellEnd"/>
                <w:r w:rsidRPr="00CD14C3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A2FC27" w14:textId="6259874C" w:rsidR="00687219" w:rsidRPr="004360E7" w:rsidRDefault="00F124C8" w:rsidP="0068721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0FDE6872">
                <v:shape id="_x0000_i1039" type="#_x0000_t75" alt="Linha de Assinatura do Microsoft Office..." style="width:126.6pt;height:30pt">
                  <v:imagedata r:id="rId17" o:title=""/>
                  <o:lock v:ext="edit" ungrouping="t" rotation="t" cropping="t" verticies="t" text="t" grouping="t"/>
                  <o:signatureline v:ext="edit" id="{7AA9F24D-A6B5-4786-8691-D32ABE15E5E7}" provid="{00000000-0000-0000-0000-000000000000}" issignatureline="t"/>
                </v:shape>
              </w:pict>
            </w:r>
          </w:p>
        </w:tc>
      </w:tr>
    </w:tbl>
    <w:p w14:paraId="4C2CEC16" w14:textId="77777777" w:rsidR="001C5195" w:rsidRDefault="001C5195" w:rsidP="001C5195">
      <w:pPr>
        <w:pStyle w:val="AllCapsHeading"/>
        <w:rPr>
          <w:rFonts w:ascii="Arial" w:hAnsi="Arial" w:cs="Arial"/>
          <w:sz w:val="12"/>
          <w:szCs w:val="12"/>
          <w:lang w:val="pt-PT"/>
        </w:rPr>
      </w:pPr>
    </w:p>
    <w:p w14:paraId="7269EEA4" w14:textId="77777777" w:rsidR="00264719" w:rsidRPr="00687219" w:rsidRDefault="00264719" w:rsidP="001C5195">
      <w:pPr>
        <w:pStyle w:val="AllCapsHeading"/>
        <w:rPr>
          <w:rFonts w:ascii="Arial" w:hAnsi="Arial" w:cs="Arial"/>
          <w:sz w:val="12"/>
          <w:szCs w:val="12"/>
          <w:lang w:val="pt-PT"/>
        </w:rPr>
      </w:pPr>
    </w:p>
    <w:sectPr w:rsidR="00264719" w:rsidRPr="00687219" w:rsidSect="00DB267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13" w:h="16834"/>
      <w:pgMar w:top="680" w:right="573" w:bottom="567" w:left="1418" w:header="680" w:footer="629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5F1D7" w14:textId="77777777" w:rsidR="00264719" w:rsidRDefault="00264719">
      <w:r>
        <w:separator/>
      </w:r>
    </w:p>
  </w:endnote>
  <w:endnote w:type="continuationSeparator" w:id="0">
    <w:p w14:paraId="68BCA3EF" w14:textId="77777777" w:rsidR="00264719" w:rsidRDefault="0026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A2C6" w14:textId="77777777" w:rsidR="005A386B" w:rsidRDefault="005A386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93380" w14:textId="3DCFA214" w:rsidR="00264719" w:rsidRPr="00F935F3" w:rsidRDefault="00264719" w:rsidP="009252A4">
    <w:pPr>
      <w:pStyle w:val="Rodap"/>
      <w:pBdr>
        <w:top w:val="single" w:sz="6" w:space="6" w:color="A6A6A6" w:themeColor="background1" w:themeShade="A6"/>
      </w:pBdr>
      <w:tabs>
        <w:tab w:val="left" w:pos="9072"/>
        <w:tab w:val="right" w:pos="9922"/>
      </w:tabs>
      <w:ind w:left="-142"/>
      <w:jc w:val="left"/>
      <w:rPr>
        <w:rFonts w:ascii="Arial" w:hAnsi="Arial"/>
        <w:sz w:val="16"/>
        <w:szCs w:val="16"/>
      </w:rPr>
    </w:pPr>
    <w:r w:rsidRPr="00F935F3">
      <w:rPr>
        <w:noProof/>
        <w:sz w:val="16"/>
        <w:szCs w:val="16"/>
        <w:lang w:eastAsia="pt-P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81EAE5" wp14:editId="281D12A8">
              <wp:simplePos x="0" y="0"/>
              <wp:positionH relativeFrom="column">
                <wp:posOffset>6046470</wp:posOffset>
              </wp:positionH>
              <wp:positionV relativeFrom="paragraph">
                <wp:posOffset>73660</wp:posOffset>
              </wp:positionV>
              <wp:extent cx="239395" cy="178435"/>
              <wp:effectExtent l="0" t="0" r="8255" b="0"/>
              <wp:wrapSquare wrapText="bothSides"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9395" cy="178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7E618B19" w14:textId="77777777" w:rsidR="00264719" w:rsidRPr="00335EFE" w:rsidRDefault="00264719" w:rsidP="0007214E">
                          <w:pPr>
                            <w:tabs>
                              <w:tab w:val="right" w:pos="8550"/>
                            </w:tabs>
                            <w:spacing w:line="100" w:lineRule="atLeast"/>
                            <w:rPr>
                              <w:rFonts w:ascii="Arial" w:hAnsi="Arial" w:cs="Arial"/>
                            </w:rPr>
                          </w:pP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begin"/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separate"/>
                          </w:r>
                          <w:r w:rsidR="00577CF5">
                            <w:rPr>
                              <w:rFonts w:ascii="Arial" w:hAnsi="Arial" w:cs="Arial"/>
                              <w:b/>
                              <w:noProof/>
                              <w:sz w:val="20"/>
                            </w:rPr>
                            <w:t>1</w:t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end"/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</w:rPr>
                            <w:t>.</w: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begin"/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instrText xml:space="preserve"> NUMPAGES </w:instrTex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separate"/>
                          </w:r>
                          <w:r w:rsidR="00577CF5">
                            <w:rPr>
                              <w:rFonts w:ascii="Arial" w:hAnsi="Arial" w:cs="Arial"/>
                              <w:b/>
                              <w:noProof/>
                              <w:color w:val="7F7F7F"/>
                              <w:sz w:val="20"/>
                              <w:vertAlign w:val="superscript"/>
                            </w:rPr>
                            <w:t>1</w: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w14:anchorId="72D91E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6.1pt;margin-top:5.8pt;width:18.85pt;height:14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" stroked="f">
              <v:textbox inset="0,0,0,0">
                <w:txbxContent>
                  <w:p w:rsidR="00264719" w:rsidRPr="00335EFE" w:rsidRDefault="00264719" w:rsidP="0007214E">
                    <w:pPr>
                      <w:tabs>
                        <w:tab w:val="right" w:pos="8550"/>
                      </w:tabs>
                      <w:spacing w:line="100" w:lineRule="atLeast"/>
                      <w:rPr>
                        <w:rFonts w:ascii="Arial" w:hAnsi="Arial" w:cs="Arial"/>
                      </w:rPr>
                    </w:pP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begin"/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instrText xml:space="preserve"> PAGE </w:instrText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separate"/>
                    </w:r>
                    <w:r w:rsidR="00577CF5">
                      <w:rPr>
                        <w:rFonts w:ascii="Arial" w:hAnsi="Arial" w:cs="Arial"/>
                        <w:b/>
                        <w:noProof/>
                        <w:sz w:val="20"/>
                      </w:rPr>
                      <w:t>1</w:t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end"/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</w:rPr>
                      <w:t>.</w: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begin"/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instrText xml:space="preserve"> NUMPAGES </w:instrTex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separate"/>
                    </w:r>
                    <w:r w:rsidR="00577CF5">
                      <w:rPr>
                        <w:rFonts w:ascii="Arial" w:hAnsi="Arial" w:cs="Arial"/>
                        <w:b/>
                        <w:noProof/>
                        <w:color w:val="7F7F7F"/>
                        <w:sz w:val="20"/>
                        <w:vertAlign w:val="superscript"/>
                      </w:rPr>
                      <w:t>1</w: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F935F3">
      <w:rPr>
        <w:rFonts w:ascii="Arial" w:hAnsi="Arial"/>
        <w:color w:val="808080" w:themeColor="background1" w:themeShade="80"/>
        <w:sz w:val="16"/>
        <w:szCs w:val="16"/>
      </w:rPr>
      <w:t>Ficheiro:..\\</w: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begin"/>
    </w:r>
    <w:r w:rsidRPr="00F935F3">
      <w:rPr>
        <w:rFonts w:ascii="Arial" w:hAnsi="Arial"/>
        <w:color w:val="808080" w:themeColor="background1" w:themeShade="80"/>
        <w:sz w:val="16"/>
        <w:szCs w:val="16"/>
      </w:rPr>
      <w:instrText xml:space="preserve"> FILENAME   \* MERGEFORMAT </w:instrTex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separate"/>
    </w:r>
    <w:r w:rsidR="00F124C8">
      <w:rPr>
        <w:rFonts w:ascii="Arial" w:hAnsi="Arial"/>
        <w:noProof/>
        <w:color w:val="808080" w:themeColor="background1" w:themeShade="80"/>
        <w:sz w:val="16"/>
        <w:szCs w:val="16"/>
      </w:rPr>
      <w:t>aammdd_DO-EE+EF_[Ref_DO]_Travessia_Céu_Aberto-Parte_III.docx</w: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end"/>
    </w:r>
    <w:r w:rsidRPr="00F935F3">
      <w:rPr>
        <w:rFonts w:ascii="Arial" w:hAnsi="Arial"/>
        <w:sz w:val="16"/>
        <w:szCs w:val="16"/>
      </w:rPr>
      <w:tab/>
    </w:r>
    <w:r w:rsidRPr="00F935F3">
      <w:rPr>
        <w:rFonts w:ascii="Arial" w:hAnsi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81EB3" w14:textId="77777777" w:rsidR="005A386B" w:rsidRDefault="005A38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BDCB" w14:textId="77777777" w:rsidR="00264719" w:rsidRDefault="00264719">
      <w:r>
        <w:separator/>
      </w:r>
    </w:p>
  </w:footnote>
  <w:footnote w:type="continuationSeparator" w:id="0">
    <w:p w14:paraId="5D04AB3B" w14:textId="77777777" w:rsidR="00264719" w:rsidRDefault="00264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8B0CA" w14:textId="77777777" w:rsidR="005A386B" w:rsidRDefault="005A386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50" w:type="dxa"/>
      <w:tblInd w:w="-35" w:type="dxa"/>
      <w:tblBorders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  <w:insideH w:val="single" w:sz="6" w:space="0" w:color="C0C0C0"/>
        <w:insideV w:val="single" w:sz="6" w:space="0" w:color="C0C0C0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728"/>
      <w:gridCol w:w="736"/>
      <w:gridCol w:w="2099"/>
      <w:gridCol w:w="993"/>
      <w:gridCol w:w="1984"/>
      <w:gridCol w:w="2410"/>
    </w:tblGrid>
    <w:tr w:rsidR="00264719" w:rsidRPr="00E4071A" w14:paraId="17AEC65C" w14:textId="77777777" w:rsidTr="007B2F1C">
      <w:trPr>
        <w:trHeight w:val="439"/>
      </w:trPr>
      <w:tc>
        <w:tcPr>
          <w:tcW w:w="1728" w:type="dxa"/>
          <w:vMerge w:val="restart"/>
        </w:tcPr>
        <w:p w14:paraId="26AAE8A4" w14:textId="77777777" w:rsidR="00264719" w:rsidRPr="00ED0E1F" w:rsidRDefault="00264719" w:rsidP="00ED0E1F">
          <w:r>
            <w:rPr>
              <w:rFonts w:ascii="Arial" w:hAnsi="Arial" w:cs="Arial"/>
              <w:noProof/>
              <w:sz w:val="20"/>
              <w:lang w:eastAsia="pt-PT"/>
            </w:rPr>
            <w:drawing>
              <wp:inline distT="0" distB="0" distL="0" distR="0" wp14:anchorId="49BD1574" wp14:editId="75ECD3B0">
                <wp:extent cx="1034415" cy="688975"/>
                <wp:effectExtent l="0" t="0" r="0" b="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P-LogoVert-RGB_300x200px300dpi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415" cy="688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gridSpan w:val="4"/>
          <w:vMerge w:val="restart"/>
        </w:tcPr>
        <w:p w14:paraId="05ABAC6E" w14:textId="77777777" w:rsidR="00264719" w:rsidRPr="00C9198A" w:rsidRDefault="00264719" w:rsidP="00C9198A">
          <w:pPr>
            <w:spacing w:before="80" w:after="40"/>
            <w:ind w:right="-108"/>
            <w:jc w:val="left"/>
            <w:rPr>
              <w:rFonts w:ascii="Arial" w:hAnsi="Arial" w:cs="Arial"/>
              <w:b/>
              <w:caps/>
              <w:sz w:val="19"/>
              <w:szCs w:val="19"/>
            </w:rPr>
          </w:pPr>
          <w:r w:rsidRPr="00C9198A">
            <w:rPr>
              <w:rFonts w:ascii="Arial" w:hAnsi="Arial" w:cs="Arial"/>
              <w:b/>
              <w:caps/>
              <w:sz w:val="19"/>
              <w:szCs w:val="19"/>
            </w:rPr>
            <w:t>Pedido Extraordinário de travessia a céu aberto</w:t>
          </w:r>
        </w:p>
        <w:p w14:paraId="2602AB10" w14:textId="67006976" w:rsidR="00264719" w:rsidRPr="007F193D" w:rsidRDefault="00250E29" w:rsidP="0086671C">
          <w:pPr>
            <w:spacing w:after="60"/>
            <w:jc w:val="left"/>
            <w:rPr>
              <w:rFonts w:ascii="Arial" w:hAnsi="Arial" w:cs="Arial"/>
              <w:b/>
              <w:i/>
              <w:sz w:val="20"/>
            </w:rPr>
          </w:pPr>
          <w:r w:rsidRPr="00B038E6">
            <w:rPr>
              <w:rFonts w:ascii="Arial" w:hAnsi="Arial" w:cs="Arial"/>
              <w:i/>
              <w:color w:val="808080" w:themeColor="background1" w:themeShade="80"/>
              <w:sz w:val="20"/>
              <w:highlight w:val="yellow"/>
            </w:rPr>
            <w:t>Designação do contrato</w:t>
          </w:r>
        </w:p>
      </w:tc>
      <w:tc>
        <w:tcPr>
          <w:tcW w:w="2410" w:type="dxa"/>
        </w:tcPr>
        <w:p w14:paraId="4F695A01" w14:textId="5E665DE9" w:rsidR="00264719" w:rsidRPr="00E4071A" w:rsidRDefault="00264719" w:rsidP="0086671C">
          <w:pPr>
            <w:spacing w:before="120" w:after="12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18"/>
            </w:rPr>
            <w:t xml:space="preserve">CONTRATO: </w:t>
          </w:r>
          <w:r w:rsidR="00250E29" w:rsidRPr="00B038E6">
            <w:rPr>
              <w:rFonts w:ascii="Arial" w:hAnsi="Arial" w:cs="Arial"/>
              <w:b/>
              <w:sz w:val="18"/>
              <w:highlight w:val="yellow"/>
            </w:rPr>
            <w:t>XXXXXXXX</w:t>
          </w:r>
        </w:p>
      </w:tc>
    </w:tr>
    <w:tr w:rsidR="00264719" w:rsidRPr="00E4071A" w14:paraId="77290568" w14:textId="77777777" w:rsidTr="007B2F1C">
      <w:trPr>
        <w:trHeight w:val="284"/>
      </w:trPr>
      <w:tc>
        <w:tcPr>
          <w:tcW w:w="1728" w:type="dxa"/>
          <w:vMerge/>
        </w:tcPr>
        <w:p w14:paraId="26FC83C7" w14:textId="77777777" w:rsidR="00264719" w:rsidRPr="00E4071A" w:rsidRDefault="00264719" w:rsidP="0086671C">
          <w:pPr>
            <w:rPr>
              <w:noProof/>
              <w:lang w:eastAsia="pt-PT"/>
            </w:rPr>
          </w:pPr>
        </w:p>
      </w:tc>
      <w:tc>
        <w:tcPr>
          <w:tcW w:w="5812" w:type="dxa"/>
          <w:gridSpan w:val="4"/>
          <w:vMerge/>
          <w:vAlign w:val="center"/>
        </w:tcPr>
        <w:p w14:paraId="4058204A" w14:textId="77777777" w:rsidR="00264719" w:rsidRPr="0007214E" w:rsidRDefault="00264719" w:rsidP="0086671C">
          <w:pPr>
            <w:spacing w:before="80" w:after="40"/>
            <w:ind w:right="-108"/>
            <w:jc w:val="left"/>
            <w:rPr>
              <w:rFonts w:ascii="Arial" w:hAnsi="Arial" w:cs="Arial"/>
              <w:b/>
              <w:caps/>
              <w:sz w:val="20"/>
            </w:rPr>
          </w:pPr>
        </w:p>
      </w:tc>
      <w:tc>
        <w:tcPr>
          <w:tcW w:w="2410" w:type="dxa"/>
        </w:tcPr>
        <w:p w14:paraId="0FDB9D2A" w14:textId="14BDF631" w:rsidR="00264719" w:rsidRPr="00ED0E1F" w:rsidRDefault="00250E29" w:rsidP="00ED0E1F">
          <w:pPr>
            <w:spacing w:before="160" w:after="120"/>
            <w:rPr>
              <w:rFonts w:ascii="Arial" w:hAnsi="Arial" w:cs="Arial"/>
              <w:b/>
              <w:spacing w:val="30"/>
              <w:sz w:val="20"/>
            </w:rPr>
          </w:pPr>
          <w:r w:rsidRPr="00D20FC5">
            <w:rPr>
              <w:rFonts w:ascii="Arial" w:hAnsi="Arial" w:cs="Arial"/>
              <w:b/>
              <w:sz w:val="18"/>
              <w:highlight w:val="yellow"/>
            </w:rPr>
            <w:t>Designação/Logo EE</w:t>
          </w:r>
        </w:p>
      </w:tc>
    </w:tr>
    <w:tr w:rsidR="00264719" w:rsidRPr="00E4071A" w14:paraId="7F443C4F" w14:textId="77777777" w:rsidTr="00CD14C3">
      <w:tblPrEx>
        <w:tblCellMar>
          <w:left w:w="108" w:type="dxa"/>
          <w:right w:w="108" w:type="dxa"/>
        </w:tblCellMar>
      </w:tblPrEx>
      <w:trPr>
        <w:trHeight w:val="482"/>
      </w:trPr>
      <w:tc>
        <w:tcPr>
          <w:tcW w:w="1728" w:type="dxa"/>
          <w:vMerge/>
        </w:tcPr>
        <w:p w14:paraId="7BC16CF9" w14:textId="77777777" w:rsidR="00264719" w:rsidRPr="00ED0E1F" w:rsidRDefault="00264719" w:rsidP="0086671C">
          <w:pPr>
            <w:spacing w:before="120"/>
            <w:ind w:right="-130"/>
            <w:rPr>
              <w:rFonts w:ascii="Arial" w:hAnsi="Arial" w:cs="Arial"/>
              <w:b/>
              <w:sz w:val="20"/>
            </w:rPr>
          </w:pPr>
        </w:p>
      </w:tc>
      <w:tc>
        <w:tcPr>
          <w:tcW w:w="736" w:type="dxa"/>
          <w:tcBorders>
            <w:right w:val="nil"/>
          </w:tcBorders>
          <w:vAlign w:val="center"/>
        </w:tcPr>
        <w:p w14:paraId="467E98F3" w14:textId="77777777" w:rsidR="00264719" w:rsidRPr="00DC71E3" w:rsidRDefault="00264719" w:rsidP="0086671C">
          <w:pPr>
            <w:pStyle w:val="Cabealho"/>
            <w:jc w:val="left"/>
            <w:rPr>
              <w:rFonts w:ascii="Arial" w:hAnsi="Arial" w:cs="Arial"/>
              <w:b w:val="0"/>
              <w:caps w:val="0"/>
              <w:sz w:val="18"/>
              <w:szCs w:val="18"/>
            </w:rPr>
          </w:pPr>
          <w:r w:rsidRPr="001E3C6E">
            <w:rPr>
              <w:rFonts w:ascii="Arial" w:hAnsi="Arial" w:cs="Arial"/>
              <w:color w:val="808080"/>
              <w:sz w:val="18"/>
              <w:szCs w:val="18"/>
            </w:rPr>
            <w:t>REf:</w:t>
          </w:r>
        </w:p>
      </w:tc>
      <w:tc>
        <w:tcPr>
          <w:tcW w:w="2099" w:type="dxa"/>
          <w:tcBorders>
            <w:left w:val="nil"/>
            <w:bottom w:val="single" w:sz="6" w:space="0" w:color="C0C0C0"/>
          </w:tcBorders>
          <w:vAlign w:val="center"/>
        </w:tcPr>
        <w:p w14:paraId="01BE6BF0" w14:textId="5028960E" w:rsidR="00264719" w:rsidRPr="00DC71E3" w:rsidRDefault="00250E29" w:rsidP="00723F0B">
          <w:pPr>
            <w:pStyle w:val="Cabealho"/>
            <w:ind w:left="-108"/>
            <w:jc w:val="left"/>
            <w:rPr>
              <w:rFonts w:ascii="Arial" w:hAnsi="Arial" w:cs="Arial"/>
              <w:caps w:val="0"/>
              <w:color w:val="808080" w:themeColor="background1" w:themeShade="80"/>
              <w:sz w:val="18"/>
              <w:szCs w:val="18"/>
            </w:rPr>
          </w:pPr>
          <w:r w:rsidRPr="00250E29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 xml:space="preserve">ref. do </w:t>
          </w:r>
          <w:proofErr w:type="spellStart"/>
          <w:r w:rsidRPr="00250E29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>DO</w:t>
          </w:r>
          <w:proofErr w:type="spellEnd"/>
        </w:p>
      </w:tc>
      <w:tc>
        <w:tcPr>
          <w:tcW w:w="993" w:type="dxa"/>
          <w:tcBorders>
            <w:bottom w:val="single" w:sz="6" w:space="0" w:color="C0C0C0"/>
            <w:right w:val="nil"/>
          </w:tcBorders>
          <w:vAlign w:val="center"/>
        </w:tcPr>
        <w:p w14:paraId="013F7882" w14:textId="77777777" w:rsidR="00264719" w:rsidRPr="00DC71E3" w:rsidRDefault="00264719" w:rsidP="0086671C">
          <w:pPr>
            <w:pStyle w:val="Cabealho"/>
            <w:jc w:val="left"/>
            <w:rPr>
              <w:rFonts w:ascii="Arial" w:hAnsi="Arial" w:cs="Arial"/>
              <w:b w:val="0"/>
              <w:caps w:val="0"/>
              <w:sz w:val="18"/>
              <w:szCs w:val="18"/>
            </w:rPr>
          </w:pPr>
          <w:r w:rsidRPr="001E3C6E">
            <w:rPr>
              <w:rFonts w:ascii="Arial" w:hAnsi="Arial" w:cs="Arial"/>
              <w:color w:val="808080"/>
              <w:sz w:val="18"/>
              <w:szCs w:val="18"/>
            </w:rPr>
            <w:t>PROC:</w:t>
          </w:r>
        </w:p>
      </w:tc>
      <w:tc>
        <w:tcPr>
          <w:tcW w:w="1984" w:type="dxa"/>
          <w:tcBorders>
            <w:left w:val="nil"/>
            <w:bottom w:val="single" w:sz="6" w:space="0" w:color="C0C0C0"/>
          </w:tcBorders>
          <w:vAlign w:val="center"/>
        </w:tcPr>
        <w:p w14:paraId="7AFECE0B" w14:textId="67764A5E" w:rsidR="00264719" w:rsidRPr="00DC71E3" w:rsidRDefault="005A386B" w:rsidP="007B2F1C">
          <w:pPr>
            <w:pStyle w:val="Cabealho"/>
            <w:ind w:left="-108"/>
            <w:jc w:val="left"/>
            <w:rPr>
              <w:rFonts w:ascii="Arial" w:hAnsi="Arial" w:cs="Arial"/>
              <w:caps w:val="0"/>
              <w:color w:val="808080" w:themeColor="background1" w:themeShade="80"/>
              <w:sz w:val="18"/>
              <w:szCs w:val="18"/>
            </w:rPr>
          </w:pPr>
          <w:hyperlink r:id="rId2" w:history="1">
            <w:r w:rsidR="00250E29" w:rsidRPr="00B038E6">
              <w:rPr>
                <w:rStyle w:val="Hiperligao"/>
                <w:rFonts w:ascii="Arial" w:hAnsi="Arial" w:cs="Arial"/>
                <w:caps w:val="0"/>
                <w:color w:val="auto"/>
                <w:sz w:val="18"/>
                <w:szCs w:val="18"/>
                <w:highlight w:val="yellow"/>
                <w:u w:val="none"/>
              </w:rPr>
              <w:t>N.º</w:t>
            </w:r>
          </w:hyperlink>
          <w:r w:rsidR="00250E29" w:rsidRPr="00B038E6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 xml:space="preserve"> Processo DO</w:t>
          </w:r>
        </w:p>
      </w:tc>
      <w:tc>
        <w:tcPr>
          <w:tcW w:w="2410" w:type="dxa"/>
          <w:shd w:val="clear" w:color="auto" w:fill="auto"/>
          <w:vAlign w:val="center"/>
        </w:tcPr>
        <w:p w14:paraId="1C338363" w14:textId="77777777" w:rsidR="00264719" w:rsidRPr="00CD14C3" w:rsidRDefault="00264719" w:rsidP="0086671C">
          <w:pPr>
            <w:pStyle w:val="Cabealho"/>
            <w:jc w:val="left"/>
            <w:rPr>
              <w:rFonts w:ascii="Arial" w:hAnsi="Arial" w:cs="Arial"/>
              <w:caps w:val="0"/>
              <w:sz w:val="18"/>
              <w:szCs w:val="18"/>
            </w:rPr>
          </w:pPr>
          <w:r w:rsidRPr="00CD14C3">
            <w:rPr>
              <w:rFonts w:ascii="Arial" w:hAnsi="Arial" w:cs="Arial"/>
              <w:caps w:val="0"/>
              <w:color w:val="808080"/>
              <w:sz w:val="18"/>
              <w:szCs w:val="18"/>
            </w:rPr>
            <w:t>DATA:</w:t>
          </w:r>
          <w:r w:rsidRPr="00CD14C3">
            <w:rPr>
              <w:rFonts w:ascii="Arial" w:hAnsi="Arial" w:cs="Arial"/>
              <w:caps w:val="0"/>
              <w:color w:val="808080" w:themeColor="background1" w:themeShade="80"/>
              <w:sz w:val="18"/>
              <w:szCs w:val="18"/>
            </w:rPr>
            <w:t xml:space="preserve"> </w:t>
          </w:r>
          <w:sdt>
            <w:sdtPr>
              <w:rPr>
                <w:rFonts w:ascii="Arial" w:hAnsi="Arial" w:cs="Arial"/>
                <w:caps w:val="0"/>
                <w:sz w:val="18"/>
                <w:szCs w:val="18"/>
              </w:rPr>
              <w:id w:val="-1217204672"/>
              <w:date>
                <w:dateFormat w:val="dd-MM-yyyy"/>
                <w:lid w:val="pt-PT"/>
                <w:storeMappedDataAs w:val="dateTime"/>
                <w:calendar w:val="gregorian"/>
              </w:date>
            </w:sdtPr>
            <w:sdtEndPr/>
            <w:sdtContent>
              <w:proofErr w:type="spellStart"/>
              <w:r w:rsidRPr="00CD14C3">
                <w:rPr>
                  <w:rFonts w:ascii="Arial" w:hAnsi="Arial" w:cs="Arial"/>
                  <w:caps w:val="0"/>
                  <w:sz w:val="18"/>
                  <w:szCs w:val="18"/>
                </w:rPr>
                <w:t>aaaa</w:t>
              </w:r>
              <w:proofErr w:type="spellEnd"/>
              <w:r w:rsidRPr="00CD14C3">
                <w:rPr>
                  <w:rFonts w:ascii="Arial" w:hAnsi="Arial" w:cs="Arial"/>
                  <w:caps w:val="0"/>
                  <w:sz w:val="18"/>
                  <w:szCs w:val="18"/>
                </w:rPr>
                <w:t>-mm-</w:t>
              </w:r>
              <w:proofErr w:type="spellStart"/>
              <w:r w:rsidRPr="00CD14C3">
                <w:rPr>
                  <w:rFonts w:ascii="Arial" w:hAnsi="Arial" w:cs="Arial"/>
                  <w:caps w:val="0"/>
                  <w:sz w:val="18"/>
                  <w:szCs w:val="18"/>
                </w:rPr>
                <w:t>dd</w:t>
              </w:r>
              <w:proofErr w:type="spellEnd"/>
            </w:sdtContent>
          </w:sdt>
        </w:p>
      </w:tc>
    </w:tr>
  </w:tbl>
  <w:p w14:paraId="77CAB09C" w14:textId="77777777" w:rsidR="00264719" w:rsidRDefault="00264719" w:rsidP="0086671C">
    <w:pPr>
      <w:rPr>
        <w:b/>
        <w:sz w:val="20"/>
      </w:rPr>
    </w:pPr>
  </w:p>
  <w:p w14:paraId="35E65213" w14:textId="77777777" w:rsidR="00264719" w:rsidRDefault="00264719" w:rsidP="0086671C">
    <w:pPr>
      <w:rPr>
        <w:rFonts w:ascii="Arial" w:hAnsi="Arial" w:cs="Arial"/>
        <w:b/>
        <w:sz w:val="20"/>
      </w:rPr>
    </w:pPr>
    <w:r w:rsidRPr="00DC71E3">
      <w:rPr>
        <w:rFonts w:ascii="Arial" w:hAnsi="Arial" w:cs="Arial"/>
        <w:b/>
        <w:sz w:val="20"/>
      </w:rPr>
      <w:t>Par</w:t>
    </w:r>
    <w:r>
      <w:rPr>
        <w:rFonts w:ascii="Arial" w:hAnsi="Arial" w:cs="Arial"/>
        <w:b/>
        <w:sz w:val="20"/>
      </w:rPr>
      <w:t>te III – Decisão do Dono da Obra (DO)</w:t>
    </w:r>
    <w:r w:rsidRPr="005D4433">
      <w:rPr>
        <w:rFonts w:ascii="Arial" w:hAnsi="Arial" w:cs="Arial"/>
        <w:b/>
        <w:sz w:val="20"/>
      </w:rPr>
      <w:t xml:space="preserve"> </w:t>
    </w:r>
  </w:p>
  <w:p w14:paraId="5FE7710D" w14:textId="77777777" w:rsidR="00264719" w:rsidRPr="006930D5" w:rsidRDefault="00264719" w:rsidP="0086671C">
    <w:pPr>
      <w:rPr>
        <w:b/>
        <w:sz w:val="20"/>
      </w:rPr>
    </w:pPr>
  </w:p>
  <w:p w14:paraId="4CE8EADF" w14:textId="77777777" w:rsidR="00264719" w:rsidRPr="002B0EAD" w:rsidRDefault="00264719" w:rsidP="002B0EAD">
    <w:pPr>
      <w:tabs>
        <w:tab w:val="left" w:pos="3500"/>
      </w:tabs>
      <w:rPr>
        <w:b/>
        <w:sz w:val="4"/>
        <w:szCs w:val="4"/>
      </w:rPr>
    </w:pPr>
    <w:r w:rsidRPr="002B0EAD">
      <w:rPr>
        <w:b/>
        <w:sz w:val="10"/>
        <w:szCs w:val="1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51160" w14:textId="77777777" w:rsidR="005A386B" w:rsidRDefault="005A386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77E"/>
    <w:multiLevelType w:val="hybridMultilevel"/>
    <w:tmpl w:val="9D22CA64"/>
    <w:lvl w:ilvl="0" w:tplc="0816000F">
      <w:start w:val="1"/>
      <w:numFmt w:val="decimal"/>
      <w:lvlText w:val="%1."/>
      <w:lvlJc w:val="left"/>
      <w:pPr>
        <w:ind w:left="806" w:hanging="360"/>
      </w:pPr>
    </w:lvl>
    <w:lvl w:ilvl="1" w:tplc="08160019" w:tentative="1">
      <w:start w:val="1"/>
      <w:numFmt w:val="lowerLetter"/>
      <w:lvlText w:val="%2."/>
      <w:lvlJc w:val="left"/>
      <w:pPr>
        <w:ind w:left="1526" w:hanging="360"/>
      </w:pPr>
    </w:lvl>
    <w:lvl w:ilvl="2" w:tplc="0816001B" w:tentative="1">
      <w:start w:val="1"/>
      <w:numFmt w:val="lowerRoman"/>
      <w:lvlText w:val="%3."/>
      <w:lvlJc w:val="right"/>
      <w:pPr>
        <w:ind w:left="2246" w:hanging="180"/>
      </w:pPr>
    </w:lvl>
    <w:lvl w:ilvl="3" w:tplc="0816000F" w:tentative="1">
      <w:start w:val="1"/>
      <w:numFmt w:val="decimal"/>
      <w:lvlText w:val="%4."/>
      <w:lvlJc w:val="left"/>
      <w:pPr>
        <w:ind w:left="2966" w:hanging="360"/>
      </w:pPr>
    </w:lvl>
    <w:lvl w:ilvl="4" w:tplc="08160019" w:tentative="1">
      <w:start w:val="1"/>
      <w:numFmt w:val="lowerLetter"/>
      <w:lvlText w:val="%5."/>
      <w:lvlJc w:val="left"/>
      <w:pPr>
        <w:ind w:left="3686" w:hanging="360"/>
      </w:pPr>
    </w:lvl>
    <w:lvl w:ilvl="5" w:tplc="0816001B" w:tentative="1">
      <w:start w:val="1"/>
      <w:numFmt w:val="lowerRoman"/>
      <w:lvlText w:val="%6."/>
      <w:lvlJc w:val="right"/>
      <w:pPr>
        <w:ind w:left="4406" w:hanging="180"/>
      </w:pPr>
    </w:lvl>
    <w:lvl w:ilvl="6" w:tplc="0816000F" w:tentative="1">
      <w:start w:val="1"/>
      <w:numFmt w:val="decimal"/>
      <w:lvlText w:val="%7."/>
      <w:lvlJc w:val="left"/>
      <w:pPr>
        <w:ind w:left="5126" w:hanging="360"/>
      </w:pPr>
    </w:lvl>
    <w:lvl w:ilvl="7" w:tplc="08160019" w:tentative="1">
      <w:start w:val="1"/>
      <w:numFmt w:val="lowerLetter"/>
      <w:lvlText w:val="%8."/>
      <w:lvlJc w:val="left"/>
      <w:pPr>
        <w:ind w:left="5846" w:hanging="360"/>
      </w:pPr>
    </w:lvl>
    <w:lvl w:ilvl="8" w:tplc="0816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" w15:restartNumberingAfterBreak="0">
    <w:nsid w:val="013B51B5"/>
    <w:multiLevelType w:val="hybridMultilevel"/>
    <w:tmpl w:val="8F72AB6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87DE7"/>
    <w:multiLevelType w:val="hybridMultilevel"/>
    <w:tmpl w:val="261A14C8"/>
    <w:lvl w:ilvl="0" w:tplc="9B126B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CD21DF"/>
    <w:multiLevelType w:val="hybridMultilevel"/>
    <w:tmpl w:val="46602984"/>
    <w:lvl w:ilvl="0" w:tplc="458C7B46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69CF"/>
    <w:multiLevelType w:val="hybridMultilevel"/>
    <w:tmpl w:val="149628BA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5" w15:restartNumberingAfterBreak="0">
    <w:nsid w:val="0D4F3500"/>
    <w:multiLevelType w:val="hybridMultilevel"/>
    <w:tmpl w:val="1C26552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24399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7" w15:restartNumberingAfterBreak="0">
    <w:nsid w:val="0E6A292A"/>
    <w:multiLevelType w:val="hybridMultilevel"/>
    <w:tmpl w:val="ABAC6AA4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90A78"/>
    <w:multiLevelType w:val="singleLevel"/>
    <w:tmpl w:val="9E8285F0"/>
    <w:lvl w:ilvl="0">
      <w:start w:val="4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 w15:restartNumberingAfterBreak="0">
    <w:nsid w:val="161C6370"/>
    <w:multiLevelType w:val="hybridMultilevel"/>
    <w:tmpl w:val="F1FE24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A1CE0"/>
    <w:multiLevelType w:val="hybridMultilevel"/>
    <w:tmpl w:val="E39A1770"/>
    <w:lvl w:ilvl="0" w:tplc="70BC4F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1F497D" w:themeColor="text2"/>
        <w:sz w:val="21"/>
        <w:szCs w:val="21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4E41B9"/>
    <w:multiLevelType w:val="singleLevel"/>
    <w:tmpl w:val="12BE6E0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43E0AC1"/>
    <w:multiLevelType w:val="hybridMultilevel"/>
    <w:tmpl w:val="ABF2174C"/>
    <w:lvl w:ilvl="0" w:tplc="C2FA9C1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094352"/>
    <w:multiLevelType w:val="hybridMultilevel"/>
    <w:tmpl w:val="CFD6BC92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4" w15:restartNumberingAfterBreak="0">
    <w:nsid w:val="27540186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15" w15:restartNumberingAfterBreak="0">
    <w:nsid w:val="2857508C"/>
    <w:multiLevelType w:val="hybridMultilevel"/>
    <w:tmpl w:val="A58A4A30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6" w15:restartNumberingAfterBreak="0">
    <w:nsid w:val="296A7CAA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17" w15:restartNumberingAfterBreak="0">
    <w:nsid w:val="2986359B"/>
    <w:multiLevelType w:val="hybridMultilevel"/>
    <w:tmpl w:val="C74E743C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64CCE"/>
    <w:multiLevelType w:val="hybridMultilevel"/>
    <w:tmpl w:val="48AC7696"/>
    <w:lvl w:ilvl="0" w:tplc="3EAEFC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BA81701"/>
    <w:multiLevelType w:val="hybridMultilevel"/>
    <w:tmpl w:val="836AF68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8319B3"/>
    <w:multiLevelType w:val="hybridMultilevel"/>
    <w:tmpl w:val="96860F18"/>
    <w:lvl w:ilvl="0" w:tplc="458C7B46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75" w:hanging="360"/>
      </w:pPr>
    </w:lvl>
    <w:lvl w:ilvl="2" w:tplc="0816001B" w:tentative="1">
      <w:start w:val="1"/>
      <w:numFmt w:val="lowerRoman"/>
      <w:lvlText w:val="%3."/>
      <w:lvlJc w:val="right"/>
      <w:pPr>
        <w:ind w:left="2095" w:hanging="180"/>
      </w:pPr>
    </w:lvl>
    <w:lvl w:ilvl="3" w:tplc="0816000F" w:tentative="1">
      <w:start w:val="1"/>
      <w:numFmt w:val="decimal"/>
      <w:lvlText w:val="%4."/>
      <w:lvlJc w:val="left"/>
      <w:pPr>
        <w:ind w:left="2815" w:hanging="360"/>
      </w:pPr>
    </w:lvl>
    <w:lvl w:ilvl="4" w:tplc="08160019" w:tentative="1">
      <w:start w:val="1"/>
      <w:numFmt w:val="lowerLetter"/>
      <w:lvlText w:val="%5."/>
      <w:lvlJc w:val="left"/>
      <w:pPr>
        <w:ind w:left="3535" w:hanging="360"/>
      </w:pPr>
    </w:lvl>
    <w:lvl w:ilvl="5" w:tplc="0816001B" w:tentative="1">
      <w:start w:val="1"/>
      <w:numFmt w:val="lowerRoman"/>
      <w:lvlText w:val="%6."/>
      <w:lvlJc w:val="right"/>
      <w:pPr>
        <w:ind w:left="4255" w:hanging="180"/>
      </w:pPr>
    </w:lvl>
    <w:lvl w:ilvl="6" w:tplc="0816000F" w:tentative="1">
      <w:start w:val="1"/>
      <w:numFmt w:val="decimal"/>
      <w:lvlText w:val="%7."/>
      <w:lvlJc w:val="left"/>
      <w:pPr>
        <w:ind w:left="4975" w:hanging="360"/>
      </w:pPr>
    </w:lvl>
    <w:lvl w:ilvl="7" w:tplc="08160019" w:tentative="1">
      <w:start w:val="1"/>
      <w:numFmt w:val="lowerLetter"/>
      <w:lvlText w:val="%8."/>
      <w:lvlJc w:val="left"/>
      <w:pPr>
        <w:ind w:left="5695" w:hanging="360"/>
      </w:pPr>
    </w:lvl>
    <w:lvl w:ilvl="8" w:tplc="0816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1" w15:restartNumberingAfterBreak="0">
    <w:nsid w:val="306D7B60"/>
    <w:multiLevelType w:val="hybridMultilevel"/>
    <w:tmpl w:val="D98EC88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31B37"/>
    <w:multiLevelType w:val="hybridMultilevel"/>
    <w:tmpl w:val="9280B8E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631259A"/>
    <w:multiLevelType w:val="hybridMultilevel"/>
    <w:tmpl w:val="9254085E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65E0089"/>
    <w:multiLevelType w:val="hybridMultilevel"/>
    <w:tmpl w:val="5D9482D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8E97F8D"/>
    <w:multiLevelType w:val="hybridMultilevel"/>
    <w:tmpl w:val="FA10D9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C45702"/>
    <w:multiLevelType w:val="hybridMultilevel"/>
    <w:tmpl w:val="60CAA8B0"/>
    <w:lvl w:ilvl="0" w:tplc="11D22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C41974"/>
    <w:multiLevelType w:val="hybridMultilevel"/>
    <w:tmpl w:val="4254DC8A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8" w15:restartNumberingAfterBreak="0">
    <w:nsid w:val="440239D8"/>
    <w:multiLevelType w:val="hybridMultilevel"/>
    <w:tmpl w:val="9DD6AA8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867420"/>
    <w:multiLevelType w:val="hybridMultilevel"/>
    <w:tmpl w:val="8938B2C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0F7736"/>
    <w:multiLevelType w:val="hybridMultilevel"/>
    <w:tmpl w:val="511E6A6E"/>
    <w:lvl w:ilvl="0" w:tplc="66564F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9453370"/>
    <w:multiLevelType w:val="hybridMultilevel"/>
    <w:tmpl w:val="F93E5E3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DC0423"/>
    <w:multiLevelType w:val="hybridMultilevel"/>
    <w:tmpl w:val="F90601E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C290DD8"/>
    <w:multiLevelType w:val="hybridMultilevel"/>
    <w:tmpl w:val="8F72AB6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003F0A"/>
    <w:multiLevelType w:val="hybridMultilevel"/>
    <w:tmpl w:val="48D0CF46"/>
    <w:lvl w:ilvl="0" w:tplc="EA6275F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067B9A"/>
    <w:multiLevelType w:val="hybridMultilevel"/>
    <w:tmpl w:val="ABAC6AA4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A74225"/>
    <w:multiLevelType w:val="hybridMultilevel"/>
    <w:tmpl w:val="70FC0390"/>
    <w:lvl w:ilvl="0" w:tplc="0816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7" w15:restartNumberingAfterBreak="0">
    <w:nsid w:val="6232754B"/>
    <w:multiLevelType w:val="hybridMultilevel"/>
    <w:tmpl w:val="16C0371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661D2B"/>
    <w:multiLevelType w:val="hybridMultilevel"/>
    <w:tmpl w:val="A67ECE44"/>
    <w:lvl w:ilvl="0" w:tplc="893E7D4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54097A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40" w15:restartNumberingAfterBreak="0">
    <w:nsid w:val="67266014"/>
    <w:multiLevelType w:val="hybridMultilevel"/>
    <w:tmpl w:val="4ECAF6B8"/>
    <w:lvl w:ilvl="0" w:tplc="08160003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41" w15:restartNumberingAfterBreak="0">
    <w:nsid w:val="6DD9644C"/>
    <w:multiLevelType w:val="hybridMultilevel"/>
    <w:tmpl w:val="1C5EB9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91554C"/>
    <w:multiLevelType w:val="hybridMultilevel"/>
    <w:tmpl w:val="F162EAFC"/>
    <w:lvl w:ilvl="0" w:tplc="6F9AEFF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A85450"/>
    <w:multiLevelType w:val="hybridMultilevel"/>
    <w:tmpl w:val="AF583E6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4E04CE"/>
    <w:multiLevelType w:val="hybridMultilevel"/>
    <w:tmpl w:val="0C067F8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B53EE9"/>
    <w:multiLevelType w:val="hybridMultilevel"/>
    <w:tmpl w:val="514C33A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5552877">
    <w:abstractNumId w:val="8"/>
  </w:num>
  <w:num w:numId="2" w16cid:durableId="55973596">
    <w:abstractNumId w:val="39"/>
  </w:num>
  <w:num w:numId="3" w16cid:durableId="744766358">
    <w:abstractNumId w:val="6"/>
  </w:num>
  <w:num w:numId="4" w16cid:durableId="966205238">
    <w:abstractNumId w:val="14"/>
  </w:num>
  <w:num w:numId="5" w16cid:durableId="661548398">
    <w:abstractNumId w:val="16"/>
  </w:num>
  <w:num w:numId="6" w16cid:durableId="1681542949">
    <w:abstractNumId w:val="11"/>
  </w:num>
  <w:num w:numId="7" w16cid:durableId="228659638">
    <w:abstractNumId w:val="30"/>
  </w:num>
  <w:num w:numId="8" w16cid:durableId="1588151854">
    <w:abstractNumId w:val="25"/>
  </w:num>
  <w:num w:numId="9" w16cid:durableId="110437712">
    <w:abstractNumId w:val="9"/>
  </w:num>
  <w:num w:numId="10" w16cid:durableId="964198222">
    <w:abstractNumId w:val="26"/>
  </w:num>
  <w:num w:numId="11" w16cid:durableId="2059164001">
    <w:abstractNumId w:val="33"/>
  </w:num>
  <w:num w:numId="12" w16cid:durableId="196085792">
    <w:abstractNumId w:val="41"/>
  </w:num>
  <w:num w:numId="13" w16cid:durableId="77023818">
    <w:abstractNumId w:val="1"/>
  </w:num>
  <w:num w:numId="14" w16cid:durableId="1538158207">
    <w:abstractNumId w:val="10"/>
  </w:num>
  <w:num w:numId="15" w16cid:durableId="1835103613">
    <w:abstractNumId w:val="2"/>
  </w:num>
  <w:num w:numId="16" w16cid:durableId="1688284622">
    <w:abstractNumId w:val="40"/>
  </w:num>
  <w:num w:numId="17" w16cid:durableId="1895314281">
    <w:abstractNumId w:val="24"/>
  </w:num>
  <w:num w:numId="18" w16cid:durableId="1309897501">
    <w:abstractNumId w:val="32"/>
  </w:num>
  <w:num w:numId="19" w16cid:durableId="444034356">
    <w:abstractNumId w:val="0"/>
  </w:num>
  <w:num w:numId="20" w16cid:durableId="283194420">
    <w:abstractNumId w:val="17"/>
  </w:num>
  <w:num w:numId="21" w16cid:durableId="2098399879">
    <w:abstractNumId w:val="7"/>
  </w:num>
  <w:num w:numId="22" w16cid:durableId="641733310">
    <w:abstractNumId w:val="38"/>
  </w:num>
  <w:num w:numId="23" w16cid:durableId="577595526">
    <w:abstractNumId w:val="35"/>
  </w:num>
  <w:num w:numId="24" w16cid:durableId="709840403">
    <w:abstractNumId w:val="20"/>
  </w:num>
  <w:num w:numId="25" w16cid:durableId="1543132639">
    <w:abstractNumId w:val="15"/>
  </w:num>
  <w:num w:numId="26" w16cid:durableId="1348482438">
    <w:abstractNumId w:val="13"/>
  </w:num>
  <w:num w:numId="27" w16cid:durableId="1079862181">
    <w:abstractNumId w:val="22"/>
  </w:num>
  <w:num w:numId="28" w16cid:durableId="202911819">
    <w:abstractNumId w:val="44"/>
  </w:num>
  <w:num w:numId="29" w16cid:durableId="68429442">
    <w:abstractNumId w:val="4"/>
  </w:num>
  <w:num w:numId="30" w16cid:durableId="480004696">
    <w:abstractNumId w:val="37"/>
  </w:num>
  <w:num w:numId="31" w16cid:durableId="347365338">
    <w:abstractNumId w:val="45"/>
  </w:num>
  <w:num w:numId="32" w16cid:durableId="1434588268">
    <w:abstractNumId w:val="43"/>
  </w:num>
  <w:num w:numId="33" w16cid:durableId="825586664">
    <w:abstractNumId w:val="3"/>
  </w:num>
  <w:num w:numId="34" w16cid:durableId="720056605">
    <w:abstractNumId w:val="19"/>
  </w:num>
  <w:num w:numId="35" w16cid:durableId="544874218">
    <w:abstractNumId w:val="27"/>
  </w:num>
  <w:num w:numId="36" w16cid:durableId="1085808474">
    <w:abstractNumId w:val="28"/>
  </w:num>
  <w:num w:numId="37" w16cid:durableId="1039402743">
    <w:abstractNumId w:val="34"/>
  </w:num>
  <w:num w:numId="38" w16cid:durableId="1035277393">
    <w:abstractNumId w:val="12"/>
  </w:num>
  <w:num w:numId="39" w16cid:durableId="1412193432">
    <w:abstractNumId w:val="18"/>
  </w:num>
  <w:num w:numId="40" w16cid:durableId="1755130466">
    <w:abstractNumId w:val="5"/>
  </w:num>
  <w:num w:numId="41" w16cid:durableId="1357273051">
    <w:abstractNumId w:val="42"/>
  </w:num>
  <w:num w:numId="42" w16cid:durableId="1989089243">
    <w:abstractNumId w:val="23"/>
  </w:num>
  <w:num w:numId="43" w16cid:durableId="1273127361">
    <w:abstractNumId w:val="31"/>
  </w:num>
  <w:num w:numId="44" w16cid:durableId="2130395263">
    <w:abstractNumId w:val="36"/>
  </w:num>
  <w:num w:numId="45" w16cid:durableId="60105532">
    <w:abstractNumId w:val="21"/>
  </w:num>
  <w:num w:numId="46" w16cid:durableId="1752962964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9B4"/>
    <w:rsid w:val="00007707"/>
    <w:rsid w:val="00010817"/>
    <w:rsid w:val="0001185F"/>
    <w:rsid w:val="000134C9"/>
    <w:rsid w:val="00013846"/>
    <w:rsid w:val="0001586B"/>
    <w:rsid w:val="00021FD9"/>
    <w:rsid w:val="00022ED9"/>
    <w:rsid w:val="00023B66"/>
    <w:rsid w:val="00024ED1"/>
    <w:rsid w:val="000304E9"/>
    <w:rsid w:val="000408AB"/>
    <w:rsid w:val="000417F7"/>
    <w:rsid w:val="00043B82"/>
    <w:rsid w:val="00045217"/>
    <w:rsid w:val="00047A7A"/>
    <w:rsid w:val="00056615"/>
    <w:rsid w:val="00056B67"/>
    <w:rsid w:val="00057359"/>
    <w:rsid w:val="00064BA2"/>
    <w:rsid w:val="0007021E"/>
    <w:rsid w:val="0007214E"/>
    <w:rsid w:val="00076317"/>
    <w:rsid w:val="00080466"/>
    <w:rsid w:val="00080F19"/>
    <w:rsid w:val="00084346"/>
    <w:rsid w:val="00091AAC"/>
    <w:rsid w:val="00094D42"/>
    <w:rsid w:val="000B1BEF"/>
    <w:rsid w:val="000B2EE7"/>
    <w:rsid w:val="000B364E"/>
    <w:rsid w:val="000B3858"/>
    <w:rsid w:val="000B3B34"/>
    <w:rsid w:val="000B5AA2"/>
    <w:rsid w:val="000B5FFF"/>
    <w:rsid w:val="000B7DDB"/>
    <w:rsid w:val="000C14B1"/>
    <w:rsid w:val="000C27E7"/>
    <w:rsid w:val="000C327E"/>
    <w:rsid w:val="000D1E1A"/>
    <w:rsid w:val="000D4903"/>
    <w:rsid w:val="000D5371"/>
    <w:rsid w:val="000E2108"/>
    <w:rsid w:val="000E659A"/>
    <w:rsid w:val="000F0022"/>
    <w:rsid w:val="000F1560"/>
    <w:rsid w:val="000F3C08"/>
    <w:rsid w:val="000F3E5B"/>
    <w:rsid w:val="000F6496"/>
    <w:rsid w:val="00101C63"/>
    <w:rsid w:val="001130FD"/>
    <w:rsid w:val="0011428F"/>
    <w:rsid w:val="001204EB"/>
    <w:rsid w:val="0012248E"/>
    <w:rsid w:val="00127815"/>
    <w:rsid w:val="00127D2F"/>
    <w:rsid w:val="00127E28"/>
    <w:rsid w:val="00133C63"/>
    <w:rsid w:val="00137965"/>
    <w:rsid w:val="00137F86"/>
    <w:rsid w:val="00141F1E"/>
    <w:rsid w:val="00142F43"/>
    <w:rsid w:val="0014366B"/>
    <w:rsid w:val="00144C5B"/>
    <w:rsid w:val="00146490"/>
    <w:rsid w:val="00150AAD"/>
    <w:rsid w:val="001511FF"/>
    <w:rsid w:val="0015684B"/>
    <w:rsid w:val="00160B84"/>
    <w:rsid w:val="0016184E"/>
    <w:rsid w:val="001655E2"/>
    <w:rsid w:val="00166F84"/>
    <w:rsid w:val="0016718E"/>
    <w:rsid w:val="001700D1"/>
    <w:rsid w:val="0017273D"/>
    <w:rsid w:val="00175612"/>
    <w:rsid w:val="00182ECB"/>
    <w:rsid w:val="001833EC"/>
    <w:rsid w:val="0018668F"/>
    <w:rsid w:val="00190151"/>
    <w:rsid w:val="001955C7"/>
    <w:rsid w:val="00196D99"/>
    <w:rsid w:val="00197184"/>
    <w:rsid w:val="00197E47"/>
    <w:rsid w:val="001A0310"/>
    <w:rsid w:val="001A1CEE"/>
    <w:rsid w:val="001A2629"/>
    <w:rsid w:val="001A5833"/>
    <w:rsid w:val="001A782C"/>
    <w:rsid w:val="001B4F13"/>
    <w:rsid w:val="001C0BE4"/>
    <w:rsid w:val="001C40FC"/>
    <w:rsid w:val="001C5195"/>
    <w:rsid w:val="001C54F8"/>
    <w:rsid w:val="001C7273"/>
    <w:rsid w:val="001D1D17"/>
    <w:rsid w:val="001D34D9"/>
    <w:rsid w:val="001D63B7"/>
    <w:rsid w:val="001D794B"/>
    <w:rsid w:val="001E3C6E"/>
    <w:rsid w:val="001E46D1"/>
    <w:rsid w:val="001E6BD6"/>
    <w:rsid w:val="001F2A8A"/>
    <w:rsid w:val="00201198"/>
    <w:rsid w:val="00204F38"/>
    <w:rsid w:val="002053E9"/>
    <w:rsid w:val="00206A43"/>
    <w:rsid w:val="00207251"/>
    <w:rsid w:val="00212224"/>
    <w:rsid w:val="002145EA"/>
    <w:rsid w:val="00220B9D"/>
    <w:rsid w:val="00221DBE"/>
    <w:rsid w:val="002232C7"/>
    <w:rsid w:val="00224F73"/>
    <w:rsid w:val="002255C8"/>
    <w:rsid w:val="002317B2"/>
    <w:rsid w:val="002325FD"/>
    <w:rsid w:val="00234B74"/>
    <w:rsid w:val="00235996"/>
    <w:rsid w:val="002409A0"/>
    <w:rsid w:val="002413D4"/>
    <w:rsid w:val="00250E29"/>
    <w:rsid w:val="00256988"/>
    <w:rsid w:val="00260409"/>
    <w:rsid w:val="002626B7"/>
    <w:rsid w:val="00263A34"/>
    <w:rsid w:val="00264719"/>
    <w:rsid w:val="002656FF"/>
    <w:rsid w:val="0026739B"/>
    <w:rsid w:val="00270966"/>
    <w:rsid w:val="002709BF"/>
    <w:rsid w:val="002714F3"/>
    <w:rsid w:val="002760F6"/>
    <w:rsid w:val="00276B13"/>
    <w:rsid w:val="00277BFA"/>
    <w:rsid w:val="002804DD"/>
    <w:rsid w:val="00282478"/>
    <w:rsid w:val="00285940"/>
    <w:rsid w:val="002865E2"/>
    <w:rsid w:val="002936A5"/>
    <w:rsid w:val="002B0EAD"/>
    <w:rsid w:val="002B3868"/>
    <w:rsid w:val="002B6BA7"/>
    <w:rsid w:val="002B7A52"/>
    <w:rsid w:val="002C5D40"/>
    <w:rsid w:val="002D2863"/>
    <w:rsid w:val="002D411C"/>
    <w:rsid w:val="002D4429"/>
    <w:rsid w:val="002D7336"/>
    <w:rsid w:val="002E247F"/>
    <w:rsid w:val="002E7B60"/>
    <w:rsid w:val="002F20EA"/>
    <w:rsid w:val="00302246"/>
    <w:rsid w:val="003023A5"/>
    <w:rsid w:val="00303C17"/>
    <w:rsid w:val="003059D4"/>
    <w:rsid w:val="00314959"/>
    <w:rsid w:val="00320F8C"/>
    <w:rsid w:val="00323E07"/>
    <w:rsid w:val="00330647"/>
    <w:rsid w:val="00331A18"/>
    <w:rsid w:val="0033322D"/>
    <w:rsid w:val="003342DF"/>
    <w:rsid w:val="00336EAC"/>
    <w:rsid w:val="003404DD"/>
    <w:rsid w:val="00341DD2"/>
    <w:rsid w:val="00347AD1"/>
    <w:rsid w:val="0035054E"/>
    <w:rsid w:val="00354A16"/>
    <w:rsid w:val="00354D86"/>
    <w:rsid w:val="00357576"/>
    <w:rsid w:val="00362855"/>
    <w:rsid w:val="003723D5"/>
    <w:rsid w:val="00372FE5"/>
    <w:rsid w:val="00375FE2"/>
    <w:rsid w:val="003831A0"/>
    <w:rsid w:val="00385843"/>
    <w:rsid w:val="0038724B"/>
    <w:rsid w:val="00391459"/>
    <w:rsid w:val="003938ED"/>
    <w:rsid w:val="00394011"/>
    <w:rsid w:val="00394C60"/>
    <w:rsid w:val="0039787F"/>
    <w:rsid w:val="003A0325"/>
    <w:rsid w:val="003A138C"/>
    <w:rsid w:val="003A1E5B"/>
    <w:rsid w:val="003A2610"/>
    <w:rsid w:val="003A2B58"/>
    <w:rsid w:val="003A3FD8"/>
    <w:rsid w:val="003A409D"/>
    <w:rsid w:val="003A5CB2"/>
    <w:rsid w:val="003B47E0"/>
    <w:rsid w:val="003C4AD3"/>
    <w:rsid w:val="003C531F"/>
    <w:rsid w:val="003C7EEA"/>
    <w:rsid w:val="003D302B"/>
    <w:rsid w:val="003D38CC"/>
    <w:rsid w:val="003D7DF1"/>
    <w:rsid w:val="003E4959"/>
    <w:rsid w:val="003E4E46"/>
    <w:rsid w:val="003E5469"/>
    <w:rsid w:val="003F0052"/>
    <w:rsid w:val="003F23F8"/>
    <w:rsid w:val="003F4A83"/>
    <w:rsid w:val="004029F1"/>
    <w:rsid w:val="00403071"/>
    <w:rsid w:val="004035C8"/>
    <w:rsid w:val="004042A0"/>
    <w:rsid w:val="00407C8A"/>
    <w:rsid w:val="00410D5C"/>
    <w:rsid w:val="004135D2"/>
    <w:rsid w:val="00413DB6"/>
    <w:rsid w:val="004171BB"/>
    <w:rsid w:val="00424502"/>
    <w:rsid w:val="00425959"/>
    <w:rsid w:val="00430827"/>
    <w:rsid w:val="00431424"/>
    <w:rsid w:val="004317C8"/>
    <w:rsid w:val="004354D7"/>
    <w:rsid w:val="004360E7"/>
    <w:rsid w:val="0044338C"/>
    <w:rsid w:val="00443AE9"/>
    <w:rsid w:val="0044459D"/>
    <w:rsid w:val="004503F8"/>
    <w:rsid w:val="0045090F"/>
    <w:rsid w:val="00450EE5"/>
    <w:rsid w:val="004524FA"/>
    <w:rsid w:val="00453189"/>
    <w:rsid w:val="00453F83"/>
    <w:rsid w:val="00454E4A"/>
    <w:rsid w:val="00455727"/>
    <w:rsid w:val="00460F60"/>
    <w:rsid w:val="00461FCD"/>
    <w:rsid w:val="00463722"/>
    <w:rsid w:val="00463741"/>
    <w:rsid w:val="00464D1F"/>
    <w:rsid w:val="0047093E"/>
    <w:rsid w:val="004718E5"/>
    <w:rsid w:val="00483BD7"/>
    <w:rsid w:val="00484A36"/>
    <w:rsid w:val="00493115"/>
    <w:rsid w:val="00493F0E"/>
    <w:rsid w:val="0049656E"/>
    <w:rsid w:val="00497B74"/>
    <w:rsid w:val="00497E49"/>
    <w:rsid w:val="004A023B"/>
    <w:rsid w:val="004A7D05"/>
    <w:rsid w:val="004B0AA6"/>
    <w:rsid w:val="004C16E1"/>
    <w:rsid w:val="004C6B9D"/>
    <w:rsid w:val="004C6C11"/>
    <w:rsid w:val="004C71B1"/>
    <w:rsid w:val="004C7B1A"/>
    <w:rsid w:val="004D4613"/>
    <w:rsid w:val="004E033A"/>
    <w:rsid w:val="004E1766"/>
    <w:rsid w:val="004E3DF8"/>
    <w:rsid w:val="004E784E"/>
    <w:rsid w:val="004F471A"/>
    <w:rsid w:val="00500307"/>
    <w:rsid w:val="00500682"/>
    <w:rsid w:val="0050336C"/>
    <w:rsid w:val="0050681B"/>
    <w:rsid w:val="005117C8"/>
    <w:rsid w:val="00511D57"/>
    <w:rsid w:val="00516783"/>
    <w:rsid w:val="005207A0"/>
    <w:rsid w:val="0052206C"/>
    <w:rsid w:val="00532D89"/>
    <w:rsid w:val="00533897"/>
    <w:rsid w:val="00534752"/>
    <w:rsid w:val="0053679F"/>
    <w:rsid w:val="00537833"/>
    <w:rsid w:val="005411AC"/>
    <w:rsid w:val="005517A0"/>
    <w:rsid w:val="00552250"/>
    <w:rsid w:val="00552E77"/>
    <w:rsid w:val="00556114"/>
    <w:rsid w:val="005662C3"/>
    <w:rsid w:val="00567297"/>
    <w:rsid w:val="00572426"/>
    <w:rsid w:val="00573B98"/>
    <w:rsid w:val="00573DEB"/>
    <w:rsid w:val="00573F43"/>
    <w:rsid w:val="00577CF5"/>
    <w:rsid w:val="0058150B"/>
    <w:rsid w:val="00583411"/>
    <w:rsid w:val="00583AE9"/>
    <w:rsid w:val="00591C41"/>
    <w:rsid w:val="00594AC8"/>
    <w:rsid w:val="0059667F"/>
    <w:rsid w:val="00597478"/>
    <w:rsid w:val="005A386B"/>
    <w:rsid w:val="005A5296"/>
    <w:rsid w:val="005A52C4"/>
    <w:rsid w:val="005A62EC"/>
    <w:rsid w:val="005A7E54"/>
    <w:rsid w:val="005B269E"/>
    <w:rsid w:val="005B605B"/>
    <w:rsid w:val="005C0BB3"/>
    <w:rsid w:val="005C459B"/>
    <w:rsid w:val="005C5F8D"/>
    <w:rsid w:val="005C64BC"/>
    <w:rsid w:val="005C74DB"/>
    <w:rsid w:val="005D0ADD"/>
    <w:rsid w:val="005D4433"/>
    <w:rsid w:val="005D4CF9"/>
    <w:rsid w:val="005D54B7"/>
    <w:rsid w:val="005D5A52"/>
    <w:rsid w:val="005D5CE5"/>
    <w:rsid w:val="005D7A47"/>
    <w:rsid w:val="005D7AB7"/>
    <w:rsid w:val="005E058F"/>
    <w:rsid w:val="005E13C3"/>
    <w:rsid w:val="005E2C5A"/>
    <w:rsid w:val="005E61C0"/>
    <w:rsid w:val="005E69FD"/>
    <w:rsid w:val="005E756C"/>
    <w:rsid w:val="005F4D40"/>
    <w:rsid w:val="005F728D"/>
    <w:rsid w:val="005F78C5"/>
    <w:rsid w:val="00602A28"/>
    <w:rsid w:val="00604F35"/>
    <w:rsid w:val="00605356"/>
    <w:rsid w:val="00611F75"/>
    <w:rsid w:val="006130B7"/>
    <w:rsid w:val="00620FF8"/>
    <w:rsid w:val="00621017"/>
    <w:rsid w:val="00621641"/>
    <w:rsid w:val="0062410D"/>
    <w:rsid w:val="00624D29"/>
    <w:rsid w:val="00630A37"/>
    <w:rsid w:val="00630BEC"/>
    <w:rsid w:val="00630E52"/>
    <w:rsid w:val="00631089"/>
    <w:rsid w:val="00631E90"/>
    <w:rsid w:val="006327D2"/>
    <w:rsid w:val="00647DA5"/>
    <w:rsid w:val="0065191F"/>
    <w:rsid w:val="00652A43"/>
    <w:rsid w:val="00656E6F"/>
    <w:rsid w:val="006616F0"/>
    <w:rsid w:val="0066497A"/>
    <w:rsid w:val="00665F63"/>
    <w:rsid w:val="006704A9"/>
    <w:rsid w:val="00671910"/>
    <w:rsid w:val="00672ED9"/>
    <w:rsid w:val="00677968"/>
    <w:rsid w:val="00677D3D"/>
    <w:rsid w:val="006803B0"/>
    <w:rsid w:val="006814FE"/>
    <w:rsid w:val="006838A1"/>
    <w:rsid w:val="006843F1"/>
    <w:rsid w:val="00687219"/>
    <w:rsid w:val="006875F4"/>
    <w:rsid w:val="00690721"/>
    <w:rsid w:val="00692044"/>
    <w:rsid w:val="00692608"/>
    <w:rsid w:val="006930D5"/>
    <w:rsid w:val="006951F2"/>
    <w:rsid w:val="00695CFD"/>
    <w:rsid w:val="006A0D2F"/>
    <w:rsid w:val="006A13A5"/>
    <w:rsid w:val="006A3D95"/>
    <w:rsid w:val="006A4553"/>
    <w:rsid w:val="006A767D"/>
    <w:rsid w:val="006A7D62"/>
    <w:rsid w:val="006B102F"/>
    <w:rsid w:val="006C4667"/>
    <w:rsid w:val="006C499D"/>
    <w:rsid w:val="006C5686"/>
    <w:rsid w:val="006C5D86"/>
    <w:rsid w:val="006D20F0"/>
    <w:rsid w:val="006D6942"/>
    <w:rsid w:val="006E3A46"/>
    <w:rsid w:val="006F061E"/>
    <w:rsid w:val="006F0DDA"/>
    <w:rsid w:val="006F104A"/>
    <w:rsid w:val="006F1122"/>
    <w:rsid w:val="006F1A23"/>
    <w:rsid w:val="00703CB9"/>
    <w:rsid w:val="00707B23"/>
    <w:rsid w:val="00712854"/>
    <w:rsid w:val="0071426F"/>
    <w:rsid w:val="00717B9B"/>
    <w:rsid w:val="00720EC5"/>
    <w:rsid w:val="00723F0B"/>
    <w:rsid w:val="00724F5B"/>
    <w:rsid w:val="00730D52"/>
    <w:rsid w:val="00735537"/>
    <w:rsid w:val="00735BD5"/>
    <w:rsid w:val="007360FC"/>
    <w:rsid w:val="007415F6"/>
    <w:rsid w:val="00741772"/>
    <w:rsid w:val="00743CD0"/>
    <w:rsid w:val="00746828"/>
    <w:rsid w:val="00746EBB"/>
    <w:rsid w:val="00753513"/>
    <w:rsid w:val="007618F8"/>
    <w:rsid w:val="007636CE"/>
    <w:rsid w:val="0076430D"/>
    <w:rsid w:val="007647DE"/>
    <w:rsid w:val="00765027"/>
    <w:rsid w:val="00777635"/>
    <w:rsid w:val="0078273F"/>
    <w:rsid w:val="00783465"/>
    <w:rsid w:val="0079630D"/>
    <w:rsid w:val="007A1E40"/>
    <w:rsid w:val="007A20A8"/>
    <w:rsid w:val="007A3455"/>
    <w:rsid w:val="007A3899"/>
    <w:rsid w:val="007A5859"/>
    <w:rsid w:val="007A6AE5"/>
    <w:rsid w:val="007B1F86"/>
    <w:rsid w:val="007B2F1C"/>
    <w:rsid w:val="007B35E9"/>
    <w:rsid w:val="007B6FD7"/>
    <w:rsid w:val="007C23FD"/>
    <w:rsid w:val="007D3BA4"/>
    <w:rsid w:val="007D717E"/>
    <w:rsid w:val="007E2FC1"/>
    <w:rsid w:val="007E4058"/>
    <w:rsid w:val="007E7C46"/>
    <w:rsid w:val="007F05C9"/>
    <w:rsid w:val="007F4184"/>
    <w:rsid w:val="007F6007"/>
    <w:rsid w:val="00803572"/>
    <w:rsid w:val="00804139"/>
    <w:rsid w:val="00806091"/>
    <w:rsid w:val="00813AB3"/>
    <w:rsid w:val="00813E03"/>
    <w:rsid w:val="00814998"/>
    <w:rsid w:val="008211E3"/>
    <w:rsid w:val="00823BD2"/>
    <w:rsid w:val="00823DBA"/>
    <w:rsid w:val="0082782D"/>
    <w:rsid w:val="00831CBC"/>
    <w:rsid w:val="00833864"/>
    <w:rsid w:val="0083537B"/>
    <w:rsid w:val="00851592"/>
    <w:rsid w:val="008518EF"/>
    <w:rsid w:val="00851BB8"/>
    <w:rsid w:val="00851CEF"/>
    <w:rsid w:val="008529DA"/>
    <w:rsid w:val="008537B0"/>
    <w:rsid w:val="008541F9"/>
    <w:rsid w:val="00854688"/>
    <w:rsid w:val="0085522E"/>
    <w:rsid w:val="0086521A"/>
    <w:rsid w:val="00865234"/>
    <w:rsid w:val="008661C1"/>
    <w:rsid w:val="0086671C"/>
    <w:rsid w:val="008675C4"/>
    <w:rsid w:val="00867865"/>
    <w:rsid w:val="00874078"/>
    <w:rsid w:val="00877012"/>
    <w:rsid w:val="00882946"/>
    <w:rsid w:val="008830D0"/>
    <w:rsid w:val="00895E21"/>
    <w:rsid w:val="0089685E"/>
    <w:rsid w:val="008A076C"/>
    <w:rsid w:val="008A0D95"/>
    <w:rsid w:val="008A5883"/>
    <w:rsid w:val="008A5C70"/>
    <w:rsid w:val="008A66EC"/>
    <w:rsid w:val="008B26D5"/>
    <w:rsid w:val="008B4249"/>
    <w:rsid w:val="008B6D1D"/>
    <w:rsid w:val="008B6E4A"/>
    <w:rsid w:val="008C084D"/>
    <w:rsid w:val="008C0D60"/>
    <w:rsid w:val="008C1E50"/>
    <w:rsid w:val="008C47F1"/>
    <w:rsid w:val="008C55CF"/>
    <w:rsid w:val="008C7EA5"/>
    <w:rsid w:val="008D1DD2"/>
    <w:rsid w:val="008D29E6"/>
    <w:rsid w:val="008D55E9"/>
    <w:rsid w:val="008D688A"/>
    <w:rsid w:val="008D77B1"/>
    <w:rsid w:val="008E01ED"/>
    <w:rsid w:val="008E20C0"/>
    <w:rsid w:val="008E2540"/>
    <w:rsid w:val="008E3C7D"/>
    <w:rsid w:val="008E48F5"/>
    <w:rsid w:val="008E7750"/>
    <w:rsid w:val="008F32DE"/>
    <w:rsid w:val="008F3F55"/>
    <w:rsid w:val="009059D8"/>
    <w:rsid w:val="00905B61"/>
    <w:rsid w:val="00905E1A"/>
    <w:rsid w:val="0090744E"/>
    <w:rsid w:val="0091120C"/>
    <w:rsid w:val="0091723F"/>
    <w:rsid w:val="00920EC9"/>
    <w:rsid w:val="00921AC5"/>
    <w:rsid w:val="009252A4"/>
    <w:rsid w:val="00927FB5"/>
    <w:rsid w:val="009337E2"/>
    <w:rsid w:val="00934BB0"/>
    <w:rsid w:val="0094183A"/>
    <w:rsid w:val="00941FE8"/>
    <w:rsid w:val="009457F2"/>
    <w:rsid w:val="00947247"/>
    <w:rsid w:val="0094766B"/>
    <w:rsid w:val="009504BA"/>
    <w:rsid w:val="00950EB6"/>
    <w:rsid w:val="00951C89"/>
    <w:rsid w:val="0095200C"/>
    <w:rsid w:val="00954FEA"/>
    <w:rsid w:val="009616B1"/>
    <w:rsid w:val="00962F1A"/>
    <w:rsid w:val="00963286"/>
    <w:rsid w:val="00964606"/>
    <w:rsid w:val="009650D2"/>
    <w:rsid w:val="0096517C"/>
    <w:rsid w:val="00965A8C"/>
    <w:rsid w:val="0097094C"/>
    <w:rsid w:val="00971DEA"/>
    <w:rsid w:val="00974212"/>
    <w:rsid w:val="0097603B"/>
    <w:rsid w:val="00980689"/>
    <w:rsid w:val="009812D9"/>
    <w:rsid w:val="00982793"/>
    <w:rsid w:val="009834CE"/>
    <w:rsid w:val="00990777"/>
    <w:rsid w:val="00990ACD"/>
    <w:rsid w:val="00994716"/>
    <w:rsid w:val="009A194D"/>
    <w:rsid w:val="009A25B5"/>
    <w:rsid w:val="009A2628"/>
    <w:rsid w:val="009A3F6E"/>
    <w:rsid w:val="009A42C1"/>
    <w:rsid w:val="009A441D"/>
    <w:rsid w:val="009C6CF6"/>
    <w:rsid w:val="009D26CA"/>
    <w:rsid w:val="009D35A5"/>
    <w:rsid w:val="009D6921"/>
    <w:rsid w:val="009E26E0"/>
    <w:rsid w:val="009E4257"/>
    <w:rsid w:val="009E4E9D"/>
    <w:rsid w:val="009E7453"/>
    <w:rsid w:val="009F0211"/>
    <w:rsid w:val="009F61BD"/>
    <w:rsid w:val="009F6806"/>
    <w:rsid w:val="00A06DB3"/>
    <w:rsid w:val="00A074A9"/>
    <w:rsid w:val="00A11D5A"/>
    <w:rsid w:val="00A136EF"/>
    <w:rsid w:val="00A2770C"/>
    <w:rsid w:val="00A325FC"/>
    <w:rsid w:val="00A340FC"/>
    <w:rsid w:val="00A4052F"/>
    <w:rsid w:val="00A408CF"/>
    <w:rsid w:val="00A40E31"/>
    <w:rsid w:val="00A41604"/>
    <w:rsid w:val="00A41876"/>
    <w:rsid w:val="00A432B8"/>
    <w:rsid w:val="00A4638C"/>
    <w:rsid w:val="00A46D1B"/>
    <w:rsid w:val="00A561B4"/>
    <w:rsid w:val="00A5642B"/>
    <w:rsid w:val="00A57BB9"/>
    <w:rsid w:val="00A61EED"/>
    <w:rsid w:val="00A62D0D"/>
    <w:rsid w:val="00A678AE"/>
    <w:rsid w:val="00A712C5"/>
    <w:rsid w:val="00A71E11"/>
    <w:rsid w:val="00A7716E"/>
    <w:rsid w:val="00A805D1"/>
    <w:rsid w:val="00A838B5"/>
    <w:rsid w:val="00A84D4D"/>
    <w:rsid w:val="00A861DF"/>
    <w:rsid w:val="00A905A6"/>
    <w:rsid w:val="00A92CEE"/>
    <w:rsid w:val="00A93388"/>
    <w:rsid w:val="00A9338C"/>
    <w:rsid w:val="00A93A7A"/>
    <w:rsid w:val="00A9518B"/>
    <w:rsid w:val="00A966BA"/>
    <w:rsid w:val="00A97613"/>
    <w:rsid w:val="00A978E7"/>
    <w:rsid w:val="00AA543E"/>
    <w:rsid w:val="00AA5450"/>
    <w:rsid w:val="00AA549B"/>
    <w:rsid w:val="00AA5B6D"/>
    <w:rsid w:val="00AB0174"/>
    <w:rsid w:val="00AC01D2"/>
    <w:rsid w:val="00AC06AA"/>
    <w:rsid w:val="00AC3F27"/>
    <w:rsid w:val="00AD3230"/>
    <w:rsid w:val="00AD4D74"/>
    <w:rsid w:val="00AE1E47"/>
    <w:rsid w:val="00AE644A"/>
    <w:rsid w:val="00AF75DC"/>
    <w:rsid w:val="00B0049D"/>
    <w:rsid w:val="00B02C36"/>
    <w:rsid w:val="00B05CDD"/>
    <w:rsid w:val="00B07509"/>
    <w:rsid w:val="00B078A1"/>
    <w:rsid w:val="00B111B1"/>
    <w:rsid w:val="00B119CC"/>
    <w:rsid w:val="00B12177"/>
    <w:rsid w:val="00B12D8F"/>
    <w:rsid w:val="00B13913"/>
    <w:rsid w:val="00B13D22"/>
    <w:rsid w:val="00B14873"/>
    <w:rsid w:val="00B1727C"/>
    <w:rsid w:val="00B20834"/>
    <w:rsid w:val="00B23110"/>
    <w:rsid w:val="00B24506"/>
    <w:rsid w:val="00B24C6F"/>
    <w:rsid w:val="00B2511B"/>
    <w:rsid w:val="00B27E14"/>
    <w:rsid w:val="00B3138E"/>
    <w:rsid w:val="00B313D3"/>
    <w:rsid w:val="00B33C52"/>
    <w:rsid w:val="00B3554C"/>
    <w:rsid w:val="00B36C51"/>
    <w:rsid w:val="00B36D28"/>
    <w:rsid w:val="00B40099"/>
    <w:rsid w:val="00B512F5"/>
    <w:rsid w:val="00B52A66"/>
    <w:rsid w:val="00B548EC"/>
    <w:rsid w:val="00B5535D"/>
    <w:rsid w:val="00B56789"/>
    <w:rsid w:val="00B56E75"/>
    <w:rsid w:val="00B6160F"/>
    <w:rsid w:val="00B66990"/>
    <w:rsid w:val="00B722E6"/>
    <w:rsid w:val="00B7298F"/>
    <w:rsid w:val="00B74160"/>
    <w:rsid w:val="00B74243"/>
    <w:rsid w:val="00B7605A"/>
    <w:rsid w:val="00B76CD9"/>
    <w:rsid w:val="00B77B65"/>
    <w:rsid w:val="00B77E96"/>
    <w:rsid w:val="00B813E2"/>
    <w:rsid w:val="00B83393"/>
    <w:rsid w:val="00B85F9C"/>
    <w:rsid w:val="00B8612D"/>
    <w:rsid w:val="00B90445"/>
    <w:rsid w:val="00B90CC5"/>
    <w:rsid w:val="00B95950"/>
    <w:rsid w:val="00B96B69"/>
    <w:rsid w:val="00BA1D02"/>
    <w:rsid w:val="00BA50D6"/>
    <w:rsid w:val="00BB2716"/>
    <w:rsid w:val="00BC3412"/>
    <w:rsid w:val="00BC4749"/>
    <w:rsid w:val="00BC7BF2"/>
    <w:rsid w:val="00BD0001"/>
    <w:rsid w:val="00BD1B61"/>
    <w:rsid w:val="00BD26D0"/>
    <w:rsid w:val="00BD5772"/>
    <w:rsid w:val="00BE312F"/>
    <w:rsid w:val="00BE5F39"/>
    <w:rsid w:val="00BF70A4"/>
    <w:rsid w:val="00C01B21"/>
    <w:rsid w:val="00C05CD3"/>
    <w:rsid w:val="00C12AF0"/>
    <w:rsid w:val="00C3026D"/>
    <w:rsid w:val="00C3769F"/>
    <w:rsid w:val="00C40AA3"/>
    <w:rsid w:val="00C463B6"/>
    <w:rsid w:val="00C4706C"/>
    <w:rsid w:val="00C47911"/>
    <w:rsid w:val="00C4795F"/>
    <w:rsid w:val="00C47DC9"/>
    <w:rsid w:val="00C51844"/>
    <w:rsid w:val="00C531AC"/>
    <w:rsid w:val="00C5527F"/>
    <w:rsid w:val="00C60214"/>
    <w:rsid w:val="00C61686"/>
    <w:rsid w:val="00C627F4"/>
    <w:rsid w:val="00C6382C"/>
    <w:rsid w:val="00C66C62"/>
    <w:rsid w:val="00C70625"/>
    <w:rsid w:val="00C73CEB"/>
    <w:rsid w:val="00C73D7C"/>
    <w:rsid w:val="00C751C4"/>
    <w:rsid w:val="00C81F2B"/>
    <w:rsid w:val="00C87230"/>
    <w:rsid w:val="00C9198A"/>
    <w:rsid w:val="00C924E2"/>
    <w:rsid w:val="00C949D1"/>
    <w:rsid w:val="00C94DAA"/>
    <w:rsid w:val="00CA0B21"/>
    <w:rsid w:val="00CA579E"/>
    <w:rsid w:val="00CA586E"/>
    <w:rsid w:val="00CB3CCE"/>
    <w:rsid w:val="00CB4E9F"/>
    <w:rsid w:val="00CC0046"/>
    <w:rsid w:val="00CC1633"/>
    <w:rsid w:val="00CC358E"/>
    <w:rsid w:val="00CC5518"/>
    <w:rsid w:val="00CC62F1"/>
    <w:rsid w:val="00CD14C3"/>
    <w:rsid w:val="00CD3E98"/>
    <w:rsid w:val="00CD4CAF"/>
    <w:rsid w:val="00CD6637"/>
    <w:rsid w:val="00CD744C"/>
    <w:rsid w:val="00CE0120"/>
    <w:rsid w:val="00CE164D"/>
    <w:rsid w:val="00CE70FF"/>
    <w:rsid w:val="00D001E1"/>
    <w:rsid w:val="00D046ED"/>
    <w:rsid w:val="00D14E3D"/>
    <w:rsid w:val="00D16944"/>
    <w:rsid w:val="00D21188"/>
    <w:rsid w:val="00D218B0"/>
    <w:rsid w:val="00D3282E"/>
    <w:rsid w:val="00D3322A"/>
    <w:rsid w:val="00D34CD0"/>
    <w:rsid w:val="00D34DBC"/>
    <w:rsid w:val="00D36E68"/>
    <w:rsid w:val="00D40391"/>
    <w:rsid w:val="00D4105A"/>
    <w:rsid w:val="00D43C99"/>
    <w:rsid w:val="00D441C3"/>
    <w:rsid w:val="00D44B5B"/>
    <w:rsid w:val="00D47767"/>
    <w:rsid w:val="00D5331F"/>
    <w:rsid w:val="00D53327"/>
    <w:rsid w:val="00D5410F"/>
    <w:rsid w:val="00D54FB3"/>
    <w:rsid w:val="00D61AC4"/>
    <w:rsid w:val="00D6299C"/>
    <w:rsid w:val="00D62E57"/>
    <w:rsid w:val="00D6790D"/>
    <w:rsid w:val="00D719D9"/>
    <w:rsid w:val="00D71D9A"/>
    <w:rsid w:val="00D740AB"/>
    <w:rsid w:val="00D81C24"/>
    <w:rsid w:val="00D84D04"/>
    <w:rsid w:val="00D8627E"/>
    <w:rsid w:val="00D91121"/>
    <w:rsid w:val="00D928AF"/>
    <w:rsid w:val="00D932A9"/>
    <w:rsid w:val="00D93A06"/>
    <w:rsid w:val="00D94A2B"/>
    <w:rsid w:val="00DA1846"/>
    <w:rsid w:val="00DA18DC"/>
    <w:rsid w:val="00DA30E7"/>
    <w:rsid w:val="00DB1138"/>
    <w:rsid w:val="00DB267B"/>
    <w:rsid w:val="00DB37FF"/>
    <w:rsid w:val="00DB75E7"/>
    <w:rsid w:val="00DC2C45"/>
    <w:rsid w:val="00DC71E3"/>
    <w:rsid w:val="00DD0651"/>
    <w:rsid w:val="00DD452B"/>
    <w:rsid w:val="00DD5CBC"/>
    <w:rsid w:val="00DD7389"/>
    <w:rsid w:val="00DE2152"/>
    <w:rsid w:val="00DE442F"/>
    <w:rsid w:val="00DE5AC9"/>
    <w:rsid w:val="00DE6200"/>
    <w:rsid w:val="00DE6F12"/>
    <w:rsid w:val="00DE7EA0"/>
    <w:rsid w:val="00DF0FC3"/>
    <w:rsid w:val="00DF35BB"/>
    <w:rsid w:val="00DF3E34"/>
    <w:rsid w:val="00DF4D86"/>
    <w:rsid w:val="00E008AF"/>
    <w:rsid w:val="00E0127A"/>
    <w:rsid w:val="00E03699"/>
    <w:rsid w:val="00E03E9C"/>
    <w:rsid w:val="00E03FAA"/>
    <w:rsid w:val="00E15A7F"/>
    <w:rsid w:val="00E1626E"/>
    <w:rsid w:val="00E226C9"/>
    <w:rsid w:val="00E22E2C"/>
    <w:rsid w:val="00E37156"/>
    <w:rsid w:val="00E45D68"/>
    <w:rsid w:val="00E53D2E"/>
    <w:rsid w:val="00E617B2"/>
    <w:rsid w:val="00E6631D"/>
    <w:rsid w:val="00E74274"/>
    <w:rsid w:val="00E75F67"/>
    <w:rsid w:val="00E76DAD"/>
    <w:rsid w:val="00E77F79"/>
    <w:rsid w:val="00E81C68"/>
    <w:rsid w:val="00E83232"/>
    <w:rsid w:val="00E86F9D"/>
    <w:rsid w:val="00E8782F"/>
    <w:rsid w:val="00E87851"/>
    <w:rsid w:val="00E90887"/>
    <w:rsid w:val="00E90B8D"/>
    <w:rsid w:val="00E92869"/>
    <w:rsid w:val="00E934CC"/>
    <w:rsid w:val="00E95292"/>
    <w:rsid w:val="00E97962"/>
    <w:rsid w:val="00EA086A"/>
    <w:rsid w:val="00EA1538"/>
    <w:rsid w:val="00EA21CE"/>
    <w:rsid w:val="00EA279F"/>
    <w:rsid w:val="00EA3915"/>
    <w:rsid w:val="00EA4018"/>
    <w:rsid w:val="00EA704F"/>
    <w:rsid w:val="00EA7D91"/>
    <w:rsid w:val="00EB0654"/>
    <w:rsid w:val="00EB2203"/>
    <w:rsid w:val="00EB589A"/>
    <w:rsid w:val="00EB61EE"/>
    <w:rsid w:val="00EB6904"/>
    <w:rsid w:val="00EC3CB9"/>
    <w:rsid w:val="00EC7540"/>
    <w:rsid w:val="00ED0E1F"/>
    <w:rsid w:val="00ED3252"/>
    <w:rsid w:val="00ED38B1"/>
    <w:rsid w:val="00ED4753"/>
    <w:rsid w:val="00ED6B0E"/>
    <w:rsid w:val="00ED6DA6"/>
    <w:rsid w:val="00ED7B1E"/>
    <w:rsid w:val="00EE0033"/>
    <w:rsid w:val="00EE2297"/>
    <w:rsid w:val="00EE2979"/>
    <w:rsid w:val="00EE386E"/>
    <w:rsid w:val="00EF3AC3"/>
    <w:rsid w:val="00F029C3"/>
    <w:rsid w:val="00F039B4"/>
    <w:rsid w:val="00F054BB"/>
    <w:rsid w:val="00F1004E"/>
    <w:rsid w:val="00F111D4"/>
    <w:rsid w:val="00F11614"/>
    <w:rsid w:val="00F124C8"/>
    <w:rsid w:val="00F212E4"/>
    <w:rsid w:val="00F24536"/>
    <w:rsid w:val="00F275B7"/>
    <w:rsid w:val="00F3330C"/>
    <w:rsid w:val="00F3345E"/>
    <w:rsid w:val="00F419CB"/>
    <w:rsid w:val="00F46BA7"/>
    <w:rsid w:val="00F515D8"/>
    <w:rsid w:val="00F570D4"/>
    <w:rsid w:val="00F6099C"/>
    <w:rsid w:val="00F60B6A"/>
    <w:rsid w:val="00F6216E"/>
    <w:rsid w:val="00F7273A"/>
    <w:rsid w:val="00F744A5"/>
    <w:rsid w:val="00F74641"/>
    <w:rsid w:val="00F74869"/>
    <w:rsid w:val="00F822D8"/>
    <w:rsid w:val="00F83237"/>
    <w:rsid w:val="00F8444A"/>
    <w:rsid w:val="00F8469F"/>
    <w:rsid w:val="00F850C0"/>
    <w:rsid w:val="00F85751"/>
    <w:rsid w:val="00F928D7"/>
    <w:rsid w:val="00F935F3"/>
    <w:rsid w:val="00F95E7F"/>
    <w:rsid w:val="00FB26A6"/>
    <w:rsid w:val="00FC0A71"/>
    <w:rsid w:val="00FD04FF"/>
    <w:rsid w:val="00FD15B2"/>
    <w:rsid w:val="00FD29A0"/>
    <w:rsid w:val="00FD3C92"/>
    <w:rsid w:val="00FD404E"/>
    <w:rsid w:val="00FD5BD6"/>
    <w:rsid w:val="00FE0153"/>
    <w:rsid w:val="00FE05D6"/>
    <w:rsid w:val="00FE075C"/>
    <w:rsid w:val="00FE6A85"/>
    <w:rsid w:val="00FF2221"/>
    <w:rsid w:val="00FF303B"/>
    <w:rsid w:val="00FF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57571C0"/>
  <w15:docId w15:val="{4BF3A461-2679-4DFE-9E79-7D2C3E9F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CG Times (WN)" w:hAnsi="CG Times (WN)"/>
      <w:sz w:val="22"/>
      <w:lang w:eastAsia="en-US"/>
    </w:rPr>
  </w:style>
  <w:style w:type="paragraph" w:styleId="Ttulo1">
    <w:name w:val="heading 1"/>
    <w:basedOn w:val="Normal"/>
    <w:next w:val="Avanonormal"/>
    <w:qFormat/>
    <w:pPr>
      <w:spacing w:before="480"/>
      <w:ind w:left="993" w:hanging="993"/>
      <w:outlineLvl w:val="0"/>
    </w:pPr>
    <w:rPr>
      <w:b/>
      <w:caps/>
      <w:sz w:val="30"/>
    </w:rPr>
  </w:style>
  <w:style w:type="paragraph" w:styleId="Ttulo2">
    <w:name w:val="heading 2"/>
    <w:basedOn w:val="Normal"/>
    <w:next w:val="Avanonormal"/>
    <w:qFormat/>
    <w:pPr>
      <w:spacing w:before="240"/>
      <w:ind w:left="993" w:hanging="993"/>
      <w:outlineLvl w:val="1"/>
    </w:pPr>
    <w:rPr>
      <w:b/>
      <w:caps/>
      <w:sz w:val="26"/>
    </w:rPr>
  </w:style>
  <w:style w:type="paragraph" w:styleId="Ttulo3">
    <w:name w:val="heading 3"/>
    <w:basedOn w:val="Normal"/>
    <w:next w:val="Avanonormal"/>
    <w:qFormat/>
    <w:pPr>
      <w:spacing w:before="240"/>
      <w:ind w:left="993" w:hanging="993"/>
      <w:outlineLvl w:val="2"/>
    </w:pPr>
    <w:rPr>
      <w:b/>
      <w:sz w:val="24"/>
    </w:rPr>
  </w:style>
  <w:style w:type="paragraph" w:styleId="Ttulo4">
    <w:name w:val="heading 4"/>
    <w:basedOn w:val="Normal"/>
    <w:next w:val="Avanonormal"/>
    <w:qFormat/>
    <w:pPr>
      <w:spacing w:before="240"/>
      <w:ind w:left="993" w:hanging="993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spacing w:before="240"/>
      <w:jc w:val="center"/>
      <w:outlineLvl w:val="4"/>
    </w:pPr>
    <w:rPr>
      <w:rFonts w:ascii="Times New Roman" w:hAnsi="Times New Roman"/>
      <w:b/>
      <w:sz w:val="20"/>
      <w:u w:val="single"/>
    </w:rPr>
  </w:style>
  <w:style w:type="paragraph" w:styleId="Ttulo6">
    <w:name w:val="heading 6"/>
    <w:basedOn w:val="Normal"/>
    <w:next w:val="Normal"/>
    <w:qFormat/>
    <w:pPr>
      <w:keepNext/>
      <w:tabs>
        <w:tab w:val="left" w:pos="177"/>
      </w:tabs>
      <w:ind w:left="743" w:right="34" w:hanging="743"/>
      <w:outlineLvl w:val="5"/>
    </w:pPr>
    <w:rPr>
      <w:rFonts w:ascii="Times New Roman" w:hAnsi="Times New Roman"/>
      <w:b/>
      <w:u w:val="single"/>
    </w:rPr>
  </w:style>
  <w:style w:type="paragraph" w:styleId="Ttulo7">
    <w:name w:val="heading 7"/>
    <w:basedOn w:val="Normal"/>
    <w:next w:val="Normal"/>
    <w:qFormat/>
    <w:pPr>
      <w:keepNext/>
      <w:tabs>
        <w:tab w:val="left" w:pos="177"/>
      </w:tabs>
      <w:ind w:left="743" w:right="34" w:hanging="709"/>
      <w:outlineLvl w:val="6"/>
    </w:pPr>
    <w:rPr>
      <w:rFonts w:ascii="Times New Roman" w:hAnsi="Times New Roman"/>
      <w:u w:val="single"/>
    </w:rPr>
  </w:style>
  <w:style w:type="paragraph" w:styleId="Ttulo8">
    <w:name w:val="heading 8"/>
    <w:basedOn w:val="Normal"/>
    <w:next w:val="Normal"/>
    <w:qFormat/>
    <w:pPr>
      <w:keepNext/>
      <w:tabs>
        <w:tab w:val="left" w:pos="177"/>
      </w:tabs>
      <w:ind w:left="743" w:right="34" w:hanging="743"/>
      <w:outlineLvl w:val="7"/>
    </w:pPr>
    <w:rPr>
      <w:rFonts w:ascii="Times New Roman" w:hAnsi="Times New Roman"/>
      <w:u w:val="single"/>
    </w:rPr>
  </w:style>
  <w:style w:type="paragraph" w:styleId="Ttulo9">
    <w:name w:val="heading 9"/>
    <w:basedOn w:val="Normal"/>
    <w:next w:val="Normal"/>
    <w:qFormat/>
    <w:pPr>
      <w:keepNext/>
      <w:ind w:right="-86"/>
      <w:jc w:val="center"/>
      <w:outlineLvl w:val="8"/>
    </w:pPr>
    <w:rPr>
      <w:rFonts w:ascii="Times New Roman" w:hAnsi="Times New Roman"/>
      <w:b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Avanonormal">
    <w:name w:val="Normal Indent"/>
    <w:basedOn w:val="Normal"/>
    <w:pPr>
      <w:ind w:left="993"/>
    </w:pPr>
  </w:style>
  <w:style w:type="paragraph" w:styleId="ndice4">
    <w:name w:val="toc 4"/>
    <w:basedOn w:val="Ttulo4"/>
    <w:semiHidden/>
    <w:pPr>
      <w:outlineLvl w:val="9"/>
    </w:pPr>
  </w:style>
  <w:style w:type="paragraph" w:styleId="ndice3">
    <w:name w:val="toc 3"/>
    <w:basedOn w:val="Ttulo3"/>
    <w:semiHidden/>
    <w:pPr>
      <w:outlineLvl w:val="9"/>
    </w:pPr>
  </w:style>
  <w:style w:type="paragraph" w:styleId="ndice2">
    <w:name w:val="toc 2"/>
    <w:basedOn w:val="Ttulo2"/>
    <w:semiHidden/>
    <w:pPr>
      <w:outlineLvl w:val="9"/>
    </w:pPr>
  </w:style>
  <w:style w:type="paragraph" w:styleId="ndice1">
    <w:name w:val="toc 1"/>
    <w:basedOn w:val="Ttulo1"/>
    <w:semiHidden/>
    <w:pPr>
      <w:outlineLvl w:val="9"/>
    </w:pPr>
  </w:style>
  <w:style w:type="paragraph" w:styleId="Rodap">
    <w:name w:val="footer"/>
    <w:basedOn w:val="Normal"/>
    <w:pPr>
      <w:jc w:val="center"/>
    </w:pPr>
    <w:rPr>
      <w:sz w:val="12"/>
    </w:rPr>
  </w:style>
  <w:style w:type="paragraph" w:styleId="Cabealho">
    <w:name w:val="header"/>
    <w:basedOn w:val="Normal"/>
    <w:next w:val="Normal"/>
    <w:link w:val="CabealhoCarter"/>
    <w:pPr>
      <w:jc w:val="center"/>
    </w:pPr>
    <w:rPr>
      <w:b/>
      <w:caps/>
      <w:sz w:val="34"/>
    </w:rPr>
  </w:style>
  <w:style w:type="paragraph" w:customStyle="1" w:styleId="NotadeRodap">
    <w:name w:val="Nota de Rodapé"/>
    <w:basedOn w:val="Normal"/>
    <w:rPr>
      <w:sz w:val="16"/>
    </w:rPr>
  </w:style>
  <w:style w:type="paragraph" w:styleId="Textodebloco">
    <w:name w:val="Block Text"/>
    <w:basedOn w:val="Normal"/>
    <w:pPr>
      <w:tabs>
        <w:tab w:val="left" w:pos="177"/>
      </w:tabs>
      <w:overflowPunct w:val="0"/>
      <w:autoSpaceDE w:val="0"/>
      <w:autoSpaceDN w:val="0"/>
      <w:adjustRightInd w:val="0"/>
      <w:ind w:left="743" w:right="34" w:hanging="709"/>
      <w:textAlignment w:val="baseline"/>
    </w:pPr>
    <w:rPr>
      <w:rFonts w:ascii="Times New Roman" w:hAnsi="Times New Roman"/>
      <w:sz w:val="24"/>
    </w:rPr>
  </w:style>
  <w:style w:type="character" w:styleId="Nmerodepgina">
    <w:name w:val="page number"/>
    <w:basedOn w:val="Tipodeletrapredefinidodopargrafo"/>
  </w:style>
  <w:style w:type="paragraph" w:styleId="Avanodecorpodetexto">
    <w:name w:val="Body Text Indent"/>
    <w:basedOn w:val="Normal"/>
    <w:pPr>
      <w:tabs>
        <w:tab w:val="left" w:pos="-1985"/>
      </w:tabs>
      <w:ind w:left="743"/>
    </w:pPr>
    <w:rPr>
      <w:rFonts w:ascii="Times New Roman" w:hAnsi="Times New Roman"/>
    </w:rPr>
  </w:style>
  <w:style w:type="paragraph" w:styleId="Corpodetexto">
    <w:name w:val="Body Text"/>
    <w:basedOn w:val="Normal"/>
    <w:link w:val="CorpodetextoCarter"/>
    <w:rPr>
      <w:rFonts w:ascii="Times New Roman" w:hAnsi="Times New Roman"/>
      <w:sz w:val="20"/>
    </w:rPr>
  </w:style>
  <w:style w:type="paragraph" w:styleId="Corpodetexto2">
    <w:name w:val="Body Text 2"/>
    <w:basedOn w:val="Normal"/>
    <w:pPr>
      <w:spacing w:before="120" w:line="360" w:lineRule="auto"/>
    </w:pPr>
    <w:rPr>
      <w:rFonts w:ascii="Times New Roman" w:hAnsi="Times New Roman"/>
      <w:b/>
      <w:i/>
    </w:rPr>
  </w:style>
  <w:style w:type="paragraph" w:styleId="Textodebalo">
    <w:name w:val="Balloon Text"/>
    <w:basedOn w:val="Normal"/>
    <w:semiHidden/>
    <w:rsid w:val="000B3858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08434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arter">
    <w:name w:val="Cabeçalho Caráter"/>
    <w:link w:val="Cabealho"/>
    <w:uiPriority w:val="99"/>
    <w:rsid w:val="005D5A52"/>
    <w:rPr>
      <w:rFonts w:ascii="CG Times (WN)" w:hAnsi="CG Times (WN)"/>
      <w:b/>
      <w:caps/>
      <w:sz w:val="34"/>
      <w:lang w:eastAsia="en-US"/>
    </w:rPr>
  </w:style>
  <w:style w:type="character" w:styleId="Hiperligao">
    <w:name w:val="Hyperlink"/>
    <w:basedOn w:val="Tipodeletrapredefinidodopargrafo"/>
    <w:uiPriority w:val="99"/>
    <w:rsid w:val="00BC474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A71E11"/>
    <w:pPr>
      <w:ind w:left="720"/>
      <w:contextualSpacing/>
    </w:pPr>
  </w:style>
  <w:style w:type="paragraph" w:styleId="Textosimples">
    <w:name w:val="Plain Text"/>
    <w:basedOn w:val="Normal"/>
    <w:link w:val="TextosimplesCarter"/>
    <w:uiPriority w:val="99"/>
    <w:rsid w:val="00624D29"/>
    <w:pPr>
      <w:jc w:val="left"/>
    </w:pPr>
    <w:rPr>
      <w:rFonts w:ascii="Calibri" w:hAnsi="Calibri"/>
      <w:szCs w:val="21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624D29"/>
    <w:rPr>
      <w:rFonts w:ascii="Calibri" w:hAnsi="Calibri"/>
      <w:sz w:val="22"/>
      <w:szCs w:val="21"/>
      <w:lang w:eastAsia="en-US"/>
    </w:rPr>
  </w:style>
  <w:style w:type="character" w:customStyle="1" w:styleId="labels1">
    <w:name w:val="labels1"/>
    <w:basedOn w:val="Tipodeletrapredefinidodopargrafo"/>
    <w:rsid w:val="0076430D"/>
    <w:rPr>
      <w:rFonts w:ascii="Verdana" w:hAnsi="Verdana" w:hint="default"/>
      <w:b w:val="0"/>
      <w:bCs w:val="0"/>
      <w:color w:val="004489"/>
      <w:sz w:val="15"/>
      <w:szCs w:val="15"/>
    </w:rPr>
  </w:style>
  <w:style w:type="character" w:styleId="Hiperligaovisitada">
    <w:name w:val="FollowedHyperlink"/>
    <w:basedOn w:val="Tipodeletrapredefinidodopargrafo"/>
    <w:rsid w:val="00573B98"/>
    <w:rPr>
      <w:color w:val="800080" w:themeColor="followedHyperlink"/>
      <w:u w:val="single"/>
    </w:rPr>
  </w:style>
  <w:style w:type="character" w:customStyle="1" w:styleId="CorpodetextoCarter">
    <w:name w:val="Corpo de texto Caráter"/>
    <w:basedOn w:val="Tipodeletrapredefinidodopargrafo"/>
    <w:link w:val="Corpodetexto"/>
    <w:rsid w:val="001A0310"/>
    <w:rPr>
      <w:lang w:eastAsia="en-US"/>
    </w:rPr>
  </w:style>
  <w:style w:type="table" w:customStyle="1" w:styleId="RE1">
    <w:name w:val="RE 1"/>
    <w:basedOn w:val="Tabelanormal"/>
    <w:uiPriority w:val="99"/>
    <w:rsid w:val="005D0ADD"/>
    <w:pPr>
      <w:spacing w:before="120" w:after="120"/>
      <w:jc w:val="center"/>
    </w:pPr>
    <w:rPr>
      <w:rFonts w:ascii="Arial" w:eastAsiaTheme="minorHAnsi" w:hAnsi="Arial" w:cstheme="minorBidi"/>
      <w:sz w:val="18"/>
      <w:szCs w:val="22"/>
      <w:lang w:val="en-US" w:eastAsia="en-U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jc w:val="center"/>
      </w:pPr>
      <w:rPr>
        <w:sz w:val="20"/>
        <w:u w:val="none"/>
      </w:rPr>
      <w:tblPr/>
      <w:tcPr>
        <w:shd w:val="clear" w:color="auto" w:fill="E6E6E6"/>
      </w:tcPr>
    </w:tblStylePr>
    <w:tblStylePr w:type="lastRow">
      <w:pPr>
        <w:wordWrap/>
      </w:pPr>
      <w:tblPr/>
      <w:tcPr>
        <w:tcBorders>
          <w:top w:val="double" w:sz="4" w:space="0" w:color="auto"/>
        </w:tcBorders>
      </w:tcPr>
    </w:tblStylePr>
    <w:tblStylePr w:type="band2Vert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styleId="TextodoMarcadordePosio">
    <w:name w:val="Placeholder Text"/>
    <w:basedOn w:val="Tipodeletrapredefinidodopargrafo"/>
    <w:uiPriority w:val="99"/>
    <w:semiHidden/>
    <w:rsid w:val="0062410D"/>
    <w:rPr>
      <w:color w:val="808080"/>
    </w:rPr>
  </w:style>
  <w:style w:type="paragraph" w:customStyle="1" w:styleId="AllCapsHeading">
    <w:name w:val="All Caps Heading"/>
    <w:basedOn w:val="Normal"/>
    <w:rsid w:val="00814998"/>
    <w:pPr>
      <w:jc w:val="left"/>
    </w:pPr>
    <w:rPr>
      <w:rFonts w:ascii="Tahoma" w:hAnsi="Tahoma" w:cs="Tahoma"/>
      <w:b/>
      <w:caps/>
      <w:color w:val="808080"/>
      <w:spacing w:val="4"/>
      <w:sz w:val="14"/>
      <w:szCs w:val="14"/>
      <w:lang w:val="en-US" w:bidi="en-US"/>
    </w:rPr>
  </w:style>
  <w:style w:type="paragraph" w:styleId="Textodenotadefim">
    <w:name w:val="endnote text"/>
    <w:basedOn w:val="Normal"/>
    <w:link w:val="TextodenotadefimCarter"/>
    <w:rsid w:val="005D5CE5"/>
    <w:rPr>
      <w:sz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rsid w:val="005D5CE5"/>
    <w:rPr>
      <w:rFonts w:ascii="CG Times (WN)" w:hAnsi="CG Times (WN)"/>
      <w:lang w:eastAsia="en-US"/>
    </w:rPr>
  </w:style>
  <w:style w:type="character" w:styleId="Refdenotadefim">
    <w:name w:val="endnote reference"/>
    <w:basedOn w:val="Tipodeletrapredefinidodopargrafo"/>
    <w:rsid w:val="005D5C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3.xm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3.emf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6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ontrol" Target="activeX/activeX5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aplicacoes.refer.pt/Geral/eFavoritos/openDMS.aspx?Documento=10003601122&amp;TPDoc=380&amp;DocParcial=00&amp;Versao=0" TargetMode="External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~1\MSOFFICE\WINWORD\TEMPLATE\FICHA_PR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43C3EC113D4F94B1108161CC92AE5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B67B61-D758-44DF-8A36-7B574AD887A9}"/>
      </w:docPartPr>
      <w:docPartBody>
        <w:p w:rsidR="00386E16" w:rsidRDefault="00960555" w:rsidP="00960555">
          <w:pPr>
            <w:pStyle w:val="CB43C3EC113D4F94B1108161CC92AE5D"/>
          </w:pPr>
          <w:r w:rsidRPr="00E2490F">
            <w:rPr>
              <w:rStyle w:val="TextodoMarcadordePosio"/>
            </w:rPr>
            <w:t>Clique aqui para introduzir uma data.</w:t>
          </w:r>
        </w:p>
      </w:docPartBody>
    </w:docPart>
    <w:docPart>
      <w:docPartPr>
        <w:name w:val="B962A2F56B5D4B6989984F35A5A505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A2E157-385F-45B2-87BD-6551008A87B2}"/>
      </w:docPartPr>
      <w:docPartBody>
        <w:p w:rsidR="00386E16" w:rsidRDefault="00960555" w:rsidP="00960555">
          <w:pPr>
            <w:pStyle w:val="B962A2F56B5D4B6989984F35A5A50567"/>
          </w:pPr>
          <w:r w:rsidRPr="00E2490F">
            <w:rPr>
              <w:rStyle w:val="TextodoMarcadordePosio"/>
            </w:rPr>
            <w:t>Clique aqui para introduzir uma data.</w:t>
          </w:r>
        </w:p>
      </w:docPartBody>
    </w:docPart>
    <w:docPart>
      <w:docPartPr>
        <w:name w:val="DB1FA48A101A445BAFF414E16A5CD9E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4015BE-2003-45E2-84B8-E7EE4B34A8F0}"/>
      </w:docPartPr>
      <w:docPartBody>
        <w:p w:rsidR="00386E16" w:rsidRDefault="00960555" w:rsidP="00960555">
          <w:pPr>
            <w:pStyle w:val="DB1FA48A101A445BAFF414E16A5CD9E8"/>
          </w:pPr>
          <w:r w:rsidRPr="00E2490F">
            <w:rPr>
              <w:rStyle w:val="TextodoMarcadordePosio"/>
            </w:rPr>
            <w:t>Clique aqui para introduzir uma data.</w:t>
          </w:r>
        </w:p>
      </w:docPartBody>
    </w:docPart>
    <w:docPart>
      <w:docPartPr>
        <w:name w:val="0E277F457CFE4A90BBEF01F25852510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432B1AD-FAAF-403B-9071-AA405E81CCDA}"/>
      </w:docPartPr>
      <w:docPartBody>
        <w:p w:rsidR="00D92549" w:rsidRDefault="00D92549" w:rsidP="00D92549">
          <w:pPr>
            <w:pStyle w:val="0E277F457CFE4A90BBEF01F25852510B"/>
          </w:pPr>
          <w:r w:rsidRPr="00E2490F">
            <w:rPr>
              <w:rStyle w:val="TextodoMarcadordePosio"/>
            </w:rPr>
            <w:t>Clique aqui para introduzir uma data.</w:t>
          </w:r>
        </w:p>
      </w:docPartBody>
    </w:docPart>
    <w:docPart>
      <w:docPartPr>
        <w:name w:val="D55D18C54A4343A5931C60EE965837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298B1AC-B733-40AA-8548-CE489115E43C}"/>
      </w:docPartPr>
      <w:docPartBody>
        <w:p w:rsidR="00D92549" w:rsidRDefault="00D92549" w:rsidP="00D92549">
          <w:pPr>
            <w:pStyle w:val="D55D18C54A4343A5931C60EE96583722"/>
          </w:pPr>
          <w:r w:rsidRPr="00E2490F">
            <w:rPr>
              <w:rStyle w:val="TextodoMarcadordePosio"/>
            </w:rPr>
            <w:t>Clique aqui para introduzir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E9F"/>
    <w:rsid w:val="001157C0"/>
    <w:rsid w:val="00321E9F"/>
    <w:rsid w:val="00386E16"/>
    <w:rsid w:val="008A3367"/>
    <w:rsid w:val="00960555"/>
    <w:rsid w:val="00D415CF"/>
    <w:rsid w:val="00D9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D92549"/>
  </w:style>
  <w:style w:type="paragraph" w:customStyle="1" w:styleId="0E277F457CFE4A90BBEF01F25852510B">
    <w:name w:val="0E277F457CFE4A90BBEF01F25852510B"/>
    <w:rsid w:val="00D9254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5D18C54A4343A5931C60EE96583722">
    <w:name w:val="D55D18C54A4343A5931C60EE96583722"/>
    <w:rsid w:val="00D9254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43C3EC113D4F94B1108161CC92AE5D">
    <w:name w:val="CB43C3EC113D4F94B1108161CC92AE5D"/>
    <w:rsid w:val="00960555"/>
  </w:style>
  <w:style w:type="paragraph" w:customStyle="1" w:styleId="B962A2F56B5D4B6989984F35A5A50567">
    <w:name w:val="B962A2F56B5D4B6989984F35A5A50567"/>
    <w:rsid w:val="00960555"/>
  </w:style>
  <w:style w:type="paragraph" w:customStyle="1" w:styleId="DB1FA48A101A445BAFF414E16A5CD9E8">
    <w:name w:val="DB1FA48A101A445BAFF414E16A5CD9E8"/>
    <w:rsid w:val="009605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NIF" source-type="EntityFields">
        <TAG><![CDATA[#NOVOREGISTO:ENTIDADE:NIF#]]></TAG>
        <VALUE><![CDATA[#NOVOREGISTO:ENTIDADE:NIF#]]></VALUE>
        <XPATH><![CDATA[/CARD/ENTITIES/ENTITY[TYPE='P']/PROPERTIES/PROPERTY[NAME='NIF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DCONT" source-type="AdditionalFields">
        <TAG><![CDATA[#NOVOREGISTO:CA:DCONT#]]></TAG>
        <VALUE><![CDATA[#NOVOREGISTO:CA:DCONT#]]></VALUE>
        <XPATH><![CDATA[/CARD/FIELDS/FIELD[FIELD='DCONT']/VALUE]]></XPATH>
      </FIELD>
      <FIELD type="AdditionalFields" label="DONO" source-type="AdditionalFields">
        <TAG><![CDATA[#NOVOREGISTO:CA:DONO#]]></TAG>
        <VALUE><![CDATA[#NOVOREGISTO:CA:DONO#]]></VALUE>
        <XPATH><![CDATA[/CARD/FIELDS/FIELD[FIELD='DONO']/VALUE]]></XPATH>
      </FIELD>
      <FIELD type="AdditionalFields" label="DTRESP" source-type="AdditionalFields">
        <TAG><![CDATA[#NOVOREGISTO:CA:DTRESP#]]></TAG>
        <VALUE><![CDATA[#NOVOREGISTO:CA:DTRESP#]]></VALUE>
        <XPATH><![CDATA[/CARD/FIELDS/FIELD[FIELD='DTRESP']/VALUE]]></XPATH>
      </FIELD>
      <FIELD type="AdditionalFields" label="NUMERO" source-type="AdditionalFields">
        <TAG><![CDATA[#NOVOREGISTO:CA:NUMERO#]]></TAG>
        <VALUE><![CDATA[#NOVOREGISTO:CA:NUMERO#]]></VALUE>
        <XPATH><![CDATA[/CARD/FIELDS/FIELD[FIELD='NUMERO']/VALUE]]></XPATH>
      </FIELD>
      <FIELD type="AdditionalFields" label="FacturaData" source-type="AdditionalFields">
        <TAG><![CDATA[#NOVOREGISTO:CA:FacturaData#]]></TAG>
        <VALUE><![CDATA[#NOVOREGISTO:CA:FacturaData#]]></VALUE>
        <XPATH><![CDATA[/CARD/FIELDS/FIELD[FIELD='FacturaData']/VALUE]]></XPATH>
      </FIELD>
      <FIELD type="AdditionalFields" label="FacturaDataVenc" source-type="AdditionalFields">
        <TAG><![CDATA[#NOVOREGISTO:CA:FacturaDataVenc#]]></TAG>
        <VALUE><![CDATA[#NOVOREGISTO:CA:FacturaDataVenc#]]></VALUE>
        <XPATH><![CDATA[/CARD/FIELDS/FIELD[FIELD='FacturaDataVenc']/VALUE]]></XPATH>
      </FIELD>
      <FIELD type="AdditionalFields" label="FacturaNIF" source-type="AdditionalFields">
        <TAG><![CDATA[#NOVOREGISTO:CA:FacturaNIF#]]></TAG>
        <VALUE><![CDATA[#NOVOREGISTO:CA:FacturaNIF#]]></VALUE>
        <XPATH><![CDATA[/CARD/FIELDS/FIELD[FIELD='FacturaNIF']/VALUE]]></XPATH>
      </FIELD>
      <FIELD type="AdditionalFields" label="FacturaNumero" source-type="AdditionalFields">
        <TAG><![CDATA[#NOVOREGISTO:CA:FacturaNumero#]]></TAG>
        <VALUE><![CDATA[#NOVOREGISTO:CA:FacturaNumero#]]></VALUE>
        <XPATH><![CDATA[/CARD/FIELDS/FIELD[FIELD='FacturaNumero']/VALUE]]></XPATH>
      </FIELD>
      <FIELD type="AdditionalFields" label="FacturaNumSeq" source-type="AdditionalFields">
        <TAG><![CDATA[#NOVOREGISTO:CA:FacturaNumSeq#]]></TAG>
        <VALUE><![CDATA[#NOVOREGISTO:CA:FacturaNumSeq#]]></VALUE>
        <XPATH><![CDATA[/CARD/FIELDS/FIELD[FIELD='FacturaNumSeq']/VALUE]]></XPATH>
      </FIELD>
      <FIELD type="AdditionalFields" label="FacturaServResp" source-type="AdditionalFields">
        <TAG><![CDATA[#NOVOREGISTO:CA:FacturaServResp#]]></TAG>
        <VALUE><![CDATA[#NOVOREGISTO:CA:FacturaServResp#]]></VALUE>
        <XPATH><![CDATA[/CARD/FIELDS/FIELD[FIELD='FacturaServResp']/VALUE]]></XPATH>
      </FIELD>
      <FIELD type="AdditionalFields" label="FacturaValor" source-type="AdditionalFields">
        <TAG><![CDATA[#NOVOREGISTO:CA:FacturaValor#]]></TAG>
        <VALUE><![CDATA[#NOVOREGISTO:CA:FacturaValor#]]></VALUE>
        <XPATH><![CDATA[/CARD/FIELDS/FIELD[FIELD='FacturaValor']/VALUE]]></XPATH>
      </FIELD>
      <FIELD type="AdditionalFields" label="Empreendimento" source-type="AdditionalFields">
        <TAG><![CDATA[#NOVOREGISTO:CA:Empreendimento#]]></TAG>
        <VALUE><![CDATA[#NOVOREGISTO:CA:Empreendimento#]]></VALUE>
        <XPATH><![CDATA[/CARD/FIELDS/FIELD[FIELD='Empreendimento']/VALUE]]></XPATH>
      </FIELD>
      <FIELD type="AdditionalFields" label="Aplicação" source-type="AdditionalFields">
        <TAG><![CDATA[#NOVOREGISTO:CA:Aplicação#]]></TAG>
        <VALUE><![CDATA[#NOVOREGISTO:CA:Aplicação#]]></VALUE>
        <XPATH><![CDATA[/CARD/FIELDS/FIELD[FIELD='Aplicação']/VALUE]]></XPATH>
      </FIELD>
      <FIELD type="AdditionalFields" label="Documento_Tipo" source-type="AdditionalFields">
        <TAG><![CDATA[#NOVOREGISTO:CA:Documento_Tipo#]]></TAG>
        <VALUE><![CDATA[#NOVOREGISTO:CA:Documento_Tipo#]]></VALUE>
        <XPATH><![CDATA[/CARD/FIELDS/FIELD[FIELD='Documento_Tipo']/VALUE]]></XPATH>
      </FIELD>
      <FIELD type="AdditionalFields" label="PIActividade" source-type="AdditionalFields">
        <TAG><![CDATA[#NOVOREGISTO:CA:PIActividade#]]></TAG>
        <VALUE><![CDATA[#NOVOREGISTO:CA:PIActividade#]]></VALUE>
        <XPATH><![CDATA[/CARD/FIELDS/FIELD[FIELD='PIActividade']/VALUE]]></XPATH>
      </FIELD>
      <FIELD type="AdditionalFields" label="AutoData" source-type="AdditionalFields">
        <TAG><![CDATA[#NOVOREGISTO:CA:AutoData#]]></TAG>
        <VALUE><![CDATA[#NOVOREGISTO:CA:AutoData#]]></VALUE>
        <XPATH><![CDATA[/CARD/FIELDS/FIELD[FIELD='AutoData']/VALUE]]></XPATH>
      </FIELD>
      <FIELD type="AdditionalFields" label="AutoNumero" source-type="AdditionalFields">
        <TAG><![CDATA[#NOVOREGISTO:CA:AutoNumero#]]></TAG>
        <VALUE><![CDATA[#NOVOREGISTO:CA:AutoNumero#]]></VALUE>
        <XPATH><![CDATA[/CARD/FIELDS/FIELD[FIELD='AutoNumero']/VALUE]]></XPATH>
      </FIELD>
      <FIELD type="AdditionalFields" label="RVPData" source-type="AdditionalFields">
        <TAG><![CDATA[#NOVOREGISTO:CA:RVPData#]]></TAG>
        <VALUE><![CDATA[#NOVOREGISTO:CA:RVPData#]]></VALUE>
        <XPATH><![CDATA[/CARD/FIELDS/FIELD[FIELD='RVPData']/VALUE]]></XPATH>
      </FIELD>
      <FIELD type="AdditionalFields" label="RVPNumero" source-type="AdditionalFields">
        <TAG><![CDATA[#NOVOREGISTO:CA:RVPNumero#]]></TAG>
        <VALUE><![CDATA[#NOVOREGISTO:CA:RVPNumero#]]></VALUE>
        <XPATH><![CDATA[/CARD/FIELDS/FIELD[FIELD='RVPNumero']/VALUE]]></XPATH>
      </FIELD>
      <FIELD type="AdditionalFields" label="FacturaTerceiro" source-type="AdditionalFields">
        <TAG><![CDATA[#NOVOREGISTO:CA:FacturaTerceiro#]]></TAG>
        <VALUE><![CDATA[#NOVOREGISTO:CA:FacturaTerceiro#]]></VALUE>
        <XPATH><![CDATA[/CARD/FIELDS/FIELD[FIELD='FacturaTerceiro']/VALUE]]></XPATH>
      </FIELD>
      <FIELD type="AdditionalFields" label="ELX_AUTOR" source-type="AdditionalFields">
        <TAG><![CDATA[#NOVOREGISTO:CA:ELX_AUTOR#]]></TAG>
        <VALUE><![CDATA[#NOVOREGISTO:CA:ELX_AUTOR#]]></VALUE>
        <XPATH><![CDATA[/CARD/FIELDS/FIELD[FIELD='ELX_AUTOR']/VALUE]]></XPATH>
      </FIELD>
      <FIELD type="AdditionalFields" label="ELX_CAMPO1" source-type="AdditionalFields">
        <TAG><![CDATA[#NOVOREGISTO:CA:ELX_CAMPO1#]]></TAG>
        <VALUE><![CDATA[#NOVOREGISTO:CA:ELX_CAMPO1#]]></VALUE>
        <XPATH><![CDATA[/CARD/FIELDS/FIELD[FIELD='ELX_CAMPO1']/VALUE]]></XPATH>
      </FIELD>
      <FIELD type="AdditionalFields" label="ELX_CLASS" source-type="AdditionalFields">
        <TAG><![CDATA[#NOVOREGISTO:CA:ELX_CLASS#]]></TAG>
        <VALUE><![CDATA[#NOVOREGISTO:CA:ELX_CLASS#]]></VALUE>
        <XPATH><![CDATA[/CARD/FIELDS/FIELD[FIELD='ELX_CLASS']/VALUE]]></XPATH>
      </FIELD>
      <FIELD type="AdditionalFields" label="ELX_DATA" source-type="AdditionalFields">
        <TAG><![CDATA[#NOVOREGISTO:CA:ELX_DATA#]]></TAG>
        <VALUE><![CDATA[#NOVOREGISTO:CA:ELX_DATA#]]></VALUE>
        <XPATH><![CDATA[/CARD/FIELDS/FIELD[FIELD='ELX_DATA']/VALUE]]></XPATH>
      </FIELD>
      <FIELD type="AdditionalFields" label="ELX_DATADOC" source-type="AdditionalFields">
        <TAG><![CDATA[#NOVOREGISTO:CA:ELX_DATADOC#]]></TAG>
        <VALUE><![CDATA[#NOVOREGISTO:CA:ELX_DATADOC#]]></VALUE>
        <XPATH><![CDATA[/CARD/FIELDS/FIELD[FIELD='ELX_DATADOC']/VALUE]]></XPATH>
      </FIELD>
      <FIELD type="AdditionalFields" label="ELX_LIVRO" source-type="AdditionalFields">
        <TAG><![CDATA[#NOVOREGISTO:CA:ELX_LIVRO#]]></TAG>
        <VALUE><![CDATA[#NOVOREGISTO:CA:ELX_LIVRO#]]></VALUE>
        <XPATH><![CDATA[/CARD/FIELDS/FIELD[FIELD='ELX_LIVRO']/VALUE]]></XPATH>
      </FIELD>
      <FIELD type="AdditionalFields" label="ELX_NUMERO" source-type="AdditionalFields">
        <TAG><![CDATA[#NOVOREGISTO:CA:ELX_NUMERO#]]></TAG>
        <VALUE><![CDATA[#NOVOREGISTO:CA:ELX_NUMERO#]]></VALUE>
        <XPATH><![CDATA[/CARD/FIELDS/FIELD[FIELD='ELX_NUMERO']/VALUE]]></XPATH>
      </FIELD>
      <FIELD type="AdditionalFields" label="ELX_REFDOC" source-type="AdditionalFields">
        <TAG><![CDATA[#NOVOREGISTO:CA:ELX_REFDOC#]]></TAG>
        <VALUE><![CDATA[#NOVOREGISTO:CA:ELX_REFDOC#]]></VALUE>
        <XPATH><![CDATA[/CARD/FIELDS/FIELD[FIELD='ELX_REFDOC']/VALUE]]></XPATH>
      </FIELD>
      <FIELD type="AdditionalFields" label="ELX_SITUACAO" source-type="AdditionalFields">
        <TAG><![CDATA[#NOVOREGISTO:CA:ELX_SITUACAO#]]></TAG>
        <VALUE><![CDATA[#NOVOREGISTO:CA:ELX_SITUACAO#]]></VALUE>
        <XPATH><![CDATA[/CARD/FIELDS/FIELD[FIELD='ELX_SITUACAO']/VALUE]]></XPATH>
      </FIELD>
      <FIELD type="AdditionalFields" label="ELX_TDOC" source-type="AdditionalFields">
        <TAG><![CDATA[#NOVOREGISTO:CA:ELX_TDOC#]]></TAG>
        <VALUE><![CDATA[#NOVOREGISTO:CA:ELX_TDOC#]]></VALUE>
        <XPATH><![CDATA[/CARD/FIELDS/FIELD[FIELD='ELX_TDOC']/VALUE]]></XPATH>
      </FIELD>
      <FIELD type="AdditionalFields" label="Sep_04" source-type="AdditionalFields">
        <TAG><![CDATA[#NOVOREGISTO:CA:Sep_04#]]></TAG>
        <VALUE><![CDATA[#NOVOREGISTO:CA:Sep_04#]]></VALUE>
        <XPATH><![CDATA[/CARD/FIELDS/FIELD[FIELD='Sep_04']/VALUE]]></XPATH>
      </FIELD>
      <FIELD type="AdditionalFields" label="Sep_07" source-type="AdditionalFields">
        <TAG><![CDATA[#NOVOREGISTO:CA:Sep_07#]]></TAG>
        <VALUE><![CDATA[#NOVOREGISTO:CA:Sep_07#]]></VALUE>
        <XPATH><![CDATA[/CARD/FIELDS/FIELD[FIELD='Sep_07']/VALUE]]></XPATH>
      </FIELD>
      <FIELD type="AdditionalFields" label="sep_09" source-type="AdditionalFields">
        <TAG><![CDATA[#NOVOREGISTO:CA:sep_09#]]></TAG>
        <VALUE><![CDATA[#NOVOREGISTO:CA:sep_09#]]></VALUE>
        <XPATH><![CDATA[/CARD/FIELDS/FIELD[FIELD='sep_09']/VALUE]]></XPATH>
      </FIELD>
      <FIELD type="AdditionalFields" label="Sep_12_01" source-type="AdditionalFields">
        <TAG><![CDATA[#NOVOREGISTO:CA:Sep_12_01#]]></TAG>
        <VALUE><![CDATA[#NOVOREGISTO:CA:Sep_12_01#]]></VALUE>
        <XPATH><![CDATA[/CARD/FIELDS/FIELD[FIELD='Sep_12_01']/VALUE]]></XPATH>
      </FIELD>
      <FIELD type="AdditionalFields" label="Sep_12_02" source-type="AdditionalFields">
        <TAG><![CDATA[#NOVOREGISTO:CA:Sep_12_02#]]></TAG>
        <VALUE><![CDATA[#NOVOREGISTO:CA:Sep_12_02#]]></VALUE>
        <XPATH><![CDATA[/CARD/FIELDS/FIELD[FIELD='Sep_12_02']/VALUE]]></XPATH>
      </FIELD>
      <FIELD type="AdditionalFields" label="Sep_12_03" source-type="AdditionalFields">
        <TAG><![CDATA[#NOVOREGISTO:CA:Sep_12_03#]]></TAG>
        <VALUE><![CDATA[#NOVOREGISTO:CA:Sep_12_03#]]></VALUE>
        <XPATH><![CDATA[/CARD/FIELDS/FIELD[FIELD='Sep_12_03']/VALUE]]></XPATH>
      </FIELD>
      <FIELD type="AdditionalFields" label="Sep_13_01" source-type="AdditionalFields">
        <TAG><![CDATA[#NOVOREGISTO:CA:Sep_13_01#]]></TAG>
        <VALUE><![CDATA[#NOVOREGISTO:CA:Sep_13_01#]]></VALUE>
        <XPATH><![CDATA[/CARD/FIELDS/FIELD[FIELD='Sep_13_01']/VALUE]]></XPATH>
      </FIELD>
      <FIELD type="AdditionalFields" label="Sep_13_02" source-type="AdditionalFields">
        <TAG><![CDATA[#NOVOREGISTO:CA:Sep_13_02#]]></TAG>
        <VALUE><![CDATA[#NOVOREGISTO:CA:Sep_13_02#]]></VALUE>
        <XPATH><![CDATA[/CARD/FIELDS/FIELD[FIELD='Sep_13_02']/VALUE]]></XPATH>
      </FIELD>
      <FIELD type="AdditionalFields" label="Sep_13_03" source-type="AdditionalFields">
        <TAG><![CDATA[#NOVOREGISTO:CA:Sep_13_03#]]></TAG>
        <VALUE><![CDATA[#NOVOREGISTO:CA:Sep_13_03#]]></VALUE>
        <XPATH><![CDATA[/CARD/FIELDS/FIELD[FIELD='Sep_13_03']/VALUE]]></XPATH>
      </FIELD>
      <FIELD type="AdditionalFields" label="Sep_14_06" source-type="AdditionalFields">
        <TAG><![CDATA[#NOVOREGISTO:CA:Sep_14_06#]]></TAG>
        <VALUE><![CDATA[#NOVOREGISTO:CA:Sep_14_06#]]></VALUE>
        <XPATH><![CDATA[/CARD/FIELDS/FIELD[FIELD='Sep_14_06']/VALUE]]></XPATH>
      </FIELD>
      <FIELD type="AdditionalFields" label="Sep_14_07" source-type="AdditionalFields">
        <TAG><![CDATA[#NOVOREGISTO:CA:Sep_14_07#]]></TAG>
        <VALUE><![CDATA[#NOVOREGISTO:CA:Sep_14_07#]]></VALUE>
        <XPATH><![CDATA[/CARD/FIELDS/FIELD[FIELD='Sep_14_07']/VALUE]]></XPATH>
      </FIELD>
      <FIELD type="AdditionalFields" label="Sep_15_01" source-type="AdditionalFields">
        <TAG><![CDATA[#NOVOREGISTO:CA:Sep_15_01#]]></TAG>
        <VALUE><![CDATA[#NOVOREGISTO:CA:Sep_15_01#]]></VALUE>
        <XPATH><![CDATA[/CARD/FIELDS/FIELD[FIELD='Sep_15_01']/VALUE]]></XPATH>
      </FIELD>
      <FIELD type="AdditionalFields" label="Sep_15_03" source-type="AdditionalFields">
        <TAG><![CDATA[#NOVOREGISTO:CA:Sep_15_03#]]></TAG>
        <VALUE><![CDATA[#NOVOREGISTO:CA:Sep_15_03#]]></VALUE>
        <XPATH><![CDATA[/CARD/FIELDS/FIELD[FIELD='Sep_15_03']/VALUE]]></XPATH>
      </FIELD>
      <FIELD type="AdditionalFields" label="Sep_03_01" source-type="AdditionalFields">
        <TAG><![CDATA[#NOVOREGISTO:CA:Sep_03_01#]]></TAG>
        <VALUE><![CDATA[#NOVOREGISTO:CA:Sep_03_01#]]></VALUE>
        <XPATH><![CDATA[/CARD/FIELDS/FIELD[FIELD='Sep_03_01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+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NIF" source-type="EntityFields">
        <TAG><![CDATA[#PRIMEIROREGISTO:ENTIDADE:NIF#]]></TAG>
        <VALUE><![CDATA[#PRIMEIROREGISTO:ENTIDADE:NIF#]]></VALUE>
        <XPATH><![CDATA[/CARD/ENTITIES/ENTITY[TYPE='P']/PROPERTIES/PROPERTY[NAME='NIF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DCONT" source-type="AdditionalFields">
        <TAG><![CDATA[#PRIMEIROREGISTO:CA:DCONT#]]></TAG>
        <VALUE><![CDATA[#PRIMEIROREGISTO:CA:DCONT#]]></VALUE>
        <XPATH><![CDATA[/CARD/FIELDS/FIELD[NAME='DCONT']/VALUE]]></XPATH>
      </FIELD>
      <FIELD type="AdditionalFields" label="DONO" source-type="AdditionalFields">
        <TAG><![CDATA[#PRIMEIROREGISTO:CA:DONO#]]></TAG>
        <VALUE><![CDATA[#PRIMEIROREGISTO:CA:DONO#]]></VALUE>
        <XPATH><![CDATA[/CARD/FIELDS/FIELD[NAME='DONO']/VALUE]]></XPATH>
      </FIELD>
      <FIELD type="AdditionalFields" label="DTRESP" source-type="AdditionalFields">
        <TAG><![CDATA[#PRIMEIROREGISTO:CA:DTRESP#]]></TAG>
        <VALUE><![CDATA[#PRIMEIROREGISTO:CA:DTRESP#]]></VALUE>
        <XPATH><![CDATA[/CARD/FIELDS/FIELD[NAME='DTRESP']/VALUE]]></XPATH>
      </FIELD>
      <FIELD type="AdditionalFields" label="NUMERO" source-type="AdditionalFields">
        <TAG><![CDATA[#PRIMEIROREGISTO:CA:NUMERO#]]></TAG>
        <VALUE><![CDATA[#PRIMEIROREGISTO:CA:NUMERO#]]></VALUE>
        <XPATH><![CDATA[/CARD/FIELDS/FIELD[NAME='NUMERO']/VALUE]]></XPATH>
      </FIELD>
      <FIELD type="AdditionalFields" label="FacturaData" source-type="AdditionalFields">
        <TAG><![CDATA[#PRIMEIROREGISTO:CA:FacturaData#]]></TAG>
        <VALUE><![CDATA[#PRIMEIROREGISTO:CA:FacturaData#]]></VALUE>
        <XPATH><![CDATA[/CARD/FIELDS/FIELD[NAME='FacturaData']/VALUE]]></XPATH>
      </FIELD>
      <FIELD type="AdditionalFields" label="FacturaDataVenc" source-type="AdditionalFields">
        <TAG><![CDATA[#PRIMEIROREGISTO:CA:FacturaDataVenc#]]></TAG>
        <VALUE><![CDATA[#PRIMEIROREGISTO:CA:FacturaDataVenc#]]></VALUE>
        <XPATH><![CDATA[/CARD/FIELDS/FIELD[NAME='FacturaDataVenc']/VALUE]]></XPATH>
      </FIELD>
      <FIELD type="AdditionalFields" label="FacturaNIF" source-type="AdditionalFields">
        <TAG><![CDATA[#PRIMEIROREGISTO:CA:FacturaNIF#]]></TAG>
        <VALUE><![CDATA[#PRIMEIROREGISTO:CA:FacturaNIF#]]></VALUE>
        <XPATH><![CDATA[/CARD/FIELDS/FIELD[NAME='FacturaNIF']/VALUE]]></XPATH>
      </FIELD>
      <FIELD type="AdditionalFields" label="FacturaNumero" source-type="AdditionalFields">
        <TAG><![CDATA[#PRIMEIROREGISTO:CA:FacturaNumero#]]></TAG>
        <VALUE><![CDATA[#PRIMEIROREGISTO:CA:FacturaNumero#]]></VALUE>
        <XPATH><![CDATA[/CARD/FIELDS/FIELD[NAME='FacturaNumero']/VALUE]]></XPATH>
      </FIELD>
      <FIELD type="AdditionalFields" label="FacturaNumSeq" source-type="AdditionalFields">
        <TAG><![CDATA[#PRIMEIROREGISTO:CA:FacturaNumSeq#]]></TAG>
        <VALUE><![CDATA[#PRIMEIROREGISTO:CA:FacturaNumSeq#]]></VALUE>
        <XPATH><![CDATA[/CARD/FIELDS/FIELD[NAME='FacturaNumSeq']/VALUE]]></XPATH>
      </FIELD>
      <FIELD type="AdditionalFields" label="FacturaServResp" source-type="AdditionalFields">
        <TAG><![CDATA[#PRIMEIROREGISTO:CA:FacturaServResp#]]></TAG>
        <VALUE><![CDATA[#PRIMEIROREGISTO:CA:FacturaServResp#]]></VALUE>
        <XPATH><![CDATA[/CARD/FIELDS/FIELD[NAME='FacturaServResp']/VALUE]]></XPATH>
      </FIELD>
      <FIELD type="AdditionalFields" label="FacturaValor" source-type="AdditionalFields">
        <TAG><![CDATA[#PRIMEIROREGISTO:CA:FacturaValor#]]></TAG>
        <VALUE><![CDATA[#PRIMEIROREGISTO:CA:FacturaValor#]]></VALUE>
        <XPATH><![CDATA[/CARD/FIELDS/FIELD[NAME='FacturaValor']/VALUE]]></XPATH>
      </FIELD>
      <FIELD type="AdditionalFields" label="Empreendimento" source-type="AdditionalFields">
        <TAG><![CDATA[#PRIMEIROREGISTO:CA:Empreendimento#]]></TAG>
        <VALUE><![CDATA[#PRIMEIROREGISTO:CA:Empreendimento#]]></VALUE>
        <XPATH><![CDATA[/CARD/FIELDS/FIELD[NAME='Empreendimento']/VALUE]]></XPATH>
      </FIELD>
      <FIELD type="AdditionalFields" label="Aplicação" source-type="AdditionalFields">
        <TAG><![CDATA[#PRIMEIROREGISTO:CA:Aplicação#]]></TAG>
        <VALUE><![CDATA[#PRIMEIROREGISTO:CA:Aplicação#]]></VALUE>
        <XPATH><![CDATA[/CARD/FIELDS/FIELD[NAME='Aplicação']/VALUE]]></XPATH>
      </FIELD>
      <FIELD type="AdditionalFields" label="Documento_Tipo" source-type="AdditionalFields">
        <TAG><![CDATA[#PRIMEIROREGISTO:CA:Documento_Tipo#]]></TAG>
        <VALUE><![CDATA[#PRIMEIROREGISTO:CA:Documento_Tipo#]]></VALUE>
        <XPATH><![CDATA[/CARD/FIELDS/FIELD[NAME='Documento_Tipo']/VALUE]]></XPATH>
      </FIELD>
      <FIELD type="AdditionalFields" label="PIActividade" source-type="AdditionalFields">
        <TAG><![CDATA[#PRIMEIROREGISTO:CA:PIActividade#]]></TAG>
        <VALUE><![CDATA[#PRIMEIROREGISTO:CA:PIActividade#]]></VALUE>
        <XPATH><![CDATA[/CARD/FIELDS/FIELD[NAME='PIActividade']/VALUE]]></XPATH>
      </FIELD>
      <FIELD type="AdditionalFields" label="AutoData" source-type="AdditionalFields">
        <TAG><![CDATA[#PRIMEIROREGISTO:CA:AutoData#]]></TAG>
        <VALUE><![CDATA[#PRIMEIROREGISTO:CA:AutoData#]]></VALUE>
        <XPATH><![CDATA[/CARD/FIELDS/FIELD[NAME='AutoData']/VALUE]]></XPATH>
      </FIELD>
      <FIELD type="AdditionalFields" label="AutoNumero" source-type="AdditionalFields">
        <TAG><![CDATA[#PRIMEIROREGISTO:CA:AutoNumero#]]></TAG>
        <VALUE><![CDATA[#PRIMEIROREGISTO:CA:AutoNumero#]]></VALUE>
        <XPATH><![CDATA[/CARD/FIELDS/FIELD[NAME='AutoNumero']/VALUE]]></XPATH>
      </FIELD>
      <FIELD type="AdditionalFields" label="RVPData" source-type="AdditionalFields">
        <TAG><![CDATA[#PRIMEIROREGISTO:CA:RVPData#]]></TAG>
        <VALUE><![CDATA[#PRIMEIROREGISTO:CA:RVPData#]]></VALUE>
        <XPATH><![CDATA[/CARD/FIELDS/FIELD[NAME='RVPData']/VALUE]]></XPATH>
      </FIELD>
      <FIELD type="AdditionalFields" label="RVPNumero" source-type="AdditionalFields">
        <TAG><![CDATA[#PRIMEIROREGISTO:CA:RVPNumero#]]></TAG>
        <VALUE><![CDATA[#PRIMEIROREGISTO:CA:RVPNumero#]]></VALUE>
        <XPATH><![CDATA[/CARD/FIELDS/FIELD[NAME='RVPNumero']/VALUE]]></XPATH>
      </FIELD>
      <FIELD type="AdditionalFields" label="FacturaTerceiro" source-type="AdditionalFields">
        <TAG><![CDATA[#PRIMEIROREGISTO:CA:FacturaTerceiro#]]></TAG>
        <VALUE><![CDATA[#PRIMEIROREGISTO:CA:FacturaTerceiro#]]></VALUE>
        <XPATH><![CDATA[/CARD/FIELDS/FIELD[NAME='FacturaTerceiro']/VALUE]]></XPATH>
      </FIELD>
      <FIELD type="AdditionalFields" label="ELX_AUTOR" source-type="AdditionalFields">
        <TAG><![CDATA[#PRIMEIROREGISTO:CA:ELX_AUTOR#]]></TAG>
        <VALUE><![CDATA[#PRIMEIROREGISTO:CA:ELX_AUTOR#]]></VALUE>
        <XPATH><![CDATA[/CARD/FIELDS/FIELD[NAME='ELX_AUTOR']/VALUE]]></XPATH>
      </FIELD>
      <FIELD type="AdditionalFields" label="ELX_CAMPO1" source-type="AdditionalFields">
        <TAG><![CDATA[#PRIMEIROREGISTO:CA:ELX_CAMPO1#]]></TAG>
        <VALUE><![CDATA[#PRIMEIROREGISTO:CA:ELX_CAMPO1#]]></VALUE>
        <XPATH><![CDATA[/CARD/FIELDS/FIELD[NAME='ELX_CAMPO1']/VALUE]]></XPATH>
      </FIELD>
      <FIELD type="AdditionalFields" label="ELX_CLASS" source-type="AdditionalFields">
        <TAG><![CDATA[#PRIMEIROREGISTO:CA:ELX_CLASS#]]></TAG>
        <VALUE><![CDATA[#PRIMEIROREGISTO:CA:ELX_CLASS#]]></VALUE>
        <XPATH><![CDATA[/CARD/FIELDS/FIELD[NAME='ELX_CLASS']/VALUE]]></XPATH>
      </FIELD>
      <FIELD type="AdditionalFields" label="ELX_DATA" source-type="AdditionalFields">
        <TAG><![CDATA[#PRIMEIROREGISTO:CA:ELX_DATA#]]></TAG>
        <VALUE><![CDATA[#PRIMEIROREGISTO:CA:ELX_DATA#]]></VALUE>
        <XPATH><![CDATA[/CARD/FIELDS/FIELD[NAME='ELX_DATA']/VALUE]]></XPATH>
      </FIELD>
      <FIELD type="AdditionalFields" label="ELX_DATADOC" source-type="AdditionalFields">
        <TAG><![CDATA[#PRIMEIROREGISTO:CA:ELX_DATADOC#]]></TAG>
        <VALUE><![CDATA[#PRIMEIROREGISTO:CA:ELX_DATADOC#]]></VALUE>
        <XPATH><![CDATA[/CARD/FIELDS/FIELD[NAME='ELX_DATADOC']/VALUE]]></XPATH>
      </FIELD>
      <FIELD type="AdditionalFields" label="ELX_LIVRO" source-type="AdditionalFields">
        <TAG><![CDATA[#PRIMEIROREGISTO:CA:ELX_LIVRO#]]></TAG>
        <VALUE><![CDATA[#PRIMEIROREGISTO:CA:ELX_LIVRO#]]></VALUE>
        <XPATH><![CDATA[/CARD/FIELDS/FIELD[NAME='ELX_LIVRO']/VALUE]]></XPATH>
      </FIELD>
      <FIELD type="AdditionalFields" label="ELX_NUMERO" source-type="AdditionalFields">
        <TAG><![CDATA[#PRIMEIROREGISTO:CA:ELX_NUMERO#]]></TAG>
        <VALUE><![CDATA[#PRIMEIROREGISTO:CA:ELX_NUMERO#]]></VALUE>
        <XPATH><![CDATA[/CARD/FIELDS/FIELD[NAME='ELX_NUMERO']/VALUE]]></XPATH>
      </FIELD>
      <FIELD type="AdditionalFields" label="ELX_REFDOC" source-type="AdditionalFields">
        <TAG><![CDATA[#PRIMEIROREGISTO:CA:ELX_REFDOC#]]></TAG>
        <VALUE><![CDATA[#PRIMEIROREGISTO:CA:ELX_REFDOC#]]></VALUE>
        <XPATH><![CDATA[/CARD/FIELDS/FIELD[NAME='ELX_REFDOC']/VALUE]]></XPATH>
      </FIELD>
      <FIELD type="AdditionalFields" label="ELX_SITUACAO" source-type="AdditionalFields">
        <TAG><![CDATA[#PRIMEIROREGISTO:CA:ELX_SITUACAO#]]></TAG>
        <VALUE><![CDATA[#PRIMEIROREGISTO:CA:ELX_SITUACAO#]]></VALUE>
        <XPATH><![CDATA[/CARD/FIELDS/FIELD[NAME='ELX_SITUACAO']/VALUE]]></XPATH>
      </FIELD>
      <FIELD type="AdditionalFields" label="ELX_TDOC" source-type="AdditionalFields">
        <TAG><![CDATA[#PRIMEIROREGISTO:CA:ELX_TDOC#]]></TAG>
        <VALUE><![CDATA[#PRIMEIROREGISTO:CA:ELX_TDOC#]]></VALUE>
        <XPATH><![CDATA[/CARD/FIELDS/FIELD[NAME='ELX_TDOC']/VALUE]]></XPATH>
      </FIELD>
      <FIELD type="AdditionalFields" label="Sep_04" source-type="AdditionalFields">
        <TAG><![CDATA[#PRIMEIROREGISTO:CA:Sep_04#]]></TAG>
        <VALUE><![CDATA[#PRIMEIROREGISTO:CA:Sep_04#]]></VALUE>
        <XPATH><![CDATA[/CARD/FIELDS/FIELD[NAME='Sep_04']/VALUE]]></XPATH>
      </FIELD>
      <FIELD type="AdditionalFields" label="Sep_07" source-type="AdditionalFields">
        <TAG><![CDATA[#PRIMEIROREGISTO:CA:Sep_07#]]></TAG>
        <VALUE><![CDATA[#PRIMEIROREGISTO:CA:Sep_07#]]></VALUE>
        <XPATH><![CDATA[/CARD/FIELDS/FIELD[NAME='Sep_07']/VALUE]]></XPATH>
      </FIELD>
      <FIELD type="AdditionalFields" label="sep_09" source-type="AdditionalFields">
        <TAG><![CDATA[#PRIMEIROREGISTO:CA:sep_09#]]></TAG>
        <VALUE><![CDATA[#PRIMEIROREGISTO:CA:sep_09#]]></VALUE>
        <XPATH><![CDATA[/CARD/FIELDS/FIELD[NAME='sep_09']/VALUE]]></XPATH>
      </FIELD>
      <FIELD type="AdditionalFields" label="Sep_12_01" source-type="AdditionalFields">
        <TAG><![CDATA[#PRIMEIROREGISTO:CA:Sep_12_01#]]></TAG>
        <VALUE><![CDATA[#PRIMEIROREGISTO:CA:Sep_12_01#]]></VALUE>
        <XPATH><![CDATA[/CARD/FIELDS/FIELD[NAME='Sep_12_01']/VALUE]]></XPATH>
      </FIELD>
      <FIELD type="AdditionalFields" label="Sep_12_02" source-type="AdditionalFields">
        <TAG><![CDATA[#PRIMEIROREGISTO:CA:Sep_12_02#]]></TAG>
        <VALUE><![CDATA[#PRIMEIROREGISTO:CA:Sep_12_02#]]></VALUE>
        <XPATH><![CDATA[/CARD/FIELDS/FIELD[NAME='Sep_12_02']/VALUE]]></XPATH>
      </FIELD>
      <FIELD type="AdditionalFields" label="Sep_12_03" source-type="AdditionalFields">
        <TAG><![CDATA[#PRIMEIROREGISTO:CA:Sep_12_03#]]></TAG>
        <VALUE><![CDATA[#PRIMEIROREGISTO:CA:Sep_12_03#]]></VALUE>
        <XPATH><![CDATA[/CARD/FIELDS/FIELD[NAME='Sep_12_03']/VALUE]]></XPATH>
      </FIELD>
      <FIELD type="AdditionalFields" label="Sep_13_01" source-type="AdditionalFields">
        <TAG><![CDATA[#PRIMEIROREGISTO:CA:Sep_13_01#]]></TAG>
        <VALUE><![CDATA[#PRIMEIROREGISTO:CA:Sep_13_01#]]></VALUE>
        <XPATH><![CDATA[/CARD/FIELDS/FIELD[NAME='Sep_13_01']/VALUE]]></XPATH>
      </FIELD>
      <FIELD type="AdditionalFields" label="Sep_13_02" source-type="AdditionalFields">
        <TAG><![CDATA[#PRIMEIROREGISTO:CA:Sep_13_02#]]></TAG>
        <VALUE><![CDATA[#PRIMEIROREGISTO:CA:Sep_13_02#]]></VALUE>
        <XPATH><![CDATA[/CARD/FIELDS/FIELD[NAME='Sep_13_02']/VALUE]]></XPATH>
      </FIELD>
      <FIELD type="AdditionalFields" label="Sep_13_03" source-type="AdditionalFields">
        <TAG><![CDATA[#PRIMEIROREGISTO:CA:Sep_13_03#]]></TAG>
        <VALUE><![CDATA[#PRIMEIROREGISTO:CA:Sep_13_03#]]></VALUE>
        <XPATH><![CDATA[/CARD/FIELDS/FIELD[NAME='Sep_13_03']/VALUE]]></XPATH>
      </FIELD>
      <FIELD type="AdditionalFields" label="Sep_14_06" source-type="AdditionalFields">
        <TAG><![CDATA[#PRIMEIROREGISTO:CA:Sep_14_06#]]></TAG>
        <VALUE><![CDATA[#PRIMEIROREGISTO:CA:Sep_14_06#]]></VALUE>
        <XPATH><![CDATA[/CARD/FIELDS/FIELD[NAME='Sep_14_06']/VALUE]]></XPATH>
      </FIELD>
      <FIELD type="AdditionalFields" label="Sep_14_07" source-type="AdditionalFields">
        <TAG><![CDATA[#PRIMEIROREGISTO:CA:Sep_14_07#]]></TAG>
        <VALUE><![CDATA[#PRIMEIROREGISTO:CA:Sep_14_07#]]></VALUE>
        <XPATH><![CDATA[/CARD/FIELDS/FIELD[NAME='Sep_14_07']/VALUE]]></XPATH>
      </FIELD>
      <FIELD type="AdditionalFields" label="Sep_15_01" source-type="AdditionalFields">
        <TAG><![CDATA[#PRIMEIROREGISTO:CA:Sep_15_01#]]></TAG>
        <VALUE><![CDATA[#PRIMEIROREGISTO:CA:Sep_15_01#]]></VALUE>
        <XPATH><![CDATA[/CARD/FIELDS/FIELD[NAME='Sep_15_01']/VALUE]]></XPATH>
      </FIELD>
      <FIELD type="AdditionalFields" label="Sep_15_03" source-type="AdditionalFields">
        <TAG><![CDATA[#PRIMEIROREGISTO:CA:Sep_15_03#]]></TAG>
        <VALUE><![CDATA[#PRIMEIROREGISTO:CA:Sep_15_03#]]></VALUE>
        <XPATH><![CDATA[/CARD/FIELDS/FIELD[NAME='Sep_15_03']/VALUE]]></XPATH>
      </FIELD>
      <FIELD type="AdditionalFields" label="Sep_03_01" source-type="AdditionalFields">
        <TAG><![CDATA[#PRIMEIROREGISTO:CA:Sep_03_01#]]></TAG>
        <VALUE><![CDATA[#PRIMEIROREGISTO:CA:Sep_03_01#]]></VALUE>
        <XPATH><![CDATA[/CARD/FIELDS/FIELD[NAME='Sep_03_01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DCONT" source-type="AdditionalFields">
        <TAG><![CDATA[#PRIMEIROPROCESSO:CA:DCONT#]]></TAG>
        <VALUE><![CDATA[#PRIMEIROPROCESSO:CA:DCONT#]]></VALUE>
        <XPATH><![CDATA[/CARD/FIELDS/FIELD[NAME='DCONT']/VALUE]]></XPATH>
      </FIELD>
      <FIELD type="AdditionalFields" label="DONO" source-type="AdditionalFields">
        <TAG><![CDATA[#PRIMEIROPROCESSO:CA:DONO#]]></TAG>
        <VALUE><![CDATA[#PRIMEIROPROCESSO:CA:DONO#]]></VALUE>
        <XPATH><![CDATA[/CARD/FIELDS/FIELD[NAME='DONO']/VALUE]]></XPATH>
      </FIELD>
      <FIELD type="AdditionalFields" label="DTRESP" source-type="AdditionalFields">
        <TAG><![CDATA[#PRIMEIROPROCESSO:CA:DTRESP#]]></TAG>
        <VALUE><![CDATA[#PRIMEIROPROCESSO:CA:DTRESP#]]></VALUE>
        <XPATH><![CDATA[/CARD/FIELDS/FIELD[NAME='DTRESP']/VALUE]]></XPATH>
      </FIELD>
      <FIELD type="AdditionalFields" label="NUMERO" source-type="AdditionalFields">
        <TAG><![CDATA[#PRIMEIROPROCESSO:CA:NUMERO#]]></TAG>
        <VALUE><![CDATA[#PRIMEIROPROCESSO:CA:NUMERO#]]></VALUE>
        <XPATH><![CDATA[/CARD/FIELDS/FIELD[NAME='NUMERO']/VALUE]]></XPATH>
      </FIELD>
      <FIELD type="AdditionalFields" label="FacturaData" source-type="AdditionalFields">
        <TAG><![CDATA[#PRIMEIROPROCESSO:CA:FacturaData#]]></TAG>
        <VALUE><![CDATA[#PRIMEIROPROCESSO:CA:FacturaData#]]></VALUE>
        <XPATH><![CDATA[/CARD/FIELDS/FIELD[NAME='FacturaData']/VALUE]]></XPATH>
      </FIELD>
      <FIELD type="AdditionalFields" label="FacturaDataVenc" source-type="AdditionalFields">
        <TAG><![CDATA[#PRIMEIROPROCESSO:CA:FacturaDataVenc#]]></TAG>
        <VALUE><![CDATA[#PRIMEIROPROCESSO:CA:FacturaDataVenc#]]></VALUE>
        <XPATH><![CDATA[/CARD/FIELDS/FIELD[NAME='FacturaDataVenc']/VALUE]]></XPATH>
      </FIELD>
      <FIELD type="AdditionalFields" label="FacturaNIF" source-type="AdditionalFields">
        <TAG><![CDATA[#PRIMEIROPROCESSO:CA:FacturaNIF#]]></TAG>
        <VALUE><![CDATA[#PRIMEIROPROCESSO:CA:FacturaNIF#]]></VALUE>
        <XPATH><![CDATA[/CARD/FIELDS/FIELD[NAME='FacturaNIF']/VALUE]]></XPATH>
      </FIELD>
      <FIELD type="AdditionalFields" label="FacturaNumero" source-type="AdditionalFields">
        <TAG><![CDATA[#PRIMEIROPROCESSO:CA:FacturaNumero#]]></TAG>
        <VALUE><![CDATA[#PRIMEIROPROCESSO:CA:FacturaNumero#]]></VALUE>
        <XPATH><![CDATA[/CARD/FIELDS/FIELD[NAME='FacturaNumero']/VALUE]]></XPATH>
      </FIELD>
      <FIELD type="AdditionalFields" label="FacturaNumSeq" source-type="AdditionalFields">
        <TAG><![CDATA[#PRIMEIROPROCESSO:CA:FacturaNumSeq#]]></TAG>
        <VALUE><![CDATA[#PRIMEIROPROCESSO:CA:FacturaNumSeq#]]></VALUE>
        <XPATH><![CDATA[/CARD/FIELDS/FIELD[NAME='FacturaNumSeq']/VALUE]]></XPATH>
      </FIELD>
      <FIELD type="AdditionalFields" label="FacturaServResp" source-type="AdditionalFields">
        <TAG><![CDATA[#PRIMEIROPROCESSO:CA:FacturaServResp#]]></TAG>
        <VALUE><![CDATA[#PRIMEIROPROCESSO:CA:FacturaServResp#]]></VALUE>
        <XPATH><![CDATA[/CARD/FIELDS/FIELD[NAME='FacturaServResp']/VALUE]]></XPATH>
      </FIELD>
      <FIELD type="AdditionalFields" label="FacturaValor" source-type="AdditionalFields">
        <TAG><![CDATA[#PRIMEIROPROCESSO:CA:FacturaValor#]]></TAG>
        <VALUE><![CDATA[#PRIMEIROPROCESSO:CA:FacturaValor#]]></VALUE>
        <XPATH><![CDATA[/CARD/FIELDS/FIELD[NAME='FacturaValor']/VALUE]]></XPATH>
      </FIELD>
      <FIELD type="AdditionalFields" label="Empreendimento" source-type="AdditionalFields">
        <TAG><![CDATA[#PRIMEIROPROCESSO:CA:Empreendimento#]]></TAG>
        <VALUE><![CDATA[#PRIMEIROPROCESSO:CA:Empreendimento#]]></VALUE>
        <XPATH><![CDATA[/CARD/FIELDS/FIELD[NAME='Empreendimento']/VALUE]]></XPATH>
      </FIELD>
      <FIELD type="AdditionalFields" label="Aplicação" source-type="AdditionalFields">
        <TAG><![CDATA[#PRIMEIROPROCESSO:CA:Aplicação#]]></TAG>
        <VALUE><![CDATA[#PRIMEIROPROCESSO:CA:Aplicação#]]></VALUE>
        <XPATH><![CDATA[/CARD/FIELDS/FIELD[NAME='Aplicação']/VALUE]]></XPATH>
      </FIELD>
      <FIELD type="AdditionalFields" label="Documento_Tipo" source-type="AdditionalFields">
        <TAG><![CDATA[#PRIMEIROPROCESSO:CA:Documento_Tipo#]]></TAG>
        <VALUE><![CDATA[#PRIMEIROPROCESSO:CA:Documento_Tipo#]]></VALUE>
        <XPATH><![CDATA[/CARD/FIELDS/FIELD[NAME='Documento_Tipo']/VALUE]]></XPATH>
      </FIELD>
      <FIELD type="AdditionalFields" label="PIActividade" source-type="AdditionalFields">
        <TAG><![CDATA[#PRIMEIROPROCESSO:CA:PIActividade#]]></TAG>
        <VALUE><![CDATA[#PRIMEIROPROCESSO:CA:PIActividade#]]></VALUE>
        <XPATH><![CDATA[/CARD/FIELDS/FIELD[NAME='PIActividade']/VALUE]]></XPATH>
      </FIELD>
      <FIELD type="AdditionalFields" label="AutoData" source-type="AdditionalFields">
        <TAG><![CDATA[#PRIMEIROPROCESSO:CA:AutoData#]]></TAG>
        <VALUE><![CDATA[#PRIMEIROPROCESSO:CA:AutoData#]]></VALUE>
        <XPATH><![CDATA[/CARD/FIELDS/FIELD[NAME='AutoData']/VALUE]]></XPATH>
      </FIELD>
      <FIELD type="AdditionalFields" label="AutoNumero" source-type="AdditionalFields">
        <TAG><![CDATA[#PRIMEIROPROCESSO:CA:AutoNumero#]]></TAG>
        <VALUE><![CDATA[#PRIMEIROPROCESSO:CA:AutoNumero#]]></VALUE>
        <XPATH><![CDATA[/CARD/FIELDS/FIELD[NAME='AutoNumero']/VALUE]]></XPATH>
      </FIELD>
      <FIELD type="AdditionalFields" label="RVPData" source-type="AdditionalFields">
        <TAG><![CDATA[#PRIMEIROPROCESSO:CA:RVPData#]]></TAG>
        <VALUE><![CDATA[#PRIMEIROPROCESSO:CA:RVPData#]]></VALUE>
        <XPATH><![CDATA[/CARD/FIELDS/FIELD[NAME='RVPData']/VALUE]]></XPATH>
      </FIELD>
      <FIELD type="AdditionalFields" label="RVPNumero" source-type="AdditionalFields">
        <TAG><![CDATA[#PRIMEIROPROCESSO:CA:RVPNumero#]]></TAG>
        <VALUE><![CDATA[#PRIMEIROPROCESSO:CA:RVPNumero#]]></VALUE>
        <XPATH><![CDATA[/CARD/FIELDS/FIELD[NAME='RVPNumero']/VALUE]]></XPATH>
      </FIELD>
      <FIELD type="AdditionalFields" label="FacturaTerceiro" source-type="AdditionalFields">
        <TAG><![CDATA[#PRIMEIROPROCESSO:CA:FacturaTerceiro#]]></TAG>
        <VALUE><![CDATA[#PRIMEIROPROCESSO:CA:FacturaTerceiro#]]></VALUE>
        <XPATH><![CDATA[/CARD/FIELDS/FIELD[NAME='FacturaTerceiro']/VALUE]]></XPATH>
      </FIELD>
      <FIELD type="AdditionalFields" label="ELX_AUTOR" source-type="AdditionalFields">
        <TAG><![CDATA[#PRIMEIROPROCESSO:CA:ELX_AUTOR#]]></TAG>
        <VALUE><![CDATA[#PRIMEIROPROCESSO:CA:ELX_AUTOR#]]></VALUE>
        <XPATH><![CDATA[/CARD/FIELDS/FIELD[NAME='ELX_AUTOR']/VALUE]]></XPATH>
      </FIELD>
      <FIELD type="AdditionalFields" label="ELX_CAMPO1" source-type="AdditionalFields">
        <TAG><![CDATA[#PRIMEIROPROCESSO:CA:ELX_CAMPO1#]]></TAG>
        <VALUE><![CDATA[#PRIMEIROPROCESSO:CA:ELX_CAMPO1#]]></VALUE>
        <XPATH><![CDATA[/CARD/FIELDS/FIELD[NAME='ELX_CAMPO1']/VALUE]]></XPATH>
      </FIELD>
      <FIELD type="AdditionalFields" label="ELX_CLASS" source-type="AdditionalFields">
        <TAG><![CDATA[#PRIMEIROPROCESSO:CA:ELX_CLASS#]]></TAG>
        <VALUE><![CDATA[#PRIMEIROPROCESSO:CA:ELX_CLASS#]]></VALUE>
        <XPATH><![CDATA[/CARD/FIELDS/FIELD[NAME='ELX_CLASS']/VALUE]]></XPATH>
      </FIELD>
      <FIELD type="AdditionalFields" label="ELX_DATA" source-type="AdditionalFields">
        <TAG><![CDATA[#PRIMEIROPROCESSO:CA:ELX_DATA#]]></TAG>
        <VALUE><![CDATA[#PRIMEIROPROCESSO:CA:ELX_DATA#]]></VALUE>
        <XPATH><![CDATA[/CARD/FIELDS/FIELD[NAME='ELX_DATA']/VALUE]]></XPATH>
      </FIELD>
      <FIELD type="AdditionalFields" label="ELX_DATADOC" source-type="AdditionalFields">
        <TAG><![CDATA[#PRIMEIROPROCESSO:CA:ELX_DATADOC#]]></TAG>
        <VALUE><![CDATA[#PRIMEIROPROCESSO:CA:ELX_DATADOC#]]></VALUE>
        <XPATH><![CDATA[/CARD/FIELDS/FIELD[NAME='ELX_DATADOC']/VALUE]]></XPATH>
      </FIELD>
      <FIELD type="AdditionalFields" label="ELX_LIVRO" source-type="AdditionalFields">
        <TAG><![CDATA[#PRIMEIROPROCESSO:CA:ELX_LIVRO#]]></TAG>
        <VALUE><![CDATA[#PRIMEIROPROCESSO:CA:ELX_LIVRO#]]></VALUE>
        <XPATH><![CDATA[/CARD/FIELDS/FIELD[NAME='ELX_LIVRO']/VALUE]]></XPATH>
      </FIELD>
      <FIELD type="AdditionalFields" label="ELX_NUMERO" source-type="AdditionalFields">
        <TAG><![CDATA[#PRIMEIROPROCESSO:CA:ELX_NUMERO#]]></TAG>
        <VALUE><![CDATA[#PRIMEIROPROCESSO:CA:ELX_NUMERO#]]></VALUE>
        <XPATH><![CDATA[/CARD/FIELDS/FIELD[NAME='ELX_NUMERO']/VALUE]]></XPATH>
      </FIELD>
      <FIELD type="AdditionalFields" label="ELX_REFDOC" source-type="AdditionalFields">
        <TAG><![CDATA[#PRIMEIROPROCESSO:CA:ELX_REFDOC#]]></TAG>
        <VALUE><![CDATA[#PRIMEIROPROCESSO:CA:ELX_REFDOC#]]></VALUE>
        <XPATH><![CDATA[/CARD/FIELDS/FIELD[NAME='ELX_REFDOC']/VALUE]]></XPATH>
      </FIELD>
      <FIELD type="AdditionalFields" label="ELX_SITUACAO" source-type="AdditionalFields">
        <TAG><![CDATA[#PRIMEIROPROCESSO:CA:ELX_SITUACAO#]]></TAG>
        <VALUE><![CDATA[#PRIMEIROPROCESSO:CA:ELX_SITUACAO#]]></VALUE>
        <XPATH><![CDATA[/CARD/FIELDS/FIELD[NAME='ELX_SITUACAO']/VALUE]]></XPATH>
      </FIELD>
      <FIELD type="AdditionalFields" label="ELX_TDOC" source-type="AdditionalFields">
        <TAG><![CDATA[#PRIMEIROPROCESSO:CA:ELX_TDOC#]]></TAG>
        <VALUE><![CDATA[#PRIMEIROPROCESSO:CA:ELX_TDOC#]]></VALUE>
        <XPATH><![CDATA[/CARD/FIELDS/FIELD[NAME='ELX_TDOC']/VALUE]]></XPATH>
      </FIELD>
      <FIELD type="AdditionalFields" label="Sep_04" source-type="AdditionalFields">
        <TAG><![CDATA[#PRIMEIROPROCESSO:CA:Sep_04#]]></TAG>
        <VALUE><![CDATA[#PRIMEIROPROCESSO:CA:Sep_04#]]></VALUE>
        <XPATH><![CDATA[/CARD/FIELDS/FIELD[NAME='Sep_04']/VALUE]]></XPATH>
      </FIELD>
      <FIELD type="AdditionalFields" label="Sep_07" source-type="AdditionalFields">
        <TAG><![CDATA[#PRIMEIROPROCESSO:CA:Sep_07#]]></TAG>
        <VALUE><![CDATA[#PRIMEIROPROCESSO:CA:Sep_07#]]></VALUE>
        <XPATH><![CDATA[/CARD/FIELDS/FIELD[NAME='Sep_07']/VALUE]]></XPATH>
      </FIELD>
      <FIELD type="AdditionalFields" label="sep_09" source-type="AdditionalFields">
        <TAG><![CDATA[#PRIMEIROPROCESSO:CA:sep_09#]]></TAG>
        <VALUE><![CDATA[#PRIMEIROPROCESSO:CA:sep_09#]]></VALUE>
        <XPATH><![CDATA[/CARD/FIELDS/FIELD[NAME='sep_09']/VALUE]]></XPATH>
      </FIELD>
      <FIELD type="AdditionalFields" label="Sep_12_01" source-type="AdditionalFields">
        <TAG><![CDATA[#PRIMEIROPROCESSO:CA:Sep_12_01#]]></TAG>
        <VALUE><![CDATA[#PRIMEIROPROCESSO:CA:Sep_12_01#]]></VALUE>
        <XPATH><![CDATA[/CARD/FIELDS/FIELD[NAME='Sep_12_01']/VALUE]]></XPATH>
      </FIELD>
      <FIELD type="AdditionalFields" label="Sep_12_02" source-type="AdditionalFields">
        <TAG><![CDATA[#PRIMEIROPROCESSO:CA:Sep_12_02#]]></TAG>
        <VALUE><![CDATA[#PRIMEIROPROCESSO:CA:Sep_12_02#]]></VALUE>
        <XPATH><![CDATA[/CARD/FIELDS/FIELD[NAME='Sep_12_02']/VALUE]]></XPATH>
      </FIELD>
      <FIELD type="AdditionalFields" label="Sep_12_03" source-type="AdditionalFields">
        <TAG><![CDATA[#PRIMEIROPROCESSO:CA:Sep_12_03#]]></TAG>
        <VALUE><![CDATA[#PRIMEIROPROCESSO:CA:Sep_12_03#]]></VALUE>
        <XPATH><![CDATA[/CARD/FIELDS/FIELD[NAME='Sep_12_03']/VALUE]]></XPATH>
      </FIELD>
      <FIELD type="AdditionalFields" label="Sep_13_01" source-type="AdditionalFields">
        <TAG><![CDATA[#PRIMEIROPROCESSO:CA:Sep_13_01#]]></TAG>
        <VALUE><![CDATA[#PRIMEIROPROCESSO:CA:Sep_13_01#]]></VALUE>
        <XPATH><![CDATA[/CARD/FIELDS/FIELD[NAME='Sep_13_01']/VALUE]]></XPATH>
      </FIELD>
      <FIELD type="AdditionalFields" label="Sep_13_02" source-type="AdditionalFields">
        <TAG><![CDATA[#PRIMEIROPROCESSO:CA:Sep_13_02#]]></TAG>
        <VALUE><![CDATA[#PRIMEIROPROCESSO:CA:Sep_13_02#]]></VALUE>
        <XPATH><![CDATA[/CARD/FIELDS/FIELD[NAME='Sep_13_02']/VALUE]]></XPATH>
      </FIELD>
      <FIELD type="AdditionalFields" label="Sep_13_03" source-type="AdditionalFields">
        <TAG><![CDATA[#PRIMEIROPROCESSO:CA:Sep_13_03#]]></TAG>
        <VALUE><![CDATA[#PRIMEIROPROCESSO:CA:Sep_13_03#]]></VALUE>
        <XPATH><![CDATA[/CARD/FIELDS/FIELD[NAME='Sep_13_03']/VALUE]]></XPATH>
      </FIELD>
      <FIELD type="AdditionalFields" label="Sep_14_06" source-type="AdditionalFields">
        <TAG><![CDATA[#PRIMEIROPROCESSO:CA:Sep_14_06#]]></TAG>
        <VALUE><![CDATA[#PRIMEIROPROCESSO:CA:Sep_14_06#]]></VALUE>
        <XPATH><![CDATA[/CARD/FIELDS/FIELD[NAME='Sep_14_06']/VALUE]]></XPATH>
      </FIELD>
      <FIELD type="AdditionalFields" label="Sep_14_07" source-type="AdditionalFields">
        <TAG><![CDATA[#PRIMEIROPROCESSO:CA:Sep_14_07#]]></TAG>
        <VALUE><![CDATA[#PRIMEIROPROCESSO:CA:Sep_14_07#]]></VALUE>
        <XPATH><![CDATA[/CARD/FIELDS/FIELD[NAME='Sep_14_07']/VALUE]]></XPATH>
      </FIELD>
      <FIELD type="AdditionalFields" label="Sep_15_01" source-type="AdditionalFields">
        <TAG><![CDATA[#PRIMEIROPROCESSO:CA:Sep_15_01#]]></TAG>
        <VALUE><![CDATA[#PRIMEIROPROCESSO:CA:Sep_15_01#]]></VALUE>
        <XPATH><![CDATA[/CARD/FIELDS/FIELD[NAME='Sep_15_01']/VALUE]]></XPATH>
      </FIELD>
      <FIELD type="AdditionalFields" label="Sep_15_03" source-type="AdditionalFields">
        <TAG><![CDATA[#PRIMEIROPROCESSO:CA:Sep_15_03#]]></TAG>
        <VALUE><![CDATA[#PRIMEIROPROCESSO:CA:Sep_15_03#]]></VALUE>
        <XPATH><![CDATA[/CARD/FIELDS/FIELD[NAME='Sep_15_03']/VALUE]]></XPATH>
      </FIELD>
      <FIELD type="AdditionalFields" label="Sep_03_01" source-type="AdditionalFields">
        <TAG><![CDATA[#PRIMEIROPROCESSO:CA:Sep_03_01#]]></TAG>
        <VALUE><![CDATA[#PRIMEIROPROCESSO:CA:Sep_03_01#]]></VALUE>
        <XPATH><![CDATA[/CARD/FIELDS/FIELD[NAME='Sep_03_01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Nome extenso" source-type="EntityFields">
        <TAG><![CDATA[#REGISTO:ENTIDADE:Nome extenso#]]></TAG>
        <VALUE><![CDATA[Nome extenso]]></VALUE>
        <XPATH><![CDATA[/CARD/ENTITIES/ENTITY[TYPE='P']/PROPERTIES/PROPERTY[NAME='Nome extenso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NIF" source-type="EntityFields">
        <TAG><![CDATA[#REGISTO:ENTIDADE:NIF#]]></TAG>
        <VALUE><![CDATA[NIF]]></VALUE>
        <XPATH><![CDATA[/CARD/ENTITIES/ENTITY[TYPE='P']/PROPERTIES/PROPERTY[NAME='NIF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DCONT" source-type="AdditionalFields">
        <TAG><![CDATA[#REGISTO:CA:DCONT#]]></TAG>
        <VALUE><![CDATA[#REGISTO:CA:DCONT#]]></VALUE>
        <XPATH><![CDATA[/CARD/FIELDS/FIELD[NAME='DCONT']/VALUE]]></XPATH>
      </FIELD>
      <FIELD type="AdditionalFields" label="DONO" source-type="AdditionalFields">
        <TAG><![CDATA[#REGISTO:CA:DONO#]]></TAG>
        <VALUE><![CDATA[#REGISTO:CA:DONO#]]></VALUE>
        <XPATH><![CDATA[/CARD/FIELDS/FIELD[NAME='DONO']/VALUE]]></XPATH>
      </FIELD>
      <FIELD type="AdditionalFields" label="DTRESP" source-type="AdditionalFields">
        <TAG><![CDATA[#REGISTO:CA:DTRESP#]]></TAG>
        <VALUE><![CDATA[#REGISTO:CA:DTRESP#]]></VALUE>
        <XPATH><![CDATA[/CARD/FIELDS/FIELD[NAME='DTRESP']/VALUE]]></XPATH>
      </FIELD>
      <FIELD type="AdditionalFields" label="NUMERO" source-type="AdditionalFields">
        <TAG><![CDATA[#REGISTO:CA:NUMERO#]]></TAG>
        <VALUE><![CDATA[#REGISTO:CA:NUMERO#]]></VALUE>
        <XPATH><![CDATA[/CARD/FIELDS/FIELD[NAME='NUMERO']/VALUE]]></XPATH>
      </FIELD>
      <FIELD type="AdditionalFields" label="FacturaData" source-type="AdditionalFields">
        <TAG><![CDATA[#REGISTO:CA:FacturaData#]]></TAG>
        <VALUE><![CDATA[#REGISTO:CA:FacturaData#]]></VALUE>
        <XPATH><![CDATA[/CARD/FIELDS/FIELD[NAME='FacturaData']/VALUE]]></XPATH>
      </FIELD>
      <FIELD type="AdditionalFields" label="FacturaDataVenc" source-type="AdditionalFields">
        <TAG><![CDATA[#REGISTO:CA:FacturaDataVenc#]]></TAG>
        <VALUE><![CDATA[#REGISTO:CA:FacturaDataVenc#]]></VALUE>
        <XPATH><![CDATA[/CARD/FIELDS/FIELD[NAME='FacturaDataVenc']/VALUE]]></XPATH>
      </FIELD>
      <FIELD type="AdditionalFields" label="FacturaNIF" source-type="AdditionalFields">
        <TAG><![CDATA[#REGISTO:CA:FacturaNIF#]]></TAG>
        <VALUE><![CDATA[#REGISTO:CA:FacturaNIF#]]></VALUE>
        <XPATH><![CDATA[/CARD/FIELDS/FIELD[NAME='FacturaNIF']/VALUE]]></XPATH>
      </FIELD>
      <FIELD type="AdditionalFields" label="FacturaNumero" source-type="AdditionalFields">
        <TAG><![CDATA[#REGISTO:CA:FacturaNumero#]]></TAG>
        <VALUE><![CDATA[#REGISTO:CA:FacturaNumero#]]></VALUE>
        <XPATH><![CDATA[/CARD/FIELDS/FIELD[NAME='FacturaNumero']/VALUE]]></XPATH>
      </FIELD>
      <FIELD type="AdditionalFields" label="FacturaNumSeq" source-type="AdditionalFields">
        <TAG><![CDATA[#REGISTO:CA:FacturaNumSeq#]]></TAG>
        <VALUE><![CDATA[#REGISTO:CA:FacturaNumSeq#]]></VALUE>
        <XPATH><![CDATA[/CARD/FIELDS/FIELD[NAME='FacturaNumSeq']/VALUE]]></XPATH>
      </FIELD>
      <FIELD type="AdditionalFields" label="FacturaServResp" source-type="AdditionalFields">
        <TAG><![CDATA[#REGISTO:CA:FacturaServResp#]]></TAG>
        <VALUE><![CDATA[#REGISTO:CA:FacturaServResp#]]></VALUE>
        <XPATH><![CDATA[/CARD/FIELDS/FIELD[NAME='FacturaServResp']/VALUE]]></XPATH>
      </FIELD>
      <FIELD type="AdditionalFields" label="FacturaValor" source-type="AdditionalFields">
        <TAG><![CDATA[#REGISTO:CA:FacturaValor#]]></TAG>
        <VALUE><![CDATA[#REGISTO:CA:FacturaValor#]]></VALUE>
        <XPATH><![CDATA[/CARD/FIELDS/FIELD[NAME='FacturaValor']/VALUE]]></XPATH>
      </FIELD>
      <FIELD type="AdditionalFields" label="Empreendimento" source-type="AdditionalFields">
        <TAG><![CDATA[#REGISTO:CA:Empreendimento#]]></TAG>
        <VALUE><![CDATA[#REGISTO:CA:Empreendimento#]]></VALUE>
        <XPATH><![CDATA[/CARD/FIELDS/FIELD[NAME='Empreendimento']/VALUE]]></XPATH>
      </FIELD>
      <FIELD type="AdditionalFields" label="Aplicação" source-type="AdditionalFields">
        <TAG><![CDATA[#REGISTO:CA:Aplicação#]]></TAG>
        <VALUE><![CDATA[#REGISTO:CA:Aplicação#]]></VALUE>
        <XPATH><![CDATA[/CARD/FIELDS/FIELD[NAME='Aplicação']/VALUE]]></XPATH>
      </FIELD>
      <FIELD type="AdditionalFields" label="Documento_Tipo" source-type="AdditionalFields">
        <TAG><![CDATA[#REGISTO:CA:Documento_Tipo#]]></TAG>
        <VALUE><![CDATA[#REGISTO:CA:Documento_Tipo#]]></VALUE>
        <XPATH><![CDATA[/CARD/FIELDS/FIELD[NAME='Documento_Tipo']/VALUE]]></XPATH>
      </FIELD>
      <FIELD type="AdditionalFields" label="PIActividade" source-type="AdditionalFields">
        <TAG><![CDATA[#REGISTO:CA:PIActividade#]]></TAG>
        <VALUE><![CDATA[#REGISTO:CA:PIActividade#]]></VALUE>
        <XPATH><![CDATA[/CARD/FIELDS/FIELD[NAME='PIActividade']/VALUE]]></XPATH>
      </FIELD>
      <FIELD type="AdditionalFields" label="AutoData" source-type="AdditionalFields">
        <TAG><![CDATA[#REGISTO:CA:AutoData#]]></TAG>
        <VALUE><![CDATA[#REGISTO:CA:AutoData#]]></VALUE>
        <XPATH><![CDATA[/CARD/FIELDS/FIELD[NAME='AutoData']/VALUE]]></XPATH>
      </FIELD>
      <FIELD type="AdditionalFields" label="AutoNumero" source-type="AdditionalFields">
        <TAG><![CDATA[#REGISTO:CA:AutoNumero#]]></TAG>
        <VALUE><![CDATA[#REGISTO:CA:AutoNumero#]]></VALUE>
        <XPATH><![CDATA[/CARD/FIELDS/FIELD[NAME='AutoNumero']/VALUE]]></XPATH>
      </FIELD>
      <FIELD type="AdditionalFields" label="RVPData" source-type="AdditionalFields">
        <TAG><![CDATA[#REGISTO:CA:RVPData#]]></TAG>
        <VALUE><![CDATA[#REGISTO:CA:RVPData#]]></VALUE>
        <XPATH><![CDATA[/CARD/FIELDS/FIELD[NAME='RVPData']/VALUE]]></XPATH>
      </FIELD>
      <FIELD type="AdditionalFields" label="RVPNumero" source-type="AdditionalFields">
        <TAG><![CDATA[#REGISTO:CA:RVPNumero#]]></TAG>
        <VALUE><![CDATA[#REGISTO:CA:RVPNumero#]]></VALUE>
        <XPATH><![CDATA[/CARD/FIELDS/FIELD[NAME='RVPNumero']/VALUE]]></XPATH>
      </FIELD>
      <FIELD type="AdditionalFields" label="FacturaTerceiro" source-type="AdditionalFields">
        <TAG><![CDATA[#REGISTO:CA:FacturaTerceiro#]]></TAG>
        <VALUE><![CDATA[#REGISTO:CA:FacturaTerceiro#]]></VALUE>
        <XPATH><![CDATA[/CARD/FIELDS/FIELD[NAME='FacturaTerceiro']/VALUE]]></XPATH>
      </FIELD>
      <FIELD type="AdditionalFields" label="ELX_AUTOR" source-type="AdditionalFields">
        <TAG><![CDATA[#REGISTO:CA:ELX_AUTOR#]]></TAG>
        <VALUE><![CDATA[#REGISTO:CA:ELX_AUTOR#]]></VALUE>
        <XPATH><![CDATA[/CARD/FIELDS/FIELD[NAME='ELX_AUTOR']/VALUE]]></XPATH>
      </FIELD>
      <FIELD type="AdditionalFields" label="ELX_CAMPO1" source-type="AdditionalFields">
        <TAG><![CDATA[#REGISTO:CA:ELX_CAMPO1#]]></TAG>
        <VALUE><![CDATA[#REGISTO:CA:ELX_CAMPO1#]]></VALUE>
        <XPATH><![CDATA[/CARD/FIELDS/FIELD[NAME='ELX_CAMPO1']/VALUE]]></XPATH>
      </FIELD>
      <FIELD type="AdditionalFields" label="ELX_CLASS" source-type="AdditionalFields">
        <TAG><![CDATA[#REGISTO:CA:ELX_CLASS#]]></TAG>
        <VALUE><![CDATA[#REGISTO:CA:ELX_CLASS#]]></VALUE>
        <XPATH><![CDATA[/CARD/FIELDS/FIELD[NAME='ELX_CLASS']/VALUE]]></XPATH>
      </FIELD>
      <FIELD type="AdditionalFields" label="ELX_DATA" source-type="AdditionalFields">
        <TAG><![CDATA[#REGISTO:CA:ELX_DATA#]]></TAG>
        <VALUE><![CDATA[#REGISTO:CA:ELX_DATA#]]></VALUE>
        <XPATH><![CDATA[/CARD/FIELDS/FIELD[NAME='ELX_DATA']/VALUE]]></XPATH>
      </FIELD>
      <FIELD type="AdditionalFields" label="ELX_DATADOC" source-type="AdditionalFields">
        <TAG><![CDATA[#REGISTO:CA:ELX_DATADOC#]]></TAG>
        <VALUE><![CDATA[#REGISTO:CA:ELX_DATADOC#]]></VALUE>
        <XPATH><![CDATA[/CARD/FIELDS/FIELD[NAME='ELX_DATADOC']/VALUE]]></XPATH>
      </FIELD>
      <FIELD type="AdditionalFields" label="ELX_LIVRO" source-type="AdditionalFields">
        <TAG><![CDATA[#REGISTO:CA:ELX_LIVRO#]]></TAG>
        <VALUE><![CDATA[#REGISTO:CA:ELX_LIVRO#]]></VALUE>
        <XPATH><![CDATA[/CARD/FIELDS/FIELD[NAME='ELX_LIVRO']/VALUE]]></XPATH>
      </FIELD>
      <FIELD type="AdditionalFields" label="ELX_NUMERO" source-type="AdditionalFields">
        <TAG><![CDATA[#REGISTO:CA:ELX_NUMERO#]]></TAG>
        <VALUE><![CDATA[#REGISTO:CA:ELX_NUMERO#]]></VALUE>
        <XPATH><![CDATA[/CARD/FIELDS/FIELD[NAME='ELX_NUMERO']/VALUE]]></XPATH>
      </FIELD>
      <FIELD type="AdditionalFields" label="ELX_REFDOC" source-type="AdditionalFields">
        <TAG><![CDATA[#REGISTO:CA:ELX_REFDOC#]]></TAG>
        <VALUE><![CDATA[#REGISTO:CA:ELX_REFDOC#]]></VALUE>
        <XPATH><![CDATA[/CARD/FIELDS/FIELD[NAME='ELX_REFDOC']/VALUE]]></XPATH>
      </FIELD>
      <FIELD type="AdditionalFields" label="ELX_SITUACAO" source-type="AdditionalFields">
        <TAG><![CDATA[#REGISTO:CA:ELX_SITUACAO#]]></TAG>
        <VALUE><![CDATA[#REGISTO:CA:ELX_SITUACAO#]]></VALUE>
        <XPATH><![CDATA[/CARD/FIELDS/FIELD[NAME='ELX_SITUACAO']/VALUE]]></XPATH>
      </FIELD>
      <FIELD type="AdditionalFields" label="ELX_TDOC" source-type="AdditionalFields">
        <TAG><![CDATA[#REGISTO:CA:ELX_TDOC#]]></TAG>
        <VALUE><![CDATA[#REGISTO:CA:ELX_TDOC#]]></VALUE>
        <XPATH><![CDATA[/CARD/FIELDS/FIELD[NAME='ELX_TDOC']/VALUE]]></XPATH>
      </FIELD>
      <FIELD type="AdditionalFields" label="Sep_04" source-type="AdditionalFields">
        <TAG><![CDATA[#REGISTO:CA:Sep_04#]]></TAG>
        <VALUE><![CDATA[#REGISTO:CA:Sep_04#]]></VALUE>
        <XPATH><![CDATA[/CARD/FIELDS/FIELD[NAME='Sep_04']/VALUE]]></XPATH>
      </FIELD>
      <FIELD type="AdditionalFields" label="Sep_07" source-type="AdditionalFields">
        <TAG><![CDATA[#REGISTO:CA:Sep_07#]]></TAG>
        <VALUE><![CDATA[#REGISTO:CA:Sep_07#]]></VALUE>
        <XPATH><![CDATA[/CARD/FIELDS/FIELD[NAME='Sep_07']/VALUE]]></XPATH>
      </FIELD>
      <FIELD type="AdditionalFields" label="sep_09" source-type="AdditionalFields">
        <TAG><![CDATA[#REGISTO:CA:sep_09#]]></TAG>
        <VALUE><![CDATA[#REGISTO:CA:sep_09#]]></VALUE>
        <XPATH><![CDATA[/CARD/FIELDS/FIELD[NAME='sep_09']/VALUE]]></XPATH>
      </FIELD>
      <FIELD type="AdditionalFields" label="Sep_12_01" source-type="AdditionalFields">
        <TAG><![CDATA[#REGISTO:CA:Sep_12_01#]]></TAG>
        <VALUE><![CDATA[#REGISTO:CA:Sep_12_01#]]></VALUE>
        <XPATH><![CDATA[/CARD/FIELDS/FIELD[NAME='Sep_12_01']/VALUE]]></XPATH>
      </FIELD>
      <FIELD type="AdditionalFields" label="Sep_12_02" source-type="AdditionalFields">
        <TAG><![CDATA[#REGISTO:CA:Sep_12_02#]]></TAG>
        <VALUE><![CDATA[#REGISTO:CA:Sep_12_02#]]></VALUE>
        <XPATH><![CDATA[/CARD/FIELDS/FIELD[NAME='Sep_12_02']/VALUE]]></XPATH>
      </FIELD>
      <FIELD type="AdditionalFields" label="Sep_12_03" source-type="AdditionalFields">
        <TAG><![CDATA[#REGISTO:CA:Sep_12_03#]]></TAG>
        <VALUE><![CDATA[#REGISTO:CA:Sep_12_03#]]></VALUE>
        <XPATH><![CDATA[/CARD/FIELDS/FIELD[NAME='Sep_12_03']/VALUE]]></XPATH>
      </FIELD>
      <FIELD type="AdditionalFields" label="Sep_13_01" source-type="AdditionalFields">
        <TAG><![CDATA[#REGISTO:CA:Sep_13_01#]]></TAG>
        <VALUE><![CDATA[#REGISTO:CA:Sep_13_01#]]></VALUE>
        <XPATH><![CDATA[/CARD/FIELDS/FIELD[NAME='Sep_13_01']/VALUE]]></XPATH>
      </FIELD>
      <FIELD type="AdditionalFields" label="Sep_13_02" source-type="AdditionalFields">
        <TAG><![CDATA[#REGISTO:CA:Sep_13_02#]]></TAG>
        <VALUE><![CDATA[#REGISTO:CA:Sep_13_02#]]></VALUE>
        <XPATH><![CDATA[/CARD/FIELDS/FIELD[NAME='Sep_13_02']/VALUE]]></XPATH>
      </FIELD>
      <FIELD type="AdditionalFields" label="Sep_13_03" source-type="AdditionalFields">
        <TAG><![CDATA[#REGISTO:CA:Sep_13_03#]]></TAG>
        <VALUE><![CDATA[#REGISTO:CA:Sep_13_03#]]></VALUE>
        <XPATH><![CDATA[/CARD/FIELDS/FIELD[NAME='Sep_13_03']/VALUE]]></XPATH>
      </FIELD>
      <FIELD type="AdditionalFields" label="Sep_14_06" source-type="AdditionalFields">
        <TAG><![CDATA[#REGISTO:CA:Sep_14_06#]]></TAG>
        <VALUE><![CDATA[#REGISTO:CA:Sep_14_06#]]></VALUE>
        <XPATH><![CDATA[/CARD/FIELDS/FIELD[NAME='Sep_14_06']/VALUE]]></XPATH>
      </FIELD>
      <FIELD type="AdditionalFields" label="Sep_14_07" source-type="AdditionalFields">
        <TAG><![CDATA[#REGISTO:CA:Sep_14_07#]]></TAG>
        <VALUE><![CDATA[#REGISTO:CA:Sep_14_07#]]></VALUE>
        <XPATH><![CDATA[/CARD/FIELDS/FIELD[NAME='Sep_14_07']/VALUE]]></XPATH>
      </FIELD>
      <FIELD type="AdditionalFields" label="Sep_15_01" source-type="AdditionalFields">
        <TAG><![CDATA[#REGISTO:CA:Sep_15_01#]]></TAG>
        <VALUE><![CDATA[#REGISTO:CA:Sep_15_01#]]></VALUE>
        <XPATH><![CDATA[/CARD/FIELDS/FIELD[NAME='Sep_15_01']/VALUE]]></XPATH>
      </FIELD>
      <FIELD type="AdditionalFields" label="Sep_15_03" source-type="AdditionalFields">
        <TAG><![CDATA[#REGISTO:CA:Sep_15_03#]]></TAG>
        <VALUE><![CDATA[#REGISTO:CA:Sep_15_03#]]></VALUE>
        <XPATH><![CDATA[/CARD/FIELDS/FIELD[NAME='Sep_15_03']/VALUE]]></XPATH>
      </FIELD>
      <FIELD type="AdditionalFields" label="Sep_03_01" source-type="AdditionalFields">
        <TAG><![CDATA[#REGISTO:CA:Sep_03_01#]]></TAG>
        <VALUE><![CDATA[#REGISTO:CA:Sep_03_01#]]></VALUE>
        <XPATH><![CDATA[/CARD/FIELDS/FIELD[NAME='Sep_03_01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DCONT" source-type="AdditionalFields">
        <TAG><![CDATA[#CONTEXTPROCESS:CA:DCONT#]]></TAG>
        <VALUE><![CDATA[DCONT]]></VALUE>
        <XPATH><![CDATA[/PROCESS/FIELDS/FIELD[NAME='DCONT']/VALUE]]></XPATH>
      </FIELD>
      <FIELD type="AdditionalFields" label="DONO" source-type="AdditionalFields">
        <TAG><![CDATA[#CONTEXTPROCESS:CA:DONO#]]></TAG>
        <VALUE><![CDATA[DONO]]></VALUE>
        <XPATH><![CDATA[/PROCESS/FIELDS/FIELD[NAME='DONO']/VALUE]]></XPATH>
      </FIELD>
      <FIELD type="AdditionalFields" label="DTRESP" source-type="AdditionalFields">
        <TAG><![CDATA[#CONTEXTPROCESS:CA:DTRESP#]]></TAG>
        <VALUE><![CDATA[DTRESP]]></VALUE>
        <XPATH><![CDATA[/PROCESS/FIELDS/FIELD[NAME='DTRESP']/VALUE]]></XPATH>
      </FIELD>
      <FIELD type="AdditionalFields" label="NUMERO" source-type="AdditionalFields">
        <TAG><![CDATA[#CONTEXTPROCESS:CA:NUMERO#]]></TAG>
        <VALUE><![CDATA[NUMERO]]></VALUE>
        <XPATH><![CDATA[/PROCESS/FIELDS/FIELD[NAME='NUMERO']/VALUE]]></XPATH>
      </FIELD>
      <FIELD type="AdditionalFields" label="FacturaData" source-type="AdditionalFields">
        <TAG><![CDATA[#CONTEXTPROCESS:CA:FacturaData#]]></TAG>
        <VALUE><![CDATA[FacturaData]]></VALUE>
        <XPATH><![CDATA[/PROCESS/FIELDS/FIELD[NAME='FacturaData']/VALUE]]></XPATH>
      </FIELD>
      <FIELD type="AdditionalFields" label="FacturaDataVenc" source-type="AdditionalFields">
        <TAG><![CDATA[#CONTEXTPROCESS:CA:FacturaDataVenc#]]></TAG>
        <VALUE><![CDATA[FacturaDataVenc]]></VALUE>
        <XPATH><![CDATA[/PROCESS/FIELDS/FIELD[NAME='FacturaDataVenc']/VALUE]]></XPATH>
      </FIELD>
      <FIELD type="AdditionalFields" label="FacturaNIF" source-type="AdditionalFields">
        <TAG><![CDATA[#CONTEXTPROCESS:CA:FacturaNIF#]]></TAG>
        <VALUE><![CDATA[FacturaNIF]]></VALUE>
        <XPATH><![CDATA[/PROCESS/FIELDS/FIELD[NAME='FacturaNIF']/VALUE]]></XPATH>
      </FIELD>
      <FIELD type="AdditionalFields" label="FacturaNumero" source-type="AdditionalFields">
        <TAG><![CDATA[#CONTEXTPROCESS:CA:FacturaNumero#]]></TAG>
        <VALUE><![CDATA[FacturaNumero]]></VALUE>
        <XPATH><![CDATA[/PROCESS/FIELDS/FIELD[NAME='FacturaNumero']/VALUE]]></XPATH>
      </FIELD>
      <FIELD type="AdditionalFields" label="FacturaNumSeq" source-type="AdditionalFields">
        <TAG><![CDATA[#CONTEXTPROCESS:CA:FacturaNumSeq#]]></TAG>
        <VALUE><![CDATA[FacturaNumSeq]]></VALUE>
        <XPATH><![CDATA[/PROCESS/FIELDS/FIELD[NAME='FacturaNumSeq']/VALUE]]></XPATH>
      </FIELD>
      <FIELD type="AdditionalFields" label="FacturaServResp" source-type="AdditionalFields">
        <TAG><![CDATA[#CONTEXTPROCESS:CA:FacturaServResp#]]></TAG>
        <VALUE><![CDATA[FacturaServResp]]></VALUE>
        <XPATH><![CDATA[/PROCESS/FIELDS/FIELD[NAME='FacturaServResp']/VALUE]]></XPATH>
      </FIELD>
      <FIELD type="AdditionalFields" label="FacturaValor" source-type="AdditionalFields">
        <TAG><![CDATA[#CONTEXTPROCESS:CA:FacturaValor#]]></TAG>
        <VALUE><![CDATA[FacturaValor]]></VALUE>
        <XPATH><![CDATA[/PROCESS/FIELDS/FIELD[NAME='FacturaValor']/VALUE]]></XPATH>
      </FIELD>
      <FIELD type="AdditionalFields" label="Empreendimento" source-type="AdditionalFields">
        <TAG><![CDATA[#CONTEXTPROCESS:CA:Empreendimento#]]></TAG>
        <VALUE><![CDATA[Empreendimento]]></VALUE>
        <XPATH><![CDATA[/PROCESS/FIELDS/FIELD[NAME='Empreendimento']/VALUE]]></XPATH>
      </FIELD>
      <FIELD type="AdditionalFields" label="Aplicação" source-type="AdditionalFields">
        <TAG><![CDATA[#CONTEXTPROCESS:CA:Aplicação#]]></TAG>
        <VALUE><![CDATA[Aplicação]]></VALUE>
        <XPATH><![CDATA[/PROCESS/FIELDS/FIELD[NAME='Aplicação']/VALUE]]></XPATH>
      </FIELD>
      <FIELD type="AdditionalFields" label="Documento_Tipo" source-type="AdditionalFields">
        <TAG><![CDATA[#CONTEXTPROCESS:CA:Documento_Tipo#]]></TAG>
        <VALUE><![CDATA[Documento_Tipo]]></VALUE>
        <XPATH><![CDATA[/PROCESS/FIELDS/FIELD[NAME='Documento_Tipo']/VALUE]]></XPATH>
      </FIELD>
      <FIELD type="AdditionalFields" label="PIActividade" source-type="AdditionalFields">
        <TAG><![CDATA[#CONTEXTPROCESS:CA:PIActividade#]]></TAG>
        <VALUE><![CDATA[PIActividade]]></VALUE>
        <XPATH><![CDATA[/PROCESS/FIELDS/FIELD[NAME='PIActividade']/VALUE]]></XPATH>
      </FIELD>
      <FIELD type="AdditionalFields" label="AutoData" source-type="AdditionalFields">
        <TAG><![CDATA[#CONTEXTPROCESS:CA:AutoData#]]></TAG>
        <VALUE><![CDATA[AutoData]]></VALUE>
        <XPATH><![CDATA[/PROCESS/FIELDS/FIELD[NAME='AutoData']/VALUE]]></XPATH>
      </FIELD>
      <FIELD type="AdditionalFields" label="AutoNumero" source-type="AdditionalFields">
        <TAG><![CDATA[#CONTEXTPROCESS:CA:AutoNumero#]]></TAG>
        <VALUE><![CDATA[AutoNumero]]></VALUE>
        <XPATH><![CDATA[/PROCESS/FIELDS/FIELD[NAME='AutoNumero']/VALUE]]></XPATH>
      </FIELD>
      <FIELD type="AdditionalFields" label="RVPData" source-type="AdditionalFields">
        <TAG><![CDATA[#CONTEXTPROCESS:CA:RVPData#]]></TAG>
        <VALUE><![CDATA[RVPData]]></VALUE>
        <XPATH><![CDATA[/PROCESS/FIELDS/FIELD[NAME='RVPData']/VALUE]]></XPATH>
      </FIELD>
      <FIELD type="AdditionalFields" label="RVPNumero" source-type="AdditionalFields">
        <TAG><![CDATA[#CONTEXTPROCESS:CA:RVPNumero#]]></TAG>
        <VALUE><![CDATA[RVPNumero]]></VALUE>
        <XPATH><![CDATA[/PROCESS/FIELDS/FIELD[NAME='RVPNumero']/VALUE]]></XPATH>
      </FIELD>
      <FIELD type="AdditionalFields" label="FacturaTerceiro" source-type="AdditionalFields">
        <TAG><![CDATA[#CONTEXTPROCESS:CA:FacturaTerceiro#]]></TAG>
        <VALUE><![CDATA[FacturaTerceiro]]></VALUE>
        <XPATH><![CDATA[/PROCESS/FIELDS/FIELD[NAME='FacturaTerceiro']/VALUE]]></XPATH>
      </FIELD>
      <FIELD type="AdditionalFields" label="ELX_AUTOR" source-type="AdditionalFields">
        <TAG><![CDATA[#CONTEXTPROCESS:CA:ELX_AUTOR#]]></TAG>
        <VALUE><![CDATA[ELX_AUTOR]]></VALUE>
        <XPATH><![CDATA[/PROCESS/FIELDS/FIELD[NAME='ELX_AUTOR']/VALUE]]></XPATH>
      </FIELD>
      <FIELD type="AdditionalFields" label="ELX_CAMPO1" source-type="AdditionalFields">
        <TAG><![CDATA[#CONTEXTPROCESS:CA:ELX_CAMPO1#]]></TAG>
        <VALUE><![CDATA[ELX_CAMPO1]]></VALUE>
        <XPATH><![CDATA[/PROCESS/FIELDS/FIELD[NAME='ELX_CAMPO1']/VALUE]]></XPATH>
      </FIELD>
      <FIELD type="AdditionalFields" label="ELX_CLASS" source-type="AdditionalFields">
        <TAG><![CDATA[#CONTEXTPROCESS:CA:ELX_CLASS#]]></TAG>
        <VALUE><![CDATA[ELX_CLASS]]></VALUE>
        <XPATH><![CDATA[/PROCESS/FIELDS/FIELD[NAME='ELX_CLASS']/VALUE]]></XPATH>
      </FIELD>
      <FIELD type="AdditionalFields" label="ELX_DATA" source-type="AdditionalFields">
        <TAG><![CDATA[#CONTEXTPROCESS:CA:ELX_DATA#]]></TAG>
        <VALUE><![CDATA[ELX_DATA]]></VALUE>
        <XPATH><![CDATA[/PROCESS/FIELDS/FIELD[NAME='ELX_DATA']/VALUE]]></XPATH>
      </FIELD>
      <FIELD type="AdditionalFields" label="ELX_DATADOC" source-type="AdditionalFields">
        <TAG><![CDATA[#CONTEXTPROCESS:CA:ELX_DATADOC#]]></TAG>
        <VALUE><![CDATA[ELX_DATADOC]]></VALUE>
        <XPATH><![CDATA[/PROCESS/FIELDS/FIELD[NAME='ELX_DATADOC']/VALUE]]></XPATH>
      </FIELD>
      <FIELD type="AdditionalFields" label="ELX_LIVRO" source-type="AdditionalFields">
        <TAG><![CDATA[#CONTEXTPROCESS:CA:ELX_LIVRO#]]></TAG>
        <VALUE><![CDATA[ELX_LIVRO]]></VALUE>
        <XPATH><![CDATA[/PROCESS/FIELDS/FIELD[NAME='ELX_LIVRO']/VALUE]]></XPATH>
      </FIELD>
      <FIELD type="AdditionalFields" label="ELX_NUMERO" source-type="AdditionalFields">
        <TAG><![CDATA[#CONTEXTPROCESS:CA:ELX_NUMERO#]]></TAG>
        <VALUE><![CDATA[ELX_NUMERO]]></VALUE>
        <XPATH><![CDATA[/PROCESS/FIELDS/FIELD[NAME='ELX_NUMERO']/VALUE]]></XPATH>
      </FIELD>
      <FIELD type="AdditionalFields" label="ELX_REFDOC" source-type="AdditionalFields">
        <TAG><![CDATA[#CONTEXTPROCESS:CA:ELX_REFDOC#]]></TAG>
        <VALUE><![CDATA[ELX_REFDOC]]></VALUE>
        <XPATH><![CDATA[/PROCESS/FIELDS/FIELD[NAME='ELX_REFDOC']/VALUE]]></XPATH>
      </FIELD>
      <FIELD type="AdditionalFields" label="ELX_SITUACAO" source-type="AdditionalFields">
        <TAG><![CDATA[#CONTEXTPROCESS:CA:ELX_SITUACAO#]]></TAG>
        <VALUE><![CDATA[ELX_SITUACAO]]></VALUE>
        <XPATH><![CDATA[/PROCESS/FIELDS/FIELD[NAME='ELX_SITUACAO']/VALUE]]></XPATH>
      </FIELD>
      <FIELD type="AdditionalFields" label="ELX_TDOC" source-type="AdditionalFields">
        <TAG><![CDATA[#CONTEXTPROCESS:CA:ELX_TDOC#]]></TAG>
        <VALUE><![CDATA[ELX_TDOC]]></VALUE>
        <XPATH><![CDATA[/PROCESS/FIELDS/FIELD[NAME='ELX_TDOC']/VALUE]]></XPATH>
      </FIELD>
      <FIELD type="AdditionalFields" label="Sep_04" source-type="AdditionalFields">
        <TAG><![CDATA[#CONTEXTPROCESS:CA:Sep_04#]]></TAG>
        <VALUE><![CDATA[Sep_04]]></VALUE>
        <XPATH><![CDATA[/PROCESS/FIELDS/FIELD[NAME='Sep_04']/VALUE]]></XPATH>
      </FIELD>
      <FIELD type="AdditionalFields" label="Sep_07" source-type="AdditionalFields">
        <TAG><![CDATA[#CONTEXTPROCESS:CA:Sep_07#]]></TAG>
        <VALUE><![CDATA[Sep_07]]></VALUE>
        <XPATH><![CDATA[/PROCESS/FIELDS/FIELD[NAME='Sep_07']/VALUE]]></XPATH>
      </FIELD>
      <FIELD type="AdditionalFields" label="sep_09" source-type="AdditionalFields">
        <TAG><![CDATA[#CONTEXTPROCESS:CA:sep_09#]]></TAG>
        <VALUE><![CDATA[sep_09]]></VALUE>
        <XPATH><![CDATA[/PROCESS/FIELDS/FIELD[NAME='sep_09']/VALUE]]></XPATH>
      </FIELD>
      <FIELD type="AdditionalFields" label="Sep_12_01" source-type="AdditionalFields">
        <TAG><![CDATA[#CONTEXTPROCESS:CA:Sep_12_01#]]></TAG>
        <VALUE><![CDATA[Sep_12_01]]></VALUE>
        <XPATH><![CDATA[/PROCESS/FIELDS/FIELD[NAME='Sep_12_01']/VALUE]]></XPATH>
      </FIELD>
      <FIELD type="AdditionalFields" label="Sep_12_02" source-type="AdditionalFields">
        <TAG><![CDATA[#CONTEXTPROCESS:CA:Sep_12_02#]]></TAG>
        <VALUE><![CDATA[Sep_12_02]]></VALUE>
        <XPATH><![CDATA[/PROCESS/FIELDS/FIELD[NAME='Sep_12_02']/VALUE]]></XPATH>
      </FIELD>
      <FIELD type="AdditionalFields" label="Sep_12_03" source-type="AdditionalFields">
        <TAG><![CDATA[#CONTEXTPROCESS:CA:Sep_12_03#]]></TAG>
        <VALUE><![CDATA[Sep_12_03]]></VALUE>
        <XPATH><![CDATA[/PROCESS/FIELDS/FIELD[NAME='Sep_12_03']/VALUE]]></XPATH>
      </FIELD>
      <FIELD type="AdditionalFields" label="Sep_13_01" source-type="AdditionalFields">
        <TAG><![CDATA[#CONTEXTPROCESS:CA:Sep_13_01#]]></TAG>
        <VALUE><![CDATA[Sep_13_01]]></VALUE>
        <XPATH><![CDATA[/PROCESS/FIELDS/FIELD[NAME='Sep_13_01']/VALUE]]></XPATH>
      </FIELD>
      <FIELD type="AdditionalFields" label="Sep_13_02" source-type="AdditionalFields">
        <TAG><![CDATA[#CONTEXTPROCESS:CA:Sep_13_02#]]></TAG>
        <VALUE><![CDATA[Sep_13_02]]></VALUE>
        <XPATH><![CDATA[/PROCESS/FIELDS/FIELD[NAME='Sep_13_02']/VALUE]]></XPATH>
      </FIELD>
      <FIELD type="AdditionalFields" label="Sep_13_03" source-type="AdditionalFields">
        <TAG><![CDATA[#CONTEXTPROCESS:CA:Sep_13_03#]]></TAG>
        <VALUE><![CDATA[Sep_13_03]]></VALUE>
        <XPATH><![CDATA[/PROCESS/FIELDS/FIELD[NAME='Sep_13_03']/VALUE]]></XPATH>
      </FIELD>
      <FIELD type="AdditionalFields" label="Sep_14_06" source-type="AdditionalFields">
        <TAG><![CDATA[#CONTEXTPROCESS:CA:Sep_14_06#]]></TAG>
        <VALUE><![CDATA[Sep_14_06]]></VALUE>
        <XPATH><![CDATA[/PROCESS/FIELDS/FIELD[NAME='Sep_14_06']/VALUE]]></XPATH>
      </FIELD>
      <FIELD type="AdditionalFields" label="Sep_14_07" source-type="AdditionalFields">
        <TAG><![CDATA[#CONTEXTPROCESS:CA:Sep_14_07#]]></TAG>
        <VALUE><![CDATA[Sep_14_07]]></VALUE>
        <XPATH><![CDATA[/PROCESS/FIELDS/FIELD[NAME='Sep_14_07']/VALUE]]></XPATH>
      </FIELD>
      <FIELD type="AdditionalFields" label="Sep_15_01" source-type="AdditionalFields">
        <TAG><![CDATA[#CONTEXTPROCESS:CA:Sep_15_01#]]></TAG>
        <VALUE><![CDATA[Sep_15_01]]></VALUE>
        <XPATH><![CDATA[/PROCESS/FIELDS/FIELD[NAME='Sep_15_01']/VALUE]]></XPATH>
      </FIELD>
      <FIELD type="AdditionalFields" label="Sep_15_03" source-type="AdditionalFields">
        <TAG><![CDATA[#CONTEXTPROCESS:CA:Sep_15_03#]]></TAG>
        <VALUE><![CDATA[Sep_15_03]]></VALUE>
        <XPATH><![CDATA[/PROCESS/FIELDS/FIELD[NAME='Sep_15_03']/VALUE]]></XPATH>
      </FIELD>
      <FIELD type="AdditionalFields" label="Sep_03_01" source-type="AdditionalFields">
        <TAG><![CDATA[#CONTEXTPROCESS:CA:Sep_03_01#]]></TAG>
        <VALUE><![CDATA[Sep_03_01]]></VALUE>
        <XPATH><![CDATA[/PROCESS/FIELDS/FIELD[NAME='Sep_03_01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</NODE>
  </NODE>
  <!-- END: Process Context -->
</MENU>
</file>

<file path=customXml/itemProps1.xml><?xml version="1.0" encoding="utf-8"?>
<ds:datastoreItem xmlns:ds="http://schemas.openxmlformats.org/officeDocument/2006/customXml" ds:itemID="{454C818D-0E26-461B-BC74-6953852B3E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41B46D-284D-41C4-81D8-6CBA5790E2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FICHA_PR.DOT</Template>
  <TotalTime>40</TotalTime>
  <Pages>1</Pages>
  <Words>149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Pedido de Travessia a Céu Aberto - Parte II (EF)</vt:lpstr>
    </vt:vector>
  </TitlesOfParts>
  <Company>IP, SA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Pedido de Travessia a Céu Aberto - Parte II (EF)</dc:title>
  <dc:creator>sergio.calado@infraestruturasdeportugal.pt</dc:creator>
  <cp:keywords/>
  <cp:lastModifiedBy>Sérgio Rui Oliveira Calado</cp:lastModifiedBy>
  <cp:revision>16</cp:revision>
  <cp:lastPrinted>2016-03-28T11:11:00Z</cp:lastPrinted>
  <dcterms:created xsi:type="dcterms:W3CDTF">2019-02-27T12:53:00Z</dcterms:created>
  <dcterms:modified xsi:type="dcterms:W3CDTF">2024-01-23T10:44:00Z</dcterms:modified>
</cp:coreProperties>
</file>